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401"/>
      </w:tblGrid>
      <w:tr w:rsidR="0070684C" w14:paraId="71F0D161" w14:textId="77777777" w:rsidTr="00B12336">
        <w:tc>
          <w:tcPr>
            <w:tcW w:w="4786" w:type="dxa"/>
          </w:tcPr>
          <w:p w14:paraId="71F0D15D" w14:textId="77777777" w:rsidR="0070684C" w:rsidRPr="0070684C" w:rsidRDefault="0070684C" w:rsidP="00FE1A2C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71F0D160" w14:textId="48EA2F77" w:rsidR="0070684C" w:rsidRPr="005D00B1" w:rsidRDefault="005D00B1" w:rsidP="000D58DD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5D00B1">
              <w:rPr>
                <w:sz w:val="22"/>
                <w:szCs w:val="22"/>
              </w:rPr>
              <w:t>Lisa 1</w:t>
            </w:r>
          </w:p>
        </w:tc>
      </w:tr>
      <w:tr w:rsidR="0089276C" w14:paraId="71F0D164" w14:textId="77777777" w:rsidTr="00B12336">
        <w:tc>
          <w:tcPr>
            <w:tcW w:w="4786" w:type="dxa"/>
          </w:tcPr>
          <w:p w14:paraId="71F0D162" w14:textId="7B25908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71F0D163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71F0D165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71F0D16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2CF200DE" w14:textId="77777777" w:rsidR="00FE1A2C" w:rsidRDefault="00FE1A2C" w:rsidP="00FE1A2C">
      <w:pPr>
        <w:widowControl/>
        <w:suppressAutoHyphens w:val="0"/>
        <w:spacing w:line="240" w:lineRule="auto"/>
        <w:jc w:val="left"/>
      </w:pPr>
    </w:p>
    <w:p w14:paraId="5B18192B" w14:textId="77777777" w:rsidR="00FE1A2C" w:rsidRDefault="00FE1A2C" w:rsidP="00FE1A2C">
      <w:pPr>
        <w:widowControl/>
        <w:suppressAutoHyphens w:val="0"/>
        <w:spacing w:line="240" w:lineRule="auto"/>
        <w:jc w:val="center"/>
      </w:pPr>
      <w:r>
        <w:rPr>
          <w:noProof/>
          <w:lang w:eastAsia="et-EE" w:bidi="ar-SA"/>
        </w:rPr>
        <w:drawing>
          <wp:inline distT="0" distB="0" distL="0" distR="0" wp14:anchorId="1823CA82" wp14:editId="301C8D42">
            <wp:extent cx="1009650" cy="677421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092" cy="678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t-EE" w:bidi="ar-SA"/>
        </w:rPr>
        <w:drawing>
          <wp:inline distT="0" distB="0" distL="0" distR="0" wp14:anchorId="5263E103" wp14:editId="5CBC073B">
            <wp:extent cx="2018571" cy="809625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260" cy="810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8A5C44" w14:textId="77777777" w:rsidR="00FE1A2C" w:rsidRDefault="00FE1A2C" w:rsidP="00FE1A2C">
      <w:pPr>
        <w:jc w:val="center"/>
      </w:pPr>
    </w:p>
    <w:p w14:paraId="450267C8" w14:textId="77777777" w:rsidR="00FE1A2C" w:rsidRDefault="00FE1A2C" w:rsidP="00FE1A2C">
      <w:pPr>
        <w:jc w:val="center"/>
      </w:pPr>
    </w:p>
    <w:p w14:paraId="08543DA6" w14:textId="77777777" w:rsidR="00FE1A2C" w:rsidRPr="00C670A9" w:rsidRDefault="00FE1A2C" w:rsidP="00FE1A2C">
      <w:pPr>
        <w:jc w:val="center"/>
        <w:rPr>
          <w:b/>
          <w:bCs/>
        </w:rPr>
      </w:pPr>
    </w:p>
    <w:p w14:paraId="22CDC28D" w14:textId="77777777" w:rsidR="00FE1A2C" w:rsidRDefault="00FE1A2C" w:rsidP="00FE1A2C">
      <w:pPr>
        <w:contextualSpacing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Varjupaiga-, Rände- ja Integratsioonifond </w:t>
      </w:r>
    </w:p>
    <w:p w14:paraId="4AAD6C5F" w14:textId="77777777" w:rsidR="00FE1A2C" w:rsidRDefault="00FE1A2C" w:rsidP="00FE1A2C">
      <w:pPr>
        <w:contextualSpacing/>
        <w:jc w:val="center"/>
        <w:outlineLvl w:val="0"/>
        <w:rPr>
          <w:b/>
          <w:bCs/>
          <w:sz w:val="28"/>
          <w:szCs w:val="28"/>
        </w:rPr>
      </w:pPr>
    </w:p>
    <w:p w14:paraId="7A23477C" w14:textId="77777777" w:rsidR="00FE1A2C" w:rsidRPr="00C670A9" w:rsidRDefault="00FE1A2C" w:rsidP="00FE1A2C">
      <w:pPr>
        <w:contextualSpacing/>
        <w:jc w:val="center"/>
        <w:outlineLvl w:val="0"/>
        <w:rPr>
          <w:caps/>
          <w:sz w:val="28"/>
          <w:szCs w:val="28"/>
        </w:rPr>
      </w:pPr>
      <w:r>
        <w:rPr>
          <w:b/>
          <w:bCs/>
          <w:sz w:val="28"/>
          <w:szCs w:val="28"/>
        </w:rPr>
        <w:t>Toetuse taotlemise vorm</w:t>
      </w:r>
    </w:p>
    <w:p w14:paraId="367A4B1F" w14:textId="77777777" w:rsidR="00FE1A2C" w:rsidRPr="00C670A9" w:rsidRDefault="00FE1A2C" w:rsidP="00FE1A2C">
      <w:pPr>
        <w:contextualSpacing/>
        <w:jc w:val="center"/>
        <w:outlineLvl w:val="0"/>
        <w:rPr>
          <w:caps/>
          <w:sz w:val="28"/>
          <w:szCs w:val="28"/>
        </w:rPr>
      </w:pPr>
    </w:p>
    <w:p w14:paraId="0CA0AD78" w14:textId="77777777" w:rsidR="00FE1A2C" w:rsidRPr="00C670A9" w:rsidRDefault="00FE1A2C" w:rsidP="00FE1A2C">
      <w:pPr>
        <w:contextualSpacing/>
        <w:jc w:val="center"/>
        <w:outlineLvl w:val="0"/>
        <w:rPr>
          <w:b/>
          <w:bCs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4"/>
        <w:gridCol w:w="6"/>
        <w:gridCol w:w="7020"/>
      </w:tblGrid>
      <w:tr w:rsidR="00FE1A2C" w:rsidRPr="00C670A9" w14:paraId="3515B518" w14:textId="77777777" w:rsidTr="00E230CC">
        <w:tc>
          <w:tcPr>
            <w:tcW w:w="2880" w:type="dxa"/>
            <w:gridSpan w:val="2"/>
            <w:shd w:val="clear" w:color="auto" w:fill="E0E0E0"/>
            <w:vAlign w:val="center"/>
          </w:tcPr>
          <w:p w14:paraId="0B2B99D5" w14:textId="77777777" w:rsidR="00FE1A2C" w:rsidRPr="00C670A9" w:rsidRDefault="00FE1A2C" w:rsidP="00E230CC">
            <w:pPr>
              <w:spacing w:line="360" w:lineRule="auto"/>
              <w:rPr>
                <w:b/>
                <w:bCs/>
              </w:rPr>
            </w:pPr>
            <w:r w:rsidRPr="00C670A9">
              <w:rPr>
                <w:b/>
                <w:bCs/>
              </w:rPr>
              <w:t>Taotleja</w:t>
            </w:r>
          </w:p>
        </w:tc>
        <w:tc>
          <w:tcPr>
            <w:tcW w:w="7020" w:type="dxa"/>
          </w:tcPr>
          <w:p w14:paraId="22B92D90" w14:textId="77777777" w:rsidR="00FE1A2C" w:rsidRPr="00C670A9" w:rsidRDefault="00FE1A2C" w:rsidP="00E230CC">
            <w:pPr>
              <w:spacing w:line="360" w:lineRule="auto"/>
              <w:rPr>
                <w:b/>
                <w:bCs/>
              </w:rPr>
            </w:pPr>
          </w:p>
        </w:tc>
      </w:tr>
      <w:tr w:rsidR="00FE1A2C" w:rsidRPr="00C670A9" w14:paraId="1D31D69D" w14:textId="77777777" w:rsidTr="00E230CC">
        <w:tc>
          <w:tcPr>
            <w:tcW w:w="2880" w:type="dxa"/>
            <w:gridSpan w:val="2"/>
            <w:shd w:val="clear" w:color="auto" w:fill="E0E0E0"/>
            <w:vAlign w:val="center"/>
          </w:tcPr>
          <w:p w14:paraId="1CD13403" w14:textId="77777777" w:rsidR="00FE1A2C" w:rsidRPr="00C670A9" w:rsidRDefault="00FE1A2C" w:rsidP="00E230CC">
            <w:pPr>
              <w:spacing w:line="360" w:lineRule="auto"/>
              <w:rPr>
                <w:b/>
                <w:bCs/>
              </w:rPr>
            </w:pPr>
            <w:r w:rsidRPr="00C670A9">
              <w:rPr>
                <w:b/>
                <w:bCs/>
              </w:rPr>
              <w:t xml:space="preserve">Projekti </w:t>
            </w:r>
            <w:r>
              <w:rPr>
                <w:b/>
                <w:bCs/>
              </w:rPr>
              <w:t>pealkiri</w:t>
            </w:r>
          </w:p>
        </w:tc>
        <w:tc>
          <w:tcPr>
            <w:tcW w:w="7020" w:type="dxa"/>
          </w:tcPr>
          <w:p w14:paraId="20C505D9" w14:textId="77777777" w:rsidR="00FE1A2C" w:rsidRPr="00F60FC8" w:rsidRDefault="00FE1A2C" w:rsidP="00E230CC">
            <w:pPr>
              <w:outlineLvl w:val="0"/>
              <w:rPr>
                <w:i/>
              </w:rPr>
            </w:pPr>
            <w:r w:rsidRPr="00F60FC8">
              <w:rPr>
                <w:i/>
              </w:rPr>
              <w:t>Kuni 10 sõna või 90 tähemärki</w:t>
            </w:r>
          </w:p>
          <w:p w14:paraId="417E167F" w14:textId="77777777" w:rsidR="00FE1A2C" w:rsidRPr="005D34AE" w:rsidRDefault="00FE1A2C" w:rsidP="00E230CC">
            <w:pPr>
              <w:spacing w:line="360" w:lineRule="auto"/>
              <w:rPr>
                <w:bCs/>
                <w:i/>
              </w:rPr>
            </w:pPr>
          </w:p>
        </w:tc>
      </w:tr>
      <w:tr w:rsidR="00FE1A2C" w:rsidRPr="00C670A9" w14:paraId="7C34506A" w14:textId="77777777" w:rsidTr="00E230CC">
        <w:tc>
          <w:tcPr>
            <w:tcW w:w="2874" w:type="dxa"/>
            <w:shd w:val="clear" w:color="auto" w:fill="E0E0E0"/>
            <w:vAlign w:val="center"/>
          </w:tcPr>
          <w:p w14:paraId="1C02FBA9" w14:textId="77777777" w:rsidR="00FE1A2C" w:rsidRPr="00ED6848" w:rsidRDefault="00FE1A2C" w:rsidP="00E230CC">
            <w:pPr>
              <w:spacing w:line="360" w:lineRule="auto"/>
              <w:rPr>
                <w:b/>
                <w:bCs/>
                <w:i/>
              </w:rPr>
            </w:pPr>
            <w:r w:rsidRPr="00ED6848">
              <w:rPr>
                <w:b/>
                <w:bCs/>
              </w:rPr>
              <w:t>Valdkond</w:t>
            </w:r>
          </w:p>
        </w:tc>
        <w:tc>
          <w:tcPr>
            <w:tcW w:w="7026" w:type="dxa"/>
            <w:gridSpan w:val="2"/>
          </w:tcPr>
          <w:p w14:paraId="397D45D5" w14:textId="02C33F3E" w:rsidR="00FE1A2C" w:rsidRPr="00ED6848" w:rsidRDefault="00F53BCE" w:rsidP="00E230CC">
            <w:pPr>
              <w:spacing w:before="100" w:beforeAutospacing="1" w:after="100" w:afterAutospacing="1"/>
              <w:jc w:val="left"/>
            </w:pPr>
            <w:sdt>
              <w:sdtPr>
                <w:id w:val="-99875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1A2C" w:rsidRPr="00ED6848">
              <w:t xml:space="preserve"> </w:t>
            </w:r>
            <w:r w:rsidR="00FE1A2C">
              <w:t>Euroopa ühine varjupaigasüsteem</w:t>
            </w:r>
          </w:p>
          <w:p w14:paraId="15ECC224" w14:textId="66C99FFD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</w:pPr>
            <w:r w:rsidRPr="00ED6848">
              <w:t xml:space="preserve">           </w:t>
            </w:r>
            <w:sdt>
              <w:sdtPr>
                <w:id w:val="-321355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r>
              <w:t>vastuvõtu- ja varjupaigasüsteemid</w:t>
            </w:r>
          </w:p>
          <w:p w14:paraId="36E096AD" w14:textId="77777777" w:rsidR="00FE1A2C" w:rsidRDefault="00FE1A2C" w:rsidP="00E230CC">
            <w:pPr>
              <w:spacing w:before="100" w:beforeAutospacing="1" w:after="100" w:afterAutospacing="1"/>
              <w:contextualSpacing/>
              <w:jc w:val="left"/>
            </w:pPr>
            <w:r w:rsidRPr="00ED6848">
              <w:t xml:space="preserve">           </w:t>
            </w:r>
            <w:sdt>
              <w:sdtPr>
                <w:id w:val="3624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r>
              <w:t>suutlikkuse arendamine</w:t>
            </w:r>
          </w:p>
          <w:p w14:paraId="61013C25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076D345B" w14:textId="618E8DF2" w:rsidR="00FE1A2C" w:rsidRPr="00ED6848" w:rsidRDefault="00F53BCE" w:rsidP="00E230CC">
            <w:pPr>
              <w:spacing w:before="100" w:beforeAutospacing="1" w:after="100" w:afterAutospacing="1"/>
              <w:jc w:val="left"/>
            </w:pPr>
            <w:sdt>
              <w:sdtPr>
                <w:id w:val="-19964077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E1A2C" w:rsidRPr="00ED6848">
              <w:t xml:space="preserve"> Integratsioon</w:t>
            </w:r>
            <w:r w:rsidR="00FE1A2C">
              <w:t xml:space="preserve"> ja seaduslik ränne</w:t>
            </w:r>
          </w:p>
          <w:p w14:paraId="037E4388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ED6848">
              <w:t xml:space="preserve">           </w:t>
            </w:r>
            <w:sdt>
              <w:sdtPr>
                <w:id w:val="-158744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r>
              <w:t>integratsioonimeetmed</w:t>
            </w:r>
          </w:p>
          <w:p w14:paraId="1DF15BED" w14:textId="0D2B0FAA" w:rsidR="00FE1A2C" w:rsidRDefault="00FE1A2C" w:rsidP="00E230CC">
            <w:pPr>
              <w:spacing w:before="100" w:beforeAutospacing="1" w:after="100" w:afterAutospacing="1"/>
              <w:contextualSpacing/>
              <w:jc w:val="left"/>
            </w:pPr>
            <w:r w:rsidRPr="00ED6848">
              <w:t xml:space="preserve">           </w:t>
            </w:r>
            <w:sdt>
              <w:sdtPr>
                <w:id w:val="312230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C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ED6848">
              <w:t xml:space="preserve"> </w:t>
            </w:r>
            <w:r>
              <w:t>suutlikkuse arendamine ja praktiline koostöö</w:t>
            </w:r>
          </w:p>
          <w:p w14:paraId="4F604A52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3C10009C" w14:textId="77777777" w:rsidR="00FE1A2C" w:rsidRPr="00ED6848" w:rsidRDefault="00F53BCE" w:rsidP="00E230CC">
            <w:pPr>
              <w:spacing w:before="100" w:beforeAutospacing="1" w:after="100" w:afterAutospacing="1"/>
              <w:jc w:val="left"/>
            </w:pPr>
            <w:sdt>
              <w:sdtPr>
                <w:id w:val="15249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A2C"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1A2C" w:rsidRPr="00ED6848">
              <w:t xml:space="preserve"> Tagasi</w:t>
            </w:r>
            <w:r w:rsidR="00FE1A2C">
              <w:t>saatmine</w:t>
            </w:r>
          </w:p>
          <w:p w14:paraId="4CF42BD3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ED6848">
              <w:t xml:space="preserve">           </w:t>
            </w:r>
            <w:sdt>
              <w:sdtPr>
                <w:id w:val="-135550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proofErr w:type="spellStart"/>
            <w:r>
              <w:t>tagasisaatmismenetlustega</w:t>
            </w:r>
            <w:proofErr w:type="spellEnd"/>
            <w:r>
              <w:t xml:space="preserve"> kaasnevad meetmed</w:t>
            </w:r>
          </w:p>
          <w:p w14:paraId="4E421E9C" w14:textId="77777777" w:rsidR="00FE1A2C" w:rsidRDefault="00FE1A2C" w:rsidP="00E230CC">
            <w:pPr>
              <w:spacing w:before="100" w:beforeAutospacing="1" w:after="100" w:afterAutospacing="1"/>
              <w:contextualSpacing/>
              <w:jc w:val="left"/>
            </w:pPr>
            <w:r w:rsidRPr="00ED6848">
              <w:t xml:space="preserve">           </w:t>
            </w:r>
            <w:sdt>
              <w:sdtPr>
                <w:id w:val="-1597234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D6848">
              <w:t xml:space="preserve"> </w:t>
            </w:r>
            <w:proofErr w:type="spellStart"/>
            <w:r>
              <w:t>tagasisaatmismeetmed</w:t>
            </w:r>
            <w:proofErr w:type="spellEnd"/>
          </w:p>
          <w:p w14:paraId="599D2228" w14:textId="77777777" w:rsidR="00FE1A2C" w:rsidRPr="00ED6848" w:rsidRDefault="00FE1A2C" w:rsidP="00E230CC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>
              <w:rPr>
                <w:i/>
              </w:rPr>
              <w:t xml:space="preserve">           </w:t>
            </w:r>
            <w:sdt>
              <w:sdtPr>
                <w:id w:val="83192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6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suutlikkuse arendamine ja praktiline koostöö</w:t>
            </w:r>
          </w:p>
        </w:tc>
      </w:tr>
    </w:tbl>
    <w:p w14:paraId="7DFDE452" w14:textId="77777777" w:rsidR="00FE1A2C" w:rsidRPr="00C670A9" w:rsidRDefault="00FE1A2C" w:rsidP="00FE1A2C">
      <w:pPr>
        <w:outlineLvl w:val="0"/>
        <w:rPr>
          <w:b/>
          <w:u w:val="single"/>
        </w:rPr>
      </w:pPr>
      <w:r>
        <w:rPr>
          <w:b/>
          <w:u w:val="single"/>
        </w:rPr>
        <w:br w:type="page"/>
      </w:r>
      <w:r w:rsidRPr="00C670A9">
        <w:rPr>
          <w:b/>
          <w:u w:val="single"/>
        </w:rPr>
        <w:lastRenderedPageBreak/>
        <w:t>Tähelepanu!</w:t>
      </w:r>
    </w:p>
    <w:p w14:paraId="102D1AB3" w14:textId="77777777" w:rsidR="00FE1A2C" w:rsidRPr="00C670A9" w:rsidRDefault="00FE1A2C" w:rsidP="00FE1A2C"/>
    <w:p w14:paraId="2D65F0B6" w14:textId="77777777" w:rsidR="00FE1A2C" w:rsidRPr="00C670A9" w:rsidRDefault="00FE1A2C" w:rsidP="00FE1A2C">
      <w:pPr>
        <w:widowControl/>
        <w:numPr>
          <w:ilvl w:val="0"/>
          <w:numId w:val="1"/>
        </w:numPr>
        <w:suppressAutoHyphens w:val="0"/>
        <w:spacing w:line="240" w:lineRule="auto"/>
        <w:rPr>
          <w:bCs/>
        </w:rPr>
      </w:pPr>
      <w:r>
        <w:rPr>
          <w:bCs/>
        </w:rPr>
        <w:t xml:space="preserve">Taotlusvormi esitamisega kinnitab toetuse taotleja, et on </w:t>
      </w:r>
      <w:r w:rsidRPr="00C641AD">
        <w:rPr>
          <w:b/>
          <w:bCs/>
        </w:rPr>
        <w:t>põhjalikult tutvunud</w:t>
      </w:r>
      <w:r w:rsidRPr="00C670A9">
        <w:rPr>
          <w:bCs/>
        </w:rPr>
        <w:t xml:space="preserve"> </w:t>
      </w:r>
      <w:r w:rsidRPr="00C670A9">
        <w:rPr>
          <w:b/>
          <w:bCs/>
        </w:rPr>
        <w:t>järgmiste dokumentidega</w:t>
      </w:r>
      <w:r w:rsidRPr="00C670A9">
        <w:rPr>
          <w:bCs/>
        </w:rPr>
        <w:t>:</w:t>
      </w:r>
    </w:p>
    <w:p w14:paraId="3AD04BFC" w14:textId="77777777" w:rsidR="00FE1A2C" w:rsidRDefault="00FE1A2C" w:rsidP="00FE1A2C">
      <w:pPr>
        <w:widowControl/>
        <w:numPr>
          <w:ilvl w:val="1"/>
          <w:numId w:val="1"/>
        </w:numPr>
        <w:suppressAutoHyphens w:val="0"/>
        <w:spacing w:line="240" w:lineRule="auto"/>
        <w:rPr>
          <w:bCs/>
        </w:rPr>
      </w:pPr>
      <w:r>
        <w:t>Varjupaiga-, Rände- ja Integratsioonifondi (AMIF) perioodi 2014–2020 kulude abikõlblikkuse reeglid</w:t>
      </w:r>
      <w:r w:rsidRPr="000B6494">
        <w:rPr>
          <w:bCs/>
        </w:rPr>
        <w:t>;</w:t>
      </w:r>
    </w:p>
    <w:p w14:paraId="63FFE287" w14:textId="77777777" w:rsidR="00FE1A2C" w:rsidRPr="000B6494" w:rsidRDefault="00FE1A2C" w:rsidP="00FE1A2C">
      <w:pPr>
        <w:widowControl/>
        <w:numPr>
          <w:ilvl w:val="1"/>
          <w:numId w:val="1"/>
        </w:numPr>
        <w:suppressAutoHyphens w:val="0"/>
        <w:spacing w:line="240" w:lineRule="auto"/>
        <w:rPr>
          <w:bCs/>
        </w:rPr>
      </w:pPr>
      <w:r>
        <w:rPr>
          <w:bCs/>
        </w:rPr>
        <w:t>toetuse andmise juhend toetuse taotlejale;</w:t>
      </w:r>
    </w:p>
    <w:p w14:paraId="6AA24908" w14:textId="77777777" w:rsidR="00FE1A2C" w:rsidRDefault="00FE1A2C" w:rsidP="00FE1A2C">
      <w:pPr>
        <w:widowControl/>
        <w:numPr>
          <w:ilvl w:val="1"/>
          <w:numId w:val="1"/>
        </w:numPr>
        <w:suppressAutoHyphens w:val="0"/>
        <w:spacing w:line="240" w:lineRule="auto"/>
        <w:rPr>
          <w:bCs/>
        </w:rPr>
      </w:pPr>
      <w:r>
        <w:rPr>
          <w:bCs/>
        </w:rPr>
        <w:t xml:space="preserve">AMIF-i riiklik </w:t>
      </w:r>
      <w:r w:rsidRPr="00317F2E">
        <w:rPr>
          <w:bCs/>
        </w:rPr>
        <w:t>programm</w:t>
      </w:r>
      <w:r>
        <w:rPr>
          <w:bCs/>
        </w:rPr>
        <w:t>;</w:t>
      </w:r>
      <w:r w:rsidRPr="00317F2E">
        <w:rPr>
          <w:bCs/>
        </w:rPr>
        <w:t xml:space="preserve"> </w:t>
      </w:r>
    </w:p>
    <w:p w14:paraId="6ED898A3" w14:textId="77777777" w:rsidR="00FE1A2C" w:rsidRPr="00317F2E" w:rsidRDefault="00FE1A2C" w:rsidP="00FE1A2C">
      <w:pPr>
        <w:widowControl/>
        <w:numPr>
          <w:ilvl w:val="1"/>
          <w:numId w:val="1"/>
        </w:numPr>
        <w:suppressAutoHyphens w:val="0"/>
        <w:spacing w:line="240" w:lineRule="auto"/>
        <w:rPr>
          <w:bCs/>
        </w:rPr>
      </w:pPr>
      <w:r w:rsidRPr="00317F2E">
        <w:rPr>
          <w:bCs/>
        </w:rPr>
        <w:t xml:space="preserve">teised kodulehel </w:t>
      </w:r>
      <w:hyperlink r:id="rId13" w:history="1">
        <w:r w:rsidRPr="00330879">
          <w:rPr>
            <w:rStyle w:val="Hyperlink"/>
            <w:bCs/>
          </w:rPr>
          <w:t>www.amif.ee</w:t>
        </w:r>
      </w:hyperlink>
      <w:r w:rsidRPr="00317F2E">
        <w:rPr>
          <w:bCs/>
        </w:rPr>
        <w:t xml:space="preserve"> asuvad </w:t>
      </w:r>
      <w:r>
        <w:rPr>
          <w:bCs/>
        </w:rPr>
        <w:t>AMIF-</w:t>
      </w:r>
      <w:proofErr w:type="spellStart"/>
      <w:r>
        <w:rPr>
          <w:bCs/>
        </w:rPr>
        <w:t>it</w:t>
      </w:r>
      <w:proofErr w:type="spellEnd"/>
      <w:r>
        <w:rPr>
          <w:bCs/>
        </w:rPr>
        <w:t xml:space="preserve"> </w:t>
      </w:r>
      <w:r w:rsidRPr="00317F2E">
        <w:rPr>
          <w:bCs/>
        </w:rPr>
        <w:t xml:space="preserve">puudutavad dokumendid ning juhendid. </w:t>
      </w:r>
    </w:p>
    <w:p w14:paraId="0664922A" w14:textId="77777777" w:rsidR="00FE1A2C" w:rsidRPr="00C670A9" w:rsidRDefault="00FE1A2C" w:rsidP="00FE1A2C">
      <w:pPr>
        <w:ind w:left="1080"/>
        <w:rPr>
          <w:bCs/>
        </w:rPr>
      </w:pPr>
    </w:p>
    <w:p w14:paraId="5B480CEE" w14:textId="77777777" w:rsidR="00FE1A2C" w:rsidRPr="00C670A9" w:rsidRDefault="00FE1A2C" w:rsidP="00FE1A2C">
      <w:pPr>
        <w:widowControl/>
        <w:numPr>
          <w:ilvl w:val="0"/>
          <w:numId w:val="1"/>
        </w:numPr>
        <w:suppressAutoHyphens w:val="0"/>
        <w:spacing w:line="240" w:lineRule="auto"/>
        <w:rPr>
          <w:bCs/>
        </w:rPr>
      </w:pPr>
      <w:r>
        <w:rPr>
          <w:bCs/>
        </w:rPr>
        <w:t>Taotlusvormi ja selle lisad</w:t>
      </w:r>
      <w:r w:rsidRPr="00C670A9">
        <w:rPr>
          <w:bCs/>
        </w:rPr>
        <w:t xml:space="preserve"> </w:t>
      </w:r>
      <w:r>
        <w:rPr>
          <w:bCs/>
        </w:rPr>
        <w:t>peab</w:t>
      </w:r>
      <w:r w:rsidRPr="00C670A9">
        <w:rPr>
          <w:bCs/>
        </w:rPr>
        <w:t xml:space="preserve"> täit</w:t>
      </w:r>
      <w:r>
        <w:rPr>
          <w:bCs/>
        </w:rPr>
        <w:t>m</w:t>
      </w:r>
      <w:r w:rsidRPr="00C670A9">
        <w:rPr>
          <w:bCs/>
        </w:rPr>
        <w:t xml:space="preserve">a </w:t>
      </w:r>
      <w:r w:rsidRPr="00C670A9">
        <w:rPr>
          <w:b/>
          <w:bCs/>
        </w:rPr>
        <w:t>trükitult</w:t>
      </w:r>
      <w:r w:rsidRPr="00C670A9">
        <w:rPr>
          <w:bCs/>
        </w:rPr>
        <w:t>. Käsitsi täidet</w:t>
      </w:r>
      <w:r>
        <w:rPr>
          <w:bCs/>
        </w:rPr>
        <w:t xml:space="preserve">ud </w:t>
      </w:r>
      <w:r w:rsidRPr="00C670A9">
        <w:rPr>
          <w:bCs/>
        </w:rPr>
        <w:t>vorme ei arvestata. Esitatavas taotluses peavad kõik v</w:t>
      </w:r>
      <w:r>
        <w:rPr>
          <w:bCs/>
        </w:rPr>
        <w:t>äljad olema täidetud (v.a. siis</w:t>
      </w:r>
      <w:r w:rsidRPr="00C670A9">
        <w:rPr>
          <w:bCs/>
        </w:rPr>
        <w:t>, kui vormil toodud j</w:t>
      </w:r>
      <w:r>
        <w:rPr>
          <w:bCs/>
        </w:rPr>
        <w:t>uhis näeb ette teisiti). K</w:t>
      </w:r>
      <w:r w:rsidRPr="00C670A9">
        <w:rPr>
          <w:bCs/>
        </w:rPr>
        <w:t>ui osa küsi</w:t>
      </w:r>
      <w:r>
        <w:rPr>
          <w:bCs/>
        </w:rPr>
        <w:t>tud teabest või dokumentidest on esitamata</w:t>
      </w:r>
      <w:r w:rsidRPr="00C670A9">
        <w:rPr>
          <w:bCs/>
        </w:rPr>
        <w:t>, on Siseministeeriumil õigus taotlus tagasi lükata.</w:t>
      </w:r>
    </w:p>
    <w:p w14:paraId="7624DEB9" w14:textId="77777777" w:rsidR="00FE1A2C" w:rsidRPr="00C670A9" w:rsidRDefault="00FE1A2C" w:rsidP="00FE1A2C">
      <w:pPr>
        <w:ind w:left="360"/>
        <w:rPr>
          <w:bCs/>
        </w:rPr>
      </w:pPr>
    </w:p>
    <w:p w14:paraId="7F815E5B" w14:textId="0C9993EE" w:rsidR="00FE1A2C" w:rsidRPr="00C239D7" w:rsidRDefault="00EF4EC0" w:rsidP="00FE1A2C">
      <w:pPr>
        <w:widowControl/>
        <w:numPr>
          <w:ilvl w:val="0"/>
          <w:numId w:val="1"/>
        </w:numPr>
        <w:suppressAutoHyphens w:val="0"/>
        <w:spacing w:line="240" w:lineRule="auto"/>
        <w:rPr>
          <w:bCs/>
        </w:rPr>
      </w:pPr>
      <w:r>
        <w:rPr>
          <w:b/>
          <w:bCs/>
        </w:rPr>
        <w:t xml:space="preserve">Rahastatava </w:t>
      </w:r>
      <w:r w:rsidR="00FE1A2C" w:rsidRPr="00C239D7">
        <w:rPr>
          <w:b/>
          <w:bCs/>
        </w:rPr>
        <w:t>projekti abikõlblikkuse perioodi lõpptähtaeg on</w:t>
      </w:r>
      <w:r w:rsidR="00FE1A2C">
        <w:rPr>
          <w:b/>
          <w:bCs/>
        </w:rPr>
        <w:t xml:space="preserve"> </w:t>
      </w:r>
      <w:r w:rsidR="00F53BCE">
        <w:rPr>
          <w:b/>
          <w:bCs/>
        </w:rPr>
        <w:t>31.03</w:t>
      </w:r>
      <w:r>
        <w:rPr>
          <w:b/>
          <w:bCs/>
        </w:rPr>
        <w:t>.202</w:t>
      </w:r>
      <w:r w:rsidR="00F53BCE">
        <w:rPr>
          <w:b/>
          <w:bCs/>
        </w:rPr>
        <w:t>2</w:t>
      </w:r>
      <w:r w:rsidR="00FE1A2C" w:rsidRPr="00C239D7">
        <w:rPr>
          <w:bCs/>
        </w:rPr>
        <w:t>, st kulud peavad olema tekkinud enne seda või hiljemalt sellel kuupäeval.</w:t>
      </w:r>
    </w:p>
    <w:p w14:paraId="210DD2B4" w14:textId="77777777" w:rsidR="00FE1A2C" w:rsidRPr="00C670A9" w:rsidRDefault="00FE1A2C" w:rsidP="00FE1A2C">
      <w:pPr>
        <w:rPr>
          <w:bCs/>
        </w:rPr>
      </w:pPr>
    </w:p>
    <w:p w14:paraId="2A5910CB" w14:textId="77777777" w:rsidR="00FE1A2C" w:rsidRPr="00C670A9" w:rsidRDefault="00FE1A2C" w:rsidP="00FE1A2C"/>
    <w:p w14:paraId="35E60793" w14:textId="77777777" w:rsidR="00FE1A2C" w:rsidRDefault="00FE1A2C" w:rsidP="00FE1A2C">
      <w:pPr>
        <w:ind w:left="360"/>
        <w:rPr>
          <w:bCs/>
        </w:rPr>
      </w:pPr>
      <w:r>
        <w:rPr>
          <w:bCs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FE1A2C" w:rsidRPr="006D08E7" w14:paraId="6A1DF628" w14:textId="77777777" w:rsidTr="00E230CC">
        <w:tc>
          <w:tcPr>
            <w:tcW w:w="9322" w:type="dxa"/>
            <w:shd w:val="clear" w:color="auto" w:fill="8DB3E2" w:themeFill="text2" w:themeFillTint="66"/>
          </w:tcPr>
          <w:p w14:paraId="54BD6559" w14:textId="77777777" w:rsidR="00FE1A2C" w:rsidRPr="006D08E7" w:rsidRDefault="00FE1A2C" w:rsidP="00E230CC">
            <w:pPr>
              <w:outlineLvl w:val="0"/>
              <w:rPr>
                <w:b/>
                <w:szCs w:val="26"/>
              </w:rPr>
            </w:pPr>
            <w:r w:rsidRPr="006D08E7">
              <w:rPr>
                <w:bCs/>
              </w:rPr>
              <w:lastRenderedPageBreak/>
              <w:br w:type="page"/>
            </w:r>
          </w:p>
          <w:p w14:paraId="00E5E419" w14:textId="77777777" w:rsidR="00FE1A2C" w:rsidRPr="006D08E7" w:rsidRDefault="00FE1A2C" w:rsidP="00E230CC">
            <w:pPr>
              <w:jc w:val="center"/>
              <w:outlineLvl w:val="0"/>
              <w:rPr>
                <w:b/>
              </w:rPr>
            </w:pPr>
            <w:r w:rsidRPr="006D08E7">
              <w:rPr>
                <w:b/>
              </w:rPr>
              <w:t>I TEAVE TAOTLEJA KOHTA</w:t>
            </w:r>
          </w:p>
          <w:p w14:paraId="0E6C419E" w14:textId="77777777" w:rsidR="00FE1A2C" w:rsidRPr="006D08E7" w:rsidRDefault="00FE1A2C" w:rsidP="00E230CC">
            <w:pPr>
              <w:outlineLvl w:val="0"/>
              <w:rPr>
                <w:b/>
                <w:szCs w:val="26"/>
              </w:rPr>
            </w:pPr>
          </w:p>
        </w:tc>
      </w:tr>
    </w:tbl>
    <w:p w14:paraId="1A7944DF" w14:textId="77777777" w:rsidR="00FE1A2C" w:rsidRPr="00C670A9" w:rsidRDefault="00FE1A2C" w:rsidP="00FE1A2C">
      <w:pPr>
        <w:outlineLvl w:val="0"/>
        <w:rPr>
          <w:b/>
          <w:szCs w:val="22"/>
        </w:rPr>
      </w:pPr>
      <w:r w:rsidRPr="00C670A9">
        <w:rPr>
          <w:b/>
          <w:szCs w:val="26"/>
        </w:rPr>
        <w:t xml:space="preserve"> </w:t>
      </w:r>
    </w:p>
    <w:p w14:paraId="3953E332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b/>
          <w:bCs/>
        </w:rPr>
      </w:pPr>
      <w:r w:rsidRPr="00C670A9">
        <w:rPr>
          <w:b/>
          <w:bCs/>
        </w:rPr>
        <w:t>Taotleja andmed</w:t>
      </w:r>
      <w:r w:rsidRPr="00C670A9">
        <w:t>:</w:t>
      </w:r>
    </w:p>
    <w:p w14:paraId="623FDA3E" w14:textId="77777777" w:rsidR="00FE1A2C" w:rsidRPr="00C670A9" w:rsidRDefault="00FE1A2C" w:rsidP="00FE1A2C">
      <w:pPr>
        <w:rPr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5536"/>
      </w:tblGrid>
      <w:tr w:rsidR="00FE1A2C" w:rsidRPr="006D08E7" w14:paraId="33AF0D09" w14:textId="77777777" w:rsidTr="00E230CC">
        <w:tc>
          <w:tcPr>
            <w:tcW w:w="3673" w:type="dxa"/>
            <w:shd w:val="clear" w:color="auto" w:fill="E0E0E0"/>
          </w:tcPr>
          <w:p w14:paraId="46A457A3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Juriidiline nim</w:t>
            </w:r>
            <w:r>
              <w:rPr>
                <w:b/>
              </w:rPr>
              <w:t>i</w:t>
            </w:r>
          </w:p>
        </w:tc>
        <w:tc>
          <w:tcPr>
            <w:tcW w:w="5536" w:type="dxa"/>
          </w:tcPr>
          <w:p w14:paraId="29C2DD43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11ECA684" w14:textId="77777777" w:rsidTr="00E230CC">
        <w:tc>
          <w:tcPr>
            <w:tcW w:w="3673" w:type="dxa"/>
            <w:shd w:val="clear" w:color="auto" w:fill="E0E0E0"/>
          </w:tcPr>
          <w:p w14:paraId="5D93E6DD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Õiguslik staatus</w:t>
            </w:r>
          </w:p>
        </w:tc>
        <w:tc>
          <w:tcPr>
            <w:tcW w:w="5536" w:type="dxa"/>
          </w:tcPr>
          <w:p w14:paraId="0E0C88E6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6BC3CF79" w14:textId="77777777" w:rsidTr="00E230CC">
        <w:tc>
          <w:tcPr>
            <w:tcW w:w="3673" w:type="dxa"/>
            <w:shd w:val="clear" w:color="auto" w:fill="E0E0E0"/>
          </w:tcPr>
          <w:p w14:paraId="3EBCC9F4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Organisatsiooni loomise kuupäev</w:t>
            </w:r>
          </w:p>
        </w:tc>
        <w:tc>
          <w:tcPr>
            <w:tcW w:w="5536" w:type="dxa"/>
          </w:tcPr>
          <w:p w14:paraId="6B9C71BA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67A1EC0E" w14:textId="77777777" w:rsidTr="00E230CC">
        <w:tc>
          <w:tcPr>
            <w:tcW w:w="3673" w:type="dxa"/>
            <w:shd w:val="clear" w:color="auto" w:fill="E0E0E0"/>
          </w:tcPr>
          <w:p w14:paraId="51FB4C2B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Registrikood</w:t>
            </w:r>
          </w:p>
        </w:tc>
        <w:tc>
          <w:tcPr>
            <w:tcW w:w="5536" w:type="dxa"/>
          </w:tcPr>
          <w:p w14:paraId="30A5E729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3723628F" w14:textId="77777777" w:rsidTr="00E230CC">
        <w:tc>
          <w:tcPr>
            <w:tcW w:w="3673" w:type="dxa"/>
            <w:shd w:val="clear" w:color="auto" w:fill="E0E0E0"/>
          </w:tcPr>
          <w:p w14:paraId="49E9BEF6" w14:textId="77777777" w:rsidR="00FE1A2C" w:rsidRPr="006D08E7" w:rsidRDefault="00FE1A2C" w:rsidP="00E230CC">
            <w:pPr>
              <w:jc w:val="left"/>
              <w:rPr>
                <w:b/>
                <w:i/>
              </w:rPr>
            </w:pPr>
            <w:r w:rsidRPr="006D08E7">
              <w:rPr>
                <w:b/>
              </w:rPr>
              <w:t>Käibemaksukohus</w:t>
            </w:r>
            <w:r>
              <w:rPr>
                <w:b/>
              </w:rPr>
              <w:t>tuslane</w:t>
            </w:r>
          </w:p>
        </w:tc>
        <w:tc>
          <w:tcPr>
            <w:tcW w:w="5536" w:type="dxa"/>
          </w:tcPr>
          <w:p w14:paraId="274FB018" w14:textId="77777777" w:rsidR="00FE1A2C" w:rsidRPr="00C670A9" w:rsidRDefault="00FE1A2C" w:rsidP="00E230CC">
            <w:r w:rsidRPr="00C670A9">
              <w:t>Jah</w:t>
            </w:r>
            <w:r>
              <w:t xml:space="preserve"> </w:t>
            </w:r>
            <w:sdt>
              <w:sdtPr>
                <w:id w:val="38121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670A9">
              <w:t xml:space="preserve">    </w:t>
            </w:r>
            <w:r>
              <w:t xml:space="preserve">    Piiratud </w:t>
            </w:r>
            <w:sdt>
              <w:sdtPr>
                <w:id w:val="-1383558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670A9">
              <w:t xml:space="preserve"> </w:t>
            </w:r>
            <w:r>
              <w:t xml:space="preserve">     </w:t>
            </w:r>
            <w:r w:rsidRPr="00C670A9">
              <w:t>Ei</w:t>
            </w:r>
            <w:r>
              <w:t xml:space="preserve"> </w:t>
            </w:r>
            <w:sdt>
              <w:sdtPr>
                <w:id w:val="-190685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E1A2C" w:rsidRPr="006D08E7" w14:paraId="7EBAE064" w14:textId="77777777" w:rsidTr="00E230CC">
        <w:tc>
          <w:tcPr>
            <w:tcW w:w="9209" w:type="dxa"/>
            <w:gridSpan w:val="2"/>
            <w:shd w:val="clear" w:color="auto" w:fill="E0E0E0"/>
          </w:tcPr>
          <w:p w14:paraId="6388D99F" w14:textId="77777777" w:rsidR="00FE1A2C" w:rsidRPr="00CB2E35" w:rsidRDefault="00FE1A2C" w:rsidP="00E230CC">
            <w:pPr>
              <w:rPr>
                <w:i/>
              </w:rPr>
            </w:pPr>
            <w:r w:rsidRPr="00CB2E35">
              <w:rPr>
                <w:i/>
              </w:rPr>
              <w:t xml:space="preserve">NB! Kui vastus on </w:t>
            </w:r>
            <w:r>
              <w:rPr>
                <w:i/>
              </w:rPr>
              <w:t>„</w:t>
            </w:r>
            <w:r w:rsidRPr="00CB2E35">
              <w:rPr>
                <w:i/>
              </w:rPr>
              <w:t>jah</w:t>
            </w:r>
            <w:r>
              <w:rPr>
                <w:i/>
              </w:rPr>
              <w:t>“</w:t>
            </w:r>
            <w:r w:rsidRPr="00CB2E35">
              <w:rPr>
                <w:i/>
              </w:rPr>
              <w:t>, on käibemaks abikõlbmatu</w:t>
            </w:r>
          </w:p>
          <w:p w14:paraId="14118227" w14:textId="77777777" w:rsidR="00FE1A2C" w:rsidRPr="00C670A9" w:rsidRDefault="00FE1A2C" w:rsidP="00E230CC"/>
        </w:tc>
      </w:tr>
      <w:tr w:rsidR="00FE1A2C" w:rsidRPr="006D08E7" w14:paraId="76A9B814" w14:textId="77777777" w:rsidTr="00E230CC">
        <w:tc>
          <w:tcPr>
            <w:tcW w:w="3673" w:type="dxa"/>
            <w:shd w:val="clear" w:color="auto" w:fill="E0E0E0"/>
          </w:tcPr>
          <w:p w14:paraId="623F4E71" w14:textId="77777777" w:rsidR="00FE1A2C" w:rsidRPr="006D08E7" w:rsidRDefault="00FE1A2C" w:rsidP="00E230CC">
            <w:pPr>
              <w:jc w:val="left"/>
              <w:rPr>
                <w:i/>
              </w:rPr>
            </w:pPr>
            <w:r>
              <w:rPr>
                <w:b/>
              </w:rPr>
              <w:t>Käibemaksu</w:t>
            </w:r>
            <w:r w:rsidRPr="006D08E7">
              <w:rPr>
                <w:b/>
              </w:rPr>
              <w:t>kohus</w:t>
            </w:r>
            <w:r>
              <w:rPr>
                <w:b/>
              </w:rPr>
              <w:t>tus</w:t>
            </w:r>
            <w:r w:rsidRPr="006D08E7">
              <w:rPr>
                <w:b/>
              </w:rPr>
              <w:t xml:space="preserve">lase registreerimisnumber </w:t>
            </w:r>
            <w:r w:rsidRPr="006D08E7">
              <w:rPr>
                <w:i/>
              </w:rPr>
              <w:t>(kui kohaldub)</w:t>
            </w:r>
          </w:p>
        </w:tc>
        <w:tc>
          <w:tcPr>
            <w:tcW w:w="5536" w:type="dxa"/>
          </w:tcPr>
          <w:p w14:paraId="31B13778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</w:p>
        </w:tc>
      </w:tr>
      <w:tr w:rsidR="00FE1A2C" w:rsidRPr="006D08E7" w14:paraId="21F313BE" w14:textId="77777777" w:rsidTr="00E230CC">
        <w:tc>
          <w:tcPr>
            <w:tcW w:w="3673" w:type="dxa"/>
            <w:shd w:val="clear" w:color="auto" w:fill="E0E0E0"/>
          </w:tcPr>
          <w:p w14:paraId="6807CE06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Tegevustoetuse saamine EL</w:t>
            </w:r>
            <w:r>
              <w:rPr>
                <w:b/>
              </w:rPr>
              <w:t>i eelarvest</w:t>
            </w:r>
          </w:p>
        </w:tc>
        <w:tc>
          <w:tcPr>
            <w:tcW w:w="5536" w:type="dxa"/>
          </w:tcPr>
          <w:p w14:paraId="0E77B8A4" w14:textId="77777777" w:rsidR="00FE1A2C" w:rsidRPr="006D08E7" w:rsidRDefault="00FE1A2C" w:rsidP="00E230CC">
            <w:pPr>
              <w:spacing w:line="360" w:lineRule="auto"/>
              <w:rPr>
                <w:u w:val="single"/>
              </w:rPr>
            </w:pPr>
            <w:r w:rsidRPr="00C670A9">
              <w:t xml:space="preserve">Jah </w:t>
            </w:r>
            <w:sdt>
              <w:sdtPr>
                <w:id w:val="-115098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</w:t>
            </w:r>
            <w:r w:rsidRPr="00C670A9">
              <w:t>Ei</w:t>
            </w:r>
            <w:r>
              <w:t xml:space="preserve"> </w:t>
            </w:r>
            <w:sdt>
              <w:sdtPr>
                <w:id w:val="-111413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E1A2C" w:rsidRPr="006D08E7" w14:paraId="3EB67842" w14:textId="77777777" w:rsidTr="00E230CC">
        <w:tc>
          <w:tcPr>
            <w:tcW w:w="3673" w:type="dxa"/>
            <w:shd w:val="clear" w:color="auto" w:fill="E0E0E0"/>
          </w:tcPr>
          <w:p w14:paraId="0549214A" w14:textId="77777777" w:rsidR="00FE1A2C" w:rsidRPr="006D08E7" w:rsidRDefault="00FE1A2C" w:rsidP="00E230CC">
            <w:pPr>
              <w:jc w:val="left"/>
              <w:rPr>
                <w:b/>
              </w:rPr>
            </w:pPr>
            <w:r w:rsidRPr="006D08E7">
              <w:rPr>
                <w:b/>
              </w:rPr>
              <w:t>Postiaadress</w:t>
            </w:r>
            <w:r>
              <w:rPr>
                <w:b/>
              </w:rPr>
              <w:t xml:space="preserve"> </w:t>
            </w:r>
            <w:r w:rsidRPr="00CB2E35">
              <w:rPr>
                <w:i/>
              </w:rPr>
              <w:t>(kui erineb äriregistrisse kantust)</w:t>
            </w:r>
          </w:p>
        </w:tc>
        <w:tc>
          <w:tcPr>
            <w:tcW w:w="5536" w:type="dxa"/>
          </w:tcPr>
          <w:p w14:paraId="618ECF60" w14:textId="77777777" w:rsidR="00FE1A2C" w:rsidRPr="00C670A9" w:rsidRDefault="00FE1A2C" w:rsidP="00E230CC">
            <w:pPr>
              <w:spacing w:line="360" w:lineRule="auto"/>
            </w:pPr>
          </w:p>
        </w:tc>
      </w:tr>
      <w:tr w:rsidR="00FE1A2C" w:rsidRPr="006D08E7" w14:paraId="36D5195E" w14:textId="77777777" w:rsidTr="00E230CC">
        <w:tc>
          <w:tcPr>
            <w:tcW w:w="3673" w:type="dxa"/>
            <w:shd w:val="clear" w:color="auto" w:fill="E0E0E0"/>
          </w:tcPr>
          <w:p w14:paraId="79304268" w14:textId="77777777" w:rsidR="00FE1A2C" w:rsidRPr="006D08E7" w:rsidRDefault="00FE1A2C" w:rsidP="00E230CC">
            <w:pPr>
              <w:jc w:val="left"/>
              <w:rPr>
                <w:b/>
              </w:rPr>
            </w:pPr>
            <w:r>
              <w:rPr>
                <w:b/>
              </w:rPr>
              <w:t>Kodulehe aadress</w:t>
            </w:r>
          </w:p>
        </w:tc>
        <w:tc>
          <w:tcPr>
            <w:tcW w:w="5536" w:type="dxa"/>
          </w:tcPr>
          <w:p w14:paraId="4B708618" w14:textId="77777777" w:rsidR="00FE1A2C" w:rsidRPr="00C670A9" w:rsidRDefault="00FE1A2C" w:rsidP="00E230CC">
            <w:pPr>
              <w:spacing w:line="360" w:lineRule="auto"/>
            </w:pPr>
          </w:p>
        </w:tc>
      </w:tr>
    </w:tbl>
    <w:p w14:paraId="283AEC0A" w14:textId="77777777" w:rsidR="00FE1A2C" w:rsidRPr="00C670A9" w:rsidRDefault="00FE1A2C" w:rsidP="00FE1A2C">
      <w:pPr>
        <w:rPr>
          <w:b/>
          <w:bCs/>
        </w:rPr>
      </w:pPr>
    </w:p>
    <w:p w14:paraId="777DFAA5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i/>
          <w:iCs/>
        </w:rPr>
      </w:pPr>
      <w:r w:rsidRPr="00D737D7">
        <w:rPr>
          <w:b/>
          <w:bCs/>
        </w:rPr>
        <w:t>Ta</w:t>
      </w:r>
      <w:r w:rsidRPr="00C670A9">
        <w:rPr>
          <w:b/>
          <w:bCs/>
        </w:rPr>
        <w:t xml:space="preserve">otleja organisatsiooni esindajad </w:t>
      </w:r>
    </w:p>
    <w:p w14:paraId="370582EE" w14:textId="77777777" w:rsidR="00FE1A2C" w:rsidRDefault="00FE1A2C" w:rsidP="00FE1A2C">
      <w:pPr>
        <w:rPr>
          <w:i/>
          <w:iCs/>
        </w:rPr>
      </w:pPr>
    </w:p>
    <w:p w14:paraId="697CA905" w14:textId="77777777" w:rsidR="00FE1A2C" w:rsidRPr="00C670A9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</w:pPr>
      <w:r w:rsidRPr="00C670A9">
        <w:rPr>
          <w:b/>
          <w:bCs/>
        </w:rPr>
        <w:t>Juriidiline esindaja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941"/>
      </w:tblGrid>
      <w:tr w:rsidR="00FE1A2C" w:rsidRPr="00C670A9" w14:paraId="3D7099A3" w14:textId="77777777" w:rsidTr="00E230CC">
        <w:tc>
          <w:tcPr>
            <w:tcW w:w="2268" w:type="dxa"/>
            <w:shd w:val="pct10" w:color="auto" w:fill="auto"/>
          </w:tcPr>
          <w:p w14:paraId="6E6D065F" w14:textId="77777777" w:rsidR="00FE1A2C" w:rsidRPr="00C670A9" w:rsidRDefault="00FE1A2C" w:rsidP="00E230CC">
            <w:r w:rsidRPr="00C670A9">
              <w:t>Nimi:</w:t>
            </w:r>
          </w:p>
        </w:tc>
        <w:tc>
          <w:tcPr>
            <w:tcW w:w="6941" w:type="dxa"/>
          </w:tcPr>
          <w:p w14:paraId="679A5761" w14:textId="77777777" w:rsidR="00FE1A2C" w:rsidRPr="00C670A9" w:rsidRDefault="00FE1A2C" w:rsidP="00E230CC"/>
          <w:p w14:paraId="27172198" w14:textId="77777777" w:rsidR="00FE1A2C" w:rsidRPr="00C670A9" w:rsidRDefault="00FE1A2C" w:rsidP="00E230CC"/>
        </w:tc>
      </w:tr>
      <w:tr w:rsidR="00FE1A2C" w:rsidRPr="00C670A9" w14:paraId="3CA28DEE" w14:textId="77777777" w:rsidTr="00E230CC">
        <w:tc>
          <w:tcPr>
            <w:tcW w:w="2268" w:type="dxa"/>
            <w:shd w:val="pct10" w:color="auto" w:fill="auto"/>
          </w:tcPr>
          <w:p w14:paraId="23C2DEC1" w14:textId="77777777" w:rsidR="00FE1A2C" w:rsidRPr="00C670A9" w:rsidRDefault="00FE1A2C" w:rsidP="00E230CC">
            <w:r w:rsidRPr="00C670A9">
              <w:t>Ametikoht organisatsioonis:</w:t>
            </w:r>
          </w:p>
        </w:tc>
        <w:tc>
          <w:tcPr>
            <w:tcW w:w="6941" w:type="dxa"/>
          </w:tcPr>
          <w:p w14:paraId="05E8521B" w14:textId="77777777" w:rsidR="00FE1A2C" w:rsidRPr="00C670A9" w:rsidRDefault="00FE1A2C" w:rsidP="00E230CC"/>
        </w:tc>
      </w:tr>
      <w:tr w:rsidR="00FE1A2C" w:rsidRPr="00C670A9" w14:paraId="46D6EB2D" w14:textId="77777777" w:rsidTr="00E230CC">
        <w:tc>
          <w:tcPr>
            <w:tcW w:w="2268" w:type="dxa"/>
            <w:shd w:val="pct10" w:color="auto" w:fill="auto"/>
          </w:tcPr>
          <w:p w14:paraId="432BBF2C" w14:textId="77777777" w:rsidR="00FE1A2C" w:rsidRPr="00C670A9" w:rsidRDefault="00FE1A2C" w:rsidP="00E230CC">
            <w:r w:rsidRPr="00C670A9">
              <w:t>Telefoninumber:</w:t>
            </w:r>
          </w:p>
          <w:p w14:paraId="0051E16A" w14:textId="77777777" w:rsidR="00FE1A2C" w:rsidRPr="00C670A9" w:rsidRDefault="00FE1A2C" w:rsidP="00E230CC"/>
        </w:tc>
        <w:tc>
          <w:tcPr>
            <w:tcW w:w="6941" w:type="dxa"/>
          </w:tcPr>
          <w:p w14:paraId="60415E99" w14:textId="77777777" w:rsidR="00FE1A2C" w:rsidRPr="00C670A9" w:rsidRDefault="00FE1A2C" w:rsidP="00E230CC"/>
        </w:tc>
      </w:tr>
      <w:tr w:rsidR="00FE1A2C" w:rsidRPr="00C670A9" w14:paraId="253581E2" w14:textId="77777777" w:rsidTr="00E230CC">
        <w:tc>
          <w:tcPr>
            <w:tcW w:w="2268" w:type="dxa"/>
            <w:shd w:val="pct10" w:color="auto" w:fill="auto"/>
          </w:tcPr>
          <w:p w14:paraId="3E08EC2C" w14:textId="77777777" w:rsidR="00FE1A2C" w:rsidRPr="00C670A9" w:rsidRDefault="00FE1A2C" w:rsidP="00E230CC">
            <w:r w:rsidRPr="00C670A9">
              <w:t>E-posti aadress:</w:t>
            </w:r>
          </w:p>
        </w:tc>
        <w:tc>
          <w:tcPr>
            <w:tcW w:w="6941" w:type="dxa"/>
          </w:tcPr>
          <w:p w14:paraId="7759311E" w14:textId="77777777" w:rsidR="00FE1A2C" w:rsidRPr="00C670A9" w:rsidRDefault="00FE1A2C" w:rsidP="00E230CC"/>
          <w:p w14:paraId="33BE43A3" w14:textId="77777777" w:rsidR="00FE1A2C" w:rsidRPr="00C670A9" w:rsidRDefault="00FE1A2C" w:rsidP="00E230CC"/>
        </w:tc>
      </w:tr>
    </w:tbl>
    <w:p w14:paraId="10C48163" w14:textId="77777777" w:rsidR="00FE1A2C" w:rsidRDefault="00FE1A2C" w:rsidP="00FE1A2C">
      <w:pPr>
        <w:rPr>
          <w:b/>
          <w:bCs/>
        </w:rPr>
      </w:pPr>
    </w:p>
    <w:p w14:paraId="5DA474FA" w14:textId="77777777" w:rsidR="00FE1A2C" w:rsidRPr="00C670A9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u w:val="single"/>
        </w:rPr>
      </w:pPr>
      <w:r w:rsidRPr="00C670A9">
        <w:rPr>
          <w:b/>
          <w:bCs/>
        </w:rPr>
        <w:t>Projektijuht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941"/>
      </w:tblGrid>
      <w:tr w:rsidR="00FE1A2C" w:rsidRPr="00C670A9" w14:paraId="5D469DAF" w14:textId="77777777" w:rsidTr="00E230CC">
        <w:tc>
          <w:tcPr>
            <w:tcW w:w="2268" w:type="dxa"/>
            <w:shd w:val="pct10" w:color="auto" w:fill="auto"/>
          </w:tcPr>
          <w:p w14:paraId="092875A3" w14:textId="77777777" w:rsidR="00FE1A2C" w:rsidRPr="00C670A9" w:rsidRDefault="00FE1A2C" w:rsidP="00E230CC">
            <w:r w:rsidRPr="00C670A9">
              <w:t>Nimi:</w:t>
            </w:r>
          </w:p>
        </w:tc>
        <w:tc>
          <w:tcPr>
            <w:tcW w:w="6941" w:type="dxa"/>
          </w:tcPr>
          <w:p w14:paraId="7035A762" w14:textId="77777777" w:rsidR="00FE1A2C" w:rsidRPr="00C670A9" w:rsidRDefault="00FE1A2C" w:rsidP="00E230CC"/>
          <w:p w14:paraId="55634B25" w14:textId="77777777" w:rsidR="00FE1A2C" w:rsidRPr="00C670A9" w:rsidRDefault="00FE1A2C" w:rsidP="00E230CC"/>
        </w:tc>
      </w:tr>
      <w:tr w:rsidR="00FE1A2C" w:rsidRPr="00C670A9" w14:paraId="7E031F3C" w14:textId="77777777" w:rsidTr="00E230CC">
        <w:tc>
          <w:tcPr>
            <w:tcW w:w="2268" w:type="dxa"/>
            <w:shd w:val="pct10" w:color="auto" w:fill="auto"/>
          </w:tcPr>
          <w:p w14:paraId="791C3B35" w14:textId="77777777" w:rsidR="00FE1A2C" w:rsidRPr="00C670A9" w:rsidRDefault="00FE1A2C" w:rsidP="00E230CC">
            <w:r w:rsidRPr="00C670A9">
              <w:t>Ametikoht organisatsioonis:</w:t>
            </w:r>
          </w:p>
        </w:tc>
        <w:tc>
          <w:tcPr>
            <w:tcW w:w="6941" w:type="dxa"/>
          </w:tcPr>
          <w:p w14:paraId="4B184B07" w14:textId="77777777" w:rsidR="00FE1A2C" w:rsidRPr="00C670A9" w:rsidRDefault="00FE1A2C" w:rsidP="00E230CC"/>
        </w:tc>
      </w:tr>
      <w:tr w:rsidR="00FE1A2C" w:rsidRPr="00C670A9" w14:paraId="32AB4573" w14:textId="77777777" w:rsidTr="00E230CC">
        <w:tc>
          <w:tcPr>
            <w:tcW w:w="2268" w:type="dxa"/>
            <w:shd w:val="pct10" w:color="auto" w:fill="auto"/>
          </w:tcPr>
          <w:p w14:paraId="58D23CE0" w14:textId="77777777" w:rsidR="00FE1A2C" w:rsidRPr="00C670A9" w:rsidRDefault="00FE1A2C" w:rsidP="00E230CC">
            <w:r w:rsidRPr="00C670A9">
              <w:t>Telefoninumber:</w:t>
            </w:r>
          </w:p>
          <w:p w14:paraId="147655CA" w14:textId="77777777" w:rsidR="00FE1A2C" w:rsidRPr="00C670A9" w:rsidRDefault="00FE1A2C" w:rsidP="00E230CC"/>
        </w:tc>
        <w:tc>
          <w:tcPr>
            <w:tcW w:w="6941" w:type="dxa"/>
          </w:tcPr>
          <w:p w14:paraId="1AC5D5E4" w14:textId="77777777" w:rsidR="00FE1A2C" w:rsidRPr="00C670A9" w:rsidRDefault="00FE1A2C" w:rsidP="00E230CC"/>
        </w:tc>
      </w:tr>
      <w:tr w:rsidR="00FE1A2C" w:rsidRPr="00C670A9" w14:paraId="64E33B81" w14:textId="77777777" w:rsidTr="00E230CC">
        <w:tc>
          <w:tcPr>
            <w:tcW w:w="2268" w:type="dxa"/>
            <w:shd w:val="pct10" w:color="auto" w:fill="auto"/>
          </w:tcPr>
          <w:p w14:paraId="6F941A67" w14:textId="77777777" w:rsidR="00FE1A2C" w:rsidRPr="00C670A9" w:rsidRDefault="00FE1A2C" w:rsidP="00E230CC">
            <w:r w:rsidRPr="00C670A9">
              <w:t>E-posti aadress:</w:t>
            </w:r>
          </w:p>
        </w:tc>
        <w:tc>
          <w:tcPr>
            <w:tcW w:w="6941" w:type="dxa"/>
          </w:tcPr>
          <w:p w14:paraId="1FC5C227" w14:textId="77777777" w:rsidR="00FE1A2C" w:rsidRPr="00C670A9" w:rsidRDefault="00FE1A2C" w:rsidP="00E230CC"/>
          <w:p w14:paraId="00B618D4" w14:textId="77777777" w:rsidR="00FE1A2C" w:rsidRPr="00C670A9" w:rsidRDefault="00FE1A2C" w:rsidP="00E230CC"/>
        </w:tc>
      </w:tr>
    </w:tbl>
    <w:p w14:paraId="7C6EB06F" w14:textId="77777777" w:rsidR="00FE1A2C" w:rsidRDefault="00FE1A2C" w:rsidP="00FE1A2C">
      <w:pPr>
        <w:rPr>
          <w:b/>
        </w:rPr>
      </w:pPr>
    </w:p>
    <w:p w14:paraId="3D737F32" w14:textId="77777777" w:rsidR="00FE1A2C" w:rsidRPr="007862A0" w:rsidRDefault="00FE1A2C" w:rsidP="00FE1A2C">
      <w:pPr>
        <w:widowControl/>
        <w:numPr>
          <w:ilvl w:val="1"/>
          <w:numId w:val="2"/>
        </w:numPr>
        <w:tabs>
          <w:tab w:val="clear" w:pos="574"/>
          <w:tab w:val="num" w:pos="432"/>
        </w:tabs>
        <w:suppressAutoHyphens w:val="0"/>
        <w:spacing w:line="240" w:lineRule="auto"/>
        <w:ind w:left="432"/>
        <w:rPr>
          <w:rFonts w:eastAsia="Times New Roman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Finantsküsimuste eest vastutav isik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941"/>
      </w:tblGrid>
      <w:tr w:rsidR="00FE1A2C" w:rsidRPr="00C670A9" w14:paraId="5D3682EA" w14:textId="77777777" w:rsidTr="00E230CC">
        <w:tc>
          <w:tcPr>
            <w:tcW w:w="2268" w:type="dxa"/>
            <w:shd w:val="pct10" w:color="auto" w:fill="auto"/>
          </w:tcPr>
          <w:p w14:paraId="12E37829" w14:textId="77777777" w:rsidR="00FE1A2C" w:rsidRPr="00C670A9" w:rsidRDefault="00FE1A2C" w:rsidP="00E230CC">
            <w:r w:rsidRPr="00C670A9">
              <w:t>Nimi:</w:t>
            </w:r>
          </w:p>
        </w:tc>
        <w:tc>
          <w:tcPr>
            <w:tcW w:w="6941" w:type="dxa"/>
          </w:tcPr>
          <w:p w14:paraId="3B856BF3" w14:textId="77777777" w:rsidR="00FE1A2C" w:rsidRPr="00C670A9" w:rsidRDefault="00FE1A2C" w:rsidP="00E230CC"/>
          <w:p w14:paraId="088B25D1" w14:textId="77777777" w:rsidR="00FE1A2C" w:rsidRPr="00C670A9" w:rsidRDefault="00FE1A2C" w:rsidP="00E230CC"/>
        </w:tc>
      </w:tr>
      <w:tr w:rsidR="00FE1A2C" w:rsidRPr="00C670A9" w14:paraId="466B5579" w14:textId="77777777" w:rsidTr="00E230CC">
        <w:tc>
          <w:tcPr>
            <w:tcW w:w="2268" w:type="dxa"/>
            <w:shd w:val="pct10" w:color="auto" w:fill="auto"/>
          </w:tcPr>
          <w:p w14:paraId="0F49297F" w14:textId="77777777" w:rsidR="00FE1A2C" w:rsidRPr="00C670A9" w:rsidRDefault="00FE1A2C" w:rsidP="00E230CC">
            <w:r w:rsidRPr="00C670A9">
              <w:t>Ametikoht organisatsioonis:</w:t>
            </w:r>
          </w:p>
        </w:tc>
        <w:tc>
          <w:tcPr>
            <w:tcW w:w="6941" w:type="dxa"/>
          </w:tcPr>
          <w:p w14:paraId="04C9A27D" w14:textId="77777777" w:rsidR="00FE1A2C" w:rsidRPr="00C670A9" w:rsidRDefault="00FE1A2C" w:rsidP="00E230CC"/>
        </w:tc>
      </w:tr>
      <w:tr w:rsidR="00FE1A2C" w:rsidRPr="00C670A9" w14:paraId="77AB7B03" w14:textId="77777777" w:rsidTr="00E230CC">
        <w:tc>
          <w:tcPr>
            <w:tcW w:w="2268" w:type="dxa"/>
            <w:shd w:val="pct10" w:color="auto" w:fill="auto"/>
          </w:tcPr>
          <w:p w14:paraId="1EBAE86A" w14:textId="77777777" w:rsidR="00FE1A2C" w:rsidRPr="00C670A9" w:rsidRDefault="00FE1A2C" w:rsidP="00E230CC">
            <w:r w:rsidRPr="00C670A9">
              <w:t>Telefoninumber:</w:t>
            </w:r>
          </w:p>
          <w:p w14:paraId="0372DBBD" w14:textId="77777777" w:rsidR="00FE1A2C" w:rsidRPr="00C670A9" w:rsidRDefault="00FE1A2C" w:rsidP="00E230CC"/>
        </w:tc>
        <w:tc>
          <w:tcPr>
            <w:tcW w:w="6941" w:type="dxa"/>
          </w:tcPr>
          <w:p w14:paraId="6864A219" w14:textId="77777777" w:rsidR="00FE1A2C" w:rsidRPr="00C670A9" w:rsidRDefault="00FE1A2C" w:rsidP="00E230CC"/>
        </w:tc>
      </w:tr>
      <w:tr w:rsidR="00FE1A2C" w:rsidRPr="00C670A9" w14:paraId="6A71C500" w14:textId="77777777" w:rsidTr="00E230CC">
        <w:tc>
          <w:tcPr>
            <w:tcW w:w="2268" w:type="dxa"/>
            <w:shd w:val="pct10" w:color="auto" w:fill="auto"/>
          </w:tcPr>
          <w:p w14:paraId="089B0B71" w14:textId="77777777" w:rsidR="00FE1A2C" w:rsidRPr="00C670A9" w:rsidRDefault="00FE1A2C" w:rsidP="00E230CC">
            <w:r w:rsidRPr="00C670A9">
              <w:t>E-posti aadress:</w:t>
            </w:r>
          </w:p>
        </w:tc>
        <w:tc>
          <w:tcPr>
            <w:tcW w:w="6941" w:type="dxa"/>
          </w:tcPr>
          <w:p w14:paraId="3F12B083" w14:textId="77777777" w:rsidR="00FE1A2C" w:rsidRPr="00C670A9" w:rsidRDefault="00FE1A2C" w:rsidP="00E230CC"/>
          <w:p w14:paraId="4B0A6FD9" w14:textId="77777777" w:rsidR="00FE1A2C" w:rsidRPr="00C670A9" w:rsidRDefault="00FE1A2C" w:rsidP="00E230CC"/>
        </w:tc>
      </w:tr>
    </w:tbl>
    <w:p w14:paraId="299F83CB" w14:textId="77777777" w:rsidR="00FE1A2C" w:rsidRDefault="00FE1A2C" w:rsidP="00FE1A2C">
      <w:pPr>
        <w:rPr>
          <w:b/>
          <w:bCs/>
          <w:u w:val="single"/>
        </w:rPr>
      </w:pPr>
    </w:p>
    <w:p w14:paraId="678FC0B6" w14:textId="77777777" w:rsidR="00FE1A2C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i/>
          <w:spacing w:val="-2"/>
        </w:rPr>
      </w:pPr>
      <w:r w:rsidRPr="00C670A9">
        <w:rPr>
          <w:b/>
        </w:rPr>
        <w:t xml:space="preserve">Taotleja pangarekvisiidid </w:t>
      </w:r>
      <w:r w:rsidRPr="00C670A9">
        <w:rPr>
          <w:i/>
        </w:rPr>
        <w:t>(p</w:t>
      </w:r>
      <w:r w:rsidRPr="00C670A9">
        <w:rPr>
          <w:i/>
          <w:spacing w:val="-2"/>
        </w:rPr>
        <w:t>ank peab paiknema riigis, kus taotleja on registreeritud</w:t>
      </w:r>
      <w:r>
        <w:rPr>
          <w:i/>
          <w:spacing w:val="-2"/>
        </w:rPr>
        <w:t>, v.a rahvusvaheliste organisatsioonide puhul</w:t>
      </w:r>
      <w:r w:rsidRPr="00C670A9">
        <w:rPr>
          <w:i/>
          <w:spacing w:val="-2"/>
        </w:rPr>
        <w:t>)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6833"/>
      </w:tblGrid>
      <w:tr w:rsidR="00FE1A2C" w:rsidRPr="00C670A9" w14:paraId="4D0F2F1A" w14:textId="77777777" w:rsidTr="00E230CC">
        <w:tc>
          <w:tcPr>
            <w:tcW w:w="2523" w:type="dxa"/>
            <w:shd w:val="clear" w:color="auto" w:fill="E0E0E0"/>
          </w:tcPr>
          <w:p w14:paraId="10E0E847" w14:textId="77777777" w:rsidR="00FE1A2C" w:rsidRPr="00C670A9" w:rsidRDefault="00FE1A2C" w:rsidP="00E230CC">
            <w:pPr>
              <w:spacing w:line="360" w:lineRule="auto"/>
            </w:pPr>
            <w:r w:rsidRPr="00C670A9">
              <w:t>Kontoomaniku nimi</w:t>
            </w:r>
          </w:p>
        </w:tc>
        <w:tc>
          <w:tcPr>
            <w:tcW w:w="6833" w:type="dxa"/>
          </w:tcPr>
          <w:p w14:paraId="1F3B9D53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</w:p>
        </w:tc>
      </w:tr>
      <w:tr w:rsidR="00FE1A2C" w:rsidRPr="00C670A9" w14:paraId="73E0396F" w14:textId="77777777" w:rsidTr="00E230CC">
        <w:tc>
          <w:tcPr>
            <w:tcW w:w="2523" w:type="dxa"/>
            <w:shd w:val="clear" w:color="auto" w:fill="E0E0E0"/>
          </w:tcPr>
          <w:p w14:paraId="5A8EC9E4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Pangakonto number</w:t>
            </w:r>
          </w:p>
        </w:tc>
        <w:tc>
          <w:tcPr>
            <w:tcW w:w="6833" w:type="dxa"/>
          </w:tcPr>
          <w:p w14:paraId="32E41AAD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</w:p>
        </w:tc>
      </w:tr>
      <w:tr w:rsidR="00FE1A2C" w:rsidRPr="00C670A9" w14:paraId="5FE2F923" w14:textId="77777777" w:rsidTr="00E230CC">
        <w:tc>
          <w:tcPr>
            <w:tcW w:w="2523" w:type="dxa"/>
            <w:shd w:val="clear" w:color="auto" w:fill="E0E0E0"/>
          </w:tcPr>
          <w:p w14:paraId="7C084850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kood</w:t>
            </w:r>
          </w:p>
        </w:tc>
        <w:tc>
          <w:tcPr>
            <w:tcW w:w="6833" w:type="dxa"/>
          </w:tcPr>
          <w:p w14:paraId="64CB21F7" w14:textId="77777777" w:rsidR="00FE1A2C" w:rsidRPr="00C670A9" w:rsidRDefault="00FE1A2C" w:rsidP="00E230CC">
            <w:pPr>
              <w:spacing w:line="360" w:lineRule="auto"/>
              <w:rPr>
                <w:spacing w:val="-2"/>
              </w:rPr>
            </w:pPr>
          </w:p>
        </w:tc>
      </w:tr>
      <w:tr w:rsidR="00FE1A2C" w:rsidRPr="00C670A9" w14:paraId="3053632F" w14:textId="77777777" w:rsidTr="00E230CC">
        <w:tc>
          <w:tcPr>
            <w:tcW w:w="2523" w:type="dxa"/>
            <w:shd w:val="clear" w:color="auto" w:fill="E0E0E0"/>
          </w:tcPr>
          <w:p w14:paraId="217CAFF3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  <w:r w:rsidRPr="00C670A9">
              <w:rPr>
                <w:spacing w:val="-2"/>
              </w:rPr>
              <w:t>Panga nimi</w:t>
            </w:r>
          </w:p>
        </w:tc>
        <w:tc>
          <w:tcPr>
            <w:tcW w:w="6833" w:type="dxa"/>
          </w:tcPr>
          <w:p w14:paraId="4776B6E6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</w:p>
        </w:tc>
      </w:tr>
      <w:tr w:rsidR="00FE1A2C" w:rsidRPr="00C670A9" w14:paraId="697D3F85" w14:textId="77777777" w:rsidTr="00E230CC">
        <w:tc>
          <w:tcPr>
            <w:tcW w:w="2523" w:type="dxa"/>
            <w:shd w:val="clear" w:color="auto" w:fill="E0E0E0"/>
          </w:tcPr>
          <w:p w14:paraId="0A10BC72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  <w:r w:rsidRPr="00C670A9">
              <w:rPr>
                <w:spacing w:val="-2"/>
              </w:rPr>
              <w:t>Panga aadress</w:t>
            </w:r>
          </w:p>
        </w:tc>
        <w:tc>
          <w:tcPr>
            <w:tcW w:w="6833" w:type="dxa"/>
          </w:tcPr>
          <w:p w14:paraId="3F1A27FF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</w:p>
        </w:tc>
      </w:tr>
      <w:tr w:rsidR="00FE1A2C" w:rsidRPr="00C670A9" w14:paraId="2BBD9FEF" w14:textId="77777777" w:rsidTr="00E230CC">
        <w:tc>
          <w:tcPr>
            <w:tcW w:w="2523" w:type="dxa"/>
            <w:shd w:val="clear" w:color="auto" w:fill="E0E0E0"/>
          </w:tcPr>
          <w:p w14:paraId="04FAC203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  <w:r w:rsidRPr="00C670A9">
              <w:rPr>
                <w:spacing w:val="-2"/>
              </w:rPr>
              <w:t>Allkirjaõiguslik(</w:t>
            </w:r>
            <w:proofErr w:type="spellStart"/>
            <w:r w:rsidRPr="00C670A9">
              <w:rPr>
                <w:spacing w:val="-2"/>
              </w:rPr>
              <w:t>ud</w:t>
            </w:r>
            <w:proofErr w:type="spellEnd"/>
            <w:r w:rsidRPr="00C670A9">
              <w:rPr>
                <w:spacing w:val="-2"/>
              </w:rPr>
              <w:t>) isik(</w:t>
            </w:r>
            <w:proofErr w:type="spellStart"/>
            <w:r w:rsidRPr="00C670A9">
              <w:rPr>
                <w:spacing w:val="-2"/>
              </w:rPr>
              <w:t>ud</w:t>
            </w:r>
            <w:proofErr w:type="spellEnd"/>
            <w:r w:rsidRPr="00C670A9">
              <w:rPr>
                <w:spacing w:val="-2"/>
              </w:rPr>
              <w:t>): nimi/nimed</w:t>
            </w:r>
            <w:r>
              <w:rPr>
                <w:spacing w:val="-2"/>
              </w:rPr>
              <w:t>, ametikoht</w:t>
            </w:r>
          </w:p>
        </w:tc>
        <w:tc>
          <w:tcPr>
            <w:tcW w:w="6833" w:type="dxa"/>
          </w:tcPr>
          <w:p w14:paraId="22F1A7C3" w14:textId="77777777" w:rsidR="00FE1A2C" w:rsidRPr="00C670A9" w:rsidRDefault="00FE1A2C" w:rsidP="00E230CC">
            <w:pPr>
              <w:spacing w:line="240" w:lineRule="auto"/>
              <w:rPr>
                <w:spacing w:val="-2"/>
              </w:rPr>
            </w:pPr>
          </w:p>
        </w:tc>
      </w:tr>
    </w:tbl>
    <w:p w14:paraId="24AD613A" w14:textId="77777777" w:rsidR="00FE1A2C" w:rsidRDefault="00FE1A2C" w:rsidP="00FE1A2C">
      <w:pPr>
        <w:spacing w:line="240" w:lineRule="auto"/>
        <w:rPr>
          <w:b/>
          <w:bCs/>
          <w:spacing w:val="-2"/>
        </w:rPr>
      </w:pPr>
    </w:p>
    <w:p w14:paraId="2A77B9E6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</w:pPr>
      <w:r w:rsidRPr="00C670A9">
        <w:rPr>
          <w:b/>
          <w:bCs/>
        </w:rPr>
        <w:t>Alalis</w:t>
      </w:r>
      <w:r>
        <w:rPr>
          <w:b/>
          <w:bCs/>
        </w:rPr>
        <w:t>t</w:t>
      </w:r>
      <w:r w:rsidRPr="00C670A9">
        <w:rPr>
          <w:b/>
          <w:bCs/>
        </w:rPr>
        <w:t>e töötaja</w:t>
      </w:r>
      <w:r>
        <w:rPr>
          <w:b/>
          <w:bCs/>
        </w:rPr>
        <w:t>te</w:t>
      </w:r>
      <w:r w:rsidRPr="00C670A9">
        <w:rPr>
          <w:b/>
          <w:bCs/>
        </w:rPr>
        <w:t xml:space="preserve"> arv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5"/>
        <w:gridCol w:w="5861"/>
      </w:tblGrid>
      <w:tr w:rsidR="00FE1A2C" w:rsidRPr="00C670A9" w14:paraId="06FE953D" w14:textId="77777777" w:rsidTr="00E230CC"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237F80" w14:textId="77777777" w:rsidR="00FE1A2C" w:rsidRPr="00C670A9" w:rsidRDefault="00FE1A2C" w:rsidP="00E230CC">
            <w:pPr>
              <w:spacing w:line="240" w:lineRule="auto"/>
              <w:rPr>
                <w:b/>
                <w:bCs/>
              </w:rPr>
            </w:pPr>
            <w:r w:rsidRPr="00C670A9">
              <w:rPr>
                <w:b/>
                <w:bCs/>
              </w:rPr>
              <w:t>Eesti Vabariigis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DF2E43" w14:textId="77777777" w:rsidR="00FE1A2C" w:rsidRPr="00C670A9" w:rsidRDefault="00FE1A2C" w:rsidP="00E230CC">
            <w:pPr>
              <w:spacing w:line="240" w:lineRule="auto"/>
            </w:pPr>
          </w:p>
        </w:tc>
      </w:tr>
      <w:tr w:rsidR="00FE1A2C" w:rsidRPr="00C670A9" w14:paraId="43D78131" w14:textId="77777777" w:rsidTr="00E230CC"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AFF0EA" w14:textId="77777777" w:rsidR="00FE1A2C" w:rsidRPr="00C670A9" w:rsidRDefault="00FE1A2C" w:rsidP="00E230CC">
            <w:pPr>
              <w:spacing w:line="240" w:lineRule="auto"/>
              <w:rPr>
                <w:b/>
                <w:bCs/>
              </w:rPr>
            </w:pPr>
            <w:r w:rsidRPr="00C670A9">
              <w:rPr>
                <w:b/>
                <w:bCs/>
              </w:rPr>
              <w:t>Väljaspool Eesti Vabariiki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BA4435" w14:textId="77777777" w:rsidR="00FE1A2C" w:rsidRPr="00C670A9" w:rsidRDefault="00FE1A2C" w:rsidP="00E230CC">
            <w:pPr>
              <w:spacing w:line="240" w:lineRule="auto"/>
            </w:pPr>
          </w:p>
        </w:tc>
      </w:tr>
    </w:tbl>
    <w:p w14:paraId="3D8409C5" w14:textId="77777777" w:rsidR="00FE1A2C" w:rsidRPr="00C670A9" w:rsidRDefault="00FE1A2C" w:rsidP="00FE1A2C">
      <w:pPr>
        <w:spacing w:line="240" w:lineRule="auto"/>
      </w:pPr>
    </w:p>
    <w:p w14:paraId="0D77A3A9" w14:textId="77777777" w:rsidR="00FE1A2C" w:rsidRPr="006662F3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u w:val="single"/>
        </w:rPr>
      </w:pPr>
      <w:r w:rsidRPr="00C670A9">
        <w:rPr>
          <w:b/>
        </w:rPr>
        <w:t>Organisatsiooni profiil</w:t>
      </w:r>
      <w:r w:rsidRPr="00C670A9">
        <w:rPr>
          <w:b/>
          <w:bCs/>
        </w:rPr>
        <w:t xml:space="preserve"> </w:t>
      </w:r>
      <w:r w:rsidRPr="00C670A9">
        <w:t>(</w:t>
      </w:r>
      <w:r w:rsidRPr="00C670A9">
        <w:rPr>
          <w:i/>
          <w:iCs/>
        </w:rPr>
        <w:t>lühidalt peamised eesmärgid ja tegevused</w:t>
      </w:r>
      <w:r w:rsidRPr="00C670A9">
        <w:t>)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FE1A2C" w:rsidRPr="00C670A9" w14:paraId="4DE00C34" w14:textId="77777777" w:rsidTr="00E230CC">
        <w:tc>
          <w:tcPr>
            <w:tcW w:w="9356" w:type="dxa"/>
          </w:tcPr>
          <w:p w14:paraId="41CE3CBF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1FFD47A0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52B18F9A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00DEF5EB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048CEC3A" w14:textId="77777777" w:rsidR="00FE1A2C" w:rsidRPr="00C670A9" w:rsidRDefault="00FE1A2C" w:rsidP="00E230CC">
            <w:pPr>
              <w:spacing w:line="240" w:lineRule="auto"/>
              <w:rPr>
                <w:u w:val="single"/>
              </w:rPr>
            </w:pPr>
          </w:p>
          <w:p w14:paraId="2D4F14DC" w14:textId="77777777" w:rsidR="00FE1A2C" w:rsidRPr="00C670A9" w:rsidRDefault="00FE1A2C" w:rsidP="00E230CC">
            <w:pPr>
              <w:spacing w:line="240" w:lineRule="auto"/>
              <w:ind w:left="-70"/>
              <w:rPr>
                <w:u w:val="single"/>
              </w:rPr>
            </w:pPr>
          </w:p>
        </w:tc>
      </w:tr>
    </w:tbl>
    <w:p w14:paraId="2740FDFF" w14:textId="77777777" w:rsidR="00FE1A2C" w:rsidRPr="00C670A9" w:rsidRDefault="00FE1A2C" w:rsidP="00FE1A2C">
      <w:pPr>
        <w:rPr>
          <w:u w:val="single"/>
        </w:rPr>
      </w:pPr>
    </w:p>
    <w:p w14:paraId="035CEC5E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b/>
          <w:bCs/>
        </w:rPr>
      </w:pPr>
      <w:r w:rsidRPr="00C670A9">
        <w:rPr>
          <w:b/>
          <w:bCs/>
        </w:rPr>
        <w:t>Taotleja organisatsiooni finantsnäitajad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1"/>
        <w:gridCol w:w="4905"/>
      </w:tblGrid>
      <w:tr w:rsidR="00FE1A2C" w:rsidRPr="006D08E7" w14:paraId="20489780" w14:textId="77777777" w:rsidTr="00E230CC">
        <w:tc>
          <w:tcPr>
            <w:tcW w:w="4451" w:type="dxa"/>
            <w:shd w:val="clear" w:color="auto" w:fill="E0E0E0"/>
          </w:tcPr>
          <w:p w14:paraId="1EE485A0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Taotluse esitamisele eelneva aasta eelarve (täitmine)</w:t>
            </w:r>
          </w:p>
        </w:tc>
        <w:tc>
          <w:tcPr>
            <w:tcW w:w="4905" w:type="dxa"/>
          </w:tcPr>
          <w:p w14:paraId="3FE71CCC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3BCD2A21" w14:textId="77777777" w:rsidTr="00E230CC">
        <w:tc>
          <w:tcPr>
            <w:tcW w:w="4451" w:type="dxa"/>
            <w:shd w:val="clear" w:color="auto" w:fill="E0E0E0"/>
          </w:tcPr>
          <w:p w14:paraId="1BE8D7BA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Taotluse esitamise aasta eelarve (prognoos)</w:t>
            </w:r>
          </w:p>
        </w:tc>
        <w:tc>
          <w:tcPr>
            <w:tcW w:w="4905" w:type="dxa"/>
          </w:tcPr>
          <w:p w14:paraId="4EA8C652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0121CE0E" w14:textId="77777777" w:rsidTr="00E230CC">
        <w:tc>
          <w:tcPr>
            <w:tcW w:w="4451" w:type="dxa"/>
            <w:shd w:val="clear" w:color="auto" w:fill="E0E0E0"/>
          </w:tcPr>
          <w:p w14:paraId="48D614DF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Laenukoormus taotluse esitamise hetkel</w:t>
            </w:r>
          </w:p>
        </w:tc>
        <w:tc>
          <w:tcPr>
            <w:tcW w:w="4905" w:type="dxa"/>
          </w:tcPr>
          <w:p w14:paraId="57EB8388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</w:tbl>
    <w:p w14:paraId="08EA93CE" w14:textId="77777777" w:rsidR="00FE1A2C" w:rsidRDefault="00FE1A2C" w:rsidP="00FE1A2C">
      <w:pPr>
        <w:rPr>
          <w:b/>
          <w:bCs/>
        </w:rPr>
      </w:pPr>
    </w:p>
    <w:p w14:paraId="2A34F977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b/>
          <w:i/>
          <w:iCs/>
          <w:szCs w:val="22"/>
        </w:rPr>
      </w:pPr>
      <w:r w:rsidRPr="00AC2483">
        <w:rPr>
          <w:b/>
          <w:bCs/>
        </w:rPr>
        <w:t>Projekti partnerid</w:t>
      </w:r>
      <w:r w:rsidRPr="00AC2483">
        <w:rPr>
          <w:rStyle w:val="FootnoteReference"/>
        </w:rPr>
        <w:footnoteReference w:id="1"/>
      </w:r>
      <w:r w:rsidRPr="00F60FC8">
        <w:rPr>
          <w:b/>
          <w:bCs/>
          <w:sz w:val="22"/>
          <w:szCs w:val="22"/>
        </w:rPr>
        <w:t xml:space="preserve"> </w:t>
      </w:r>
      <w:r w:rsidRPr="00C670A9">
        <w:rPr>
          <w:szCs w:val="18"/>
        </w:rPr>
        <w:t>(</w:t>
      </w:r>
      <w:r w:rsidRPr="00C670A9">
        <w:rPr>
          <w:i/>
          <w:iCs/>
          <w:szCs w:val="18"/>
        </w:rPr>
        <w:t>kui kohaldub)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2802"/>
        <w:gridCol w:w="3728"/>
      </w:tblGrid>
      <w:tr w:rsidR="00FE1A2C" w:rsidRPr="00C670A9" w14:paraId="7F683ECE" w14:textId="77777777" w:rsidTr="00E230CC">
        <w:trPr>
          <w:trHeight w:val="289"/>
          <w:jc w:val="center"/>
        </w:trPr>
        <w:tc>
          <w:tcPr>
            <w:tcW w:w="2968" w:type="dxa"/>
            <w:shd w:val="pct10" w:color="auto" w:fill="FFFFFF"/>
            <w:vAlign w:val="center"/>
          </w:tcPr>
          <w:p w14:paraId="4D530EFA" w14:textId="77777777" w:rsidR="00FE1A2C" w:rsidRPr="00C670A9" w:rsidRDefault="00FE1A2C" w:rsidP="00E230CC">
            <w:pPr>
              <w:ind w:left="-205"/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2802" w:type="dxa"/>
            <w:shd w:val="pct10" w:color="auto" w:fill="FFFFFF"/>
          </w:tcPr>
          <w:p w14:paraId="06726C9F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  <w:r w:rsidRPr="00C670A9">
              <w:rPr>
                <w:spacing w:val="-2"/>
              </w:rPr>
              <w:t>Partner 1</w:t>
            </w:r>
          </w:p>
        </w:tc>
        <w:tc>
          <w:tcPr>
            <w:tcW w:w="3728" w:type="dxa"/>
            <w:shd w:val="pct10" w:color="auto" w:fill="FFFFFF"/>
          </w:tcPr>
          <w:p w14:paraId="6EBDB8D2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  <w:r w:rsidRPr="00C670A9">
              <w:rPr>
                <w:spacing w:val="-2"/>
              </w:rPr>
              <w:t>Partner 2</w:t>
            </w:r>
          </w:p>
        </w:tc>
      </w:tr>
      <w:tr w:rsidR="00FE1A2C" w:rsidRPr="00C670A9" w14:paraId="10ECE694" w14:textId="77777777" w:rsidTr="00E230CC">
        <w:trPr>
          <w:trHeight w:val="276"/>
          <w:jc w:val="center"/>
        </w:trPr>
        <w:tc>
          <w:tcPr>
            <w:tcW w:w="2968" w:type="dxa"/>
            <w:shd w:val="pct10" w:color="auto" w:fill="auto"/>
          </w:tcPr>
          <w:p w14:paraId="5D3E620A" w14:textId="77777777" w:rsidR="00FE1A2C" w:rsidRPr="00C670A9" w:rsidRDefault="00FE1A2C" w:rsidP="00E230CC">
            <w:pPr>
              <w:rPr>
                <w:spacing w:val="-2"/>
              </w:rPr>
            </w:pPr>
            <w:r>
              <w:rPr>
                <w:spacing w:val="-2"/>
              </w:rPr>
              <w:t>J</w:t>
            </w:r>
            <w:r w:rsidRPr="00C670A9">
              <w:rPr>
                <w:spacing w:val="-2"/>
              </w:rPr>
              <w:t>uriidiline nimi</w:t>
            </w:r>
          </w:p>
        </w:tc>
        <w:tc>
          <w:tcPr>
            <w:tcW w:w="2802" w:type="dxa"/>
          </w:tcPr>
          <w:p w14:paraId="3D44078E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3728" w:type="dxa"/>
          </w:tcPr>
          <w:p w14:paraId="75E297F7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FE1A2C" w:rsidRPr="00C670A9" w14:paraId="242A98BC" w14:textId="77777777" w:rsidTr="00E230CC">
        <w:trPr>
          <w:trHeight w:val="276"/>
          <w:jc w:val="center"/>
        </w:trPr>
        <w:tc>
          <w:tcPr>
            <w:tcW w:w="2968" w:type="dxa"/>
            <w:shd w:val="pct10" w:color="auto" w:fill="auto"/>
          </w:tcPr>
          <w:p w14:paraId="6B567B61" w14:textId="77777777" w:rsidR="00FE1A2C" w:rsidRPr="00C670A9" w:rsidRDefault="00FE1A2C" w:rsidP="00E230CC">
            <w:pPr>
              <w:rPr>
                <w:spacing w:val="-2"/>
              </w:rPr>
            </w:pPr>
            <w:r w:rsidRPr="00C670A9">
              <w:rPr>
                <w:spacing w:val="-2"/>
              </w:rPr>
              <w:t>Registrinumber</w:t>
            </w:r>
          </w:p>
        </w:tc>
        <w:tc>
          <w:tcPr>
            <w:tcW w:w="2802" w:type="dxa"/>
          </w:tcPr>
          <w:p w14:paraId="6FC81A3E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3728" w:type="dxa"/>
          </w:tcPr>
          <w:p w14:paraId="6AA3ACD7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FE1A2C" w:rsidRPr="00C670A9" w14:paraId="67E7B467" w14:textId="77777777" w:rsidTr="00E230CC">
        <w:trPr>
          <w:trHeight w:val="550"/>
          <w:jc w:val="center"/>
        </w:trPr>
        <w:tc>
          <w:tcPr>
            <w:tcW w:w="2968" w:type="dxa"/>
            <w:shd w:val="pct10" w:color="auto" w:fill="auto"/>
          </w:tcPr>
          <w:p w14:paraId="11323BF7" w14:textId="77777777" w:rsidR="00FE1A2C" w:rsidRPr="00C670A9" w:rsidRDefault="00FE1A2C" w:rsidP="00E230CC">
            <w:pPr>
              <w:rPr>
                <w:spacing w:val="-2"/>
              </w:rPr>
            </w:pPr>
            <w:r w:rsidRPr="00C670A9">
              <w:rPr>
                <w:spacing w:val="-2"/>
              </w:rPr>
              <w:t>Varasem koostöö taotleja organisatsiooniga</w:t>
            </w:r>
          </w:p>
        </w:tc>
        <w:tc>
          <w:tcPr>
            <w:tcW w:w="2802" w:type="dxa"/>
          </w:tcPr>
          <w:p w14:paraId="4F333A23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3728" w:type="dxa"/>
          </w:tcPr>
          <w:p w14:paraId="7B4A2E86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FE1A2C" w:rsidRPr="00C670A9" w14:paraId="7341CCB5" w14:textId="77777777" w:rsidTr="00E230CC">
        <w:trPr>
          <w:trHeight w:val="565"/>
          <w:jc w:val="center"/>
        </w:trPr>
        <w:tc>
          <w:tcPr>
            <w:tcW w:w="2968" w:type="dxa"/>
            <w:shd w:val="pct10" w:color="auto" w:fill="auto"/>
          </w:tcPr>
          <w:p w14:paraId="3F00B8A5" w14:textId="77777777" w:rsidR="00FE1A2C" w:rsidRPr="00C670A9" w:rsidRDefault="00FE1A2C" w:rsidP="00E230CC">
            <w:pPr>
              <w:rPr>
                <w:spacing w:val="-2"/>
              </w:rPr>
            </w:pPr>
            <w:r w:rsidRPr="00C670A9">
              <w:rPr>
                <w:spacing w:val="-2"/>
              </w:rPr>
              <w:t xml:space="preserve">Roll ja osalus kavandatava projekti </w:t>
            </w:r>
            <w:proofErr w:type="spellStart"/>
            <w:r w:rsidRPr="00C670A9">
              <w:rPr>
                <w:spacing w:val="-2"/>
              </w:rPr>
              <w:t>ellurakendamisel</w:t>
            </w:r>
            <w:proofErr w:type="spellEnd"/>
            <w:r w:rsidRPr="00C670A9">
              <w:rPr>
                <w:spacing w:val="-2"/>
              </w:rPr>
              <w:t xml:space="preserve"> </w:t>
            </w:r>
          </w:p>
        </w:tc>
        <w:tc>
          <w:tcPr>
            <w:tcW w:w="2802" w:type="dxa"/>
          </w:tcPr>
          <w:p w14:paraId="19B87AFE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  <w:tc>
          <w:tcPr>
            <w:tcW w:w="3728" w:type="dxa"/>
          </w:tcPr>
          <w:p w14:paraId="55532F13" w14:textId="77777777" w:rsidR="00FE1A2C" w:rsidRPr="00C670A9" w:rsidRDefault="00FE1A2C" w:rsidP="00E230CC">
            <w:pPr>
              <w:rPr>
                <w:rStyle w:val="FootnoteReference"/>
                <w:spacing w:val="-2"/>
                <w:lang w:eastAsia="lt-LT"/>
              </w:rPr>
            </w:pPr>
          </w:p>
        </w:tc>
      </w:tr>
    </w:tbl>
    <w:p w14:paraId="3E572FAB" w14:textId="77777777" w:rsidR="00FE1A2C" w:rsidRPr="00C670A9" w:rsidRDefault="00FE1A2C" w:rsidP="00FE1A2C">
      <w:pPr>
        <w:rPr>
          <w:szCs w:val="22"/>
          <w:u w:val="single"/>
        </w:rPr>
      </w:pPr>
    </w:p>
    <w:p w14:paraId="31CC8CF6" w14:textId="77777777" w:rsidR="00FE1A2C" w:rsidRPr="00C670A9" w:rsidRDefault="00FE1A2C" w:rsidP="00FE1A2C">
      <w:pPr>
        <w:rPr>
          <w:i/>
          <w:iCs/>
          <w:spacing w:val="-3"/>
          <w:szCs w:val="18"/>
        </w:rPr>
      </w:pPr>
      <w:r w:rsidRPr="00C670A9">
        <w:rPr>
          <w:b/>
          <w:bCs/>
          <w:i/>
          <w:iCs/>
          <w:spacing w:val="-3"/>
          <w:szCs w:val="18"/>
        </w:rPr>
        <w:t>Märkus:</w:t>
      </w:r>
      <w:r>
        <w:rPr>
          <w:i/>
          <w:iCs/>
          <w:spacing w:val="-3"/>
          <w:szCs w:val="18"/>
        </w:rPr>
        <w:t xml:space="preserve"> Palun lisage taotlusele </w:t>
      </w:r>
      <w:r w:rsidRPr="00C670A9">
        <w:rPr>
          <w:i/>
          <w:iCs/>
          <w:spacing w:val="-3"/>
          <w:szCs w:val="18"/>
        </w:rPr>
        <w:t>allkirjastatud partnerluse kinnitus</w:t>
      </w:r>
      <w:r>
        <w:rPr>
          <w:i/>
          <w:iCs/>
          <w:spacing w:val="-3"/>
          <w:szCs w:val="18"/>
        </w:rPr>
        <w:t>.</w:t>
      </w:r>
    </w:p>
    <w:p w14:paraId="0F488B0B" w14:textId="77777777" w:rsidR="00FE1A2C" w:rsidRPr="00C670A9" w:rsidRDefault="00FE1A2C" w:rsidP="00FE1A2C">
      <w:pPr>
        <w:rPr>
          <w:i/>
          <w:iCs/>
          <w:spacing w:val="-3"/>
          <w:szCs w:val="22"/>
        </w:rPr>
      </w:pPr>
    </w:p>
    <w:p w14:paraId="540E2C67" w14:textId="2808D43A" w:rsidR="00FE1A2C" w:rsidRPr="00C670A9" w:rsidRDefault="00FE1A2C" w:rsidP="00750DB2">
      <w:pPr>
        <w:widowControl/>
        <w:suppressAutoHyphens w:val="0"/>
        <w:spacing w:line="240" w:lineRule="auto"/>
        <w:jc w:val="left"/>
        <w:rPr>
          <w:i/>
          <w:iCs/>
          <w:spacing w:val="-3"/>
          <w:szCs w:val="22"/>
        </w:rPr>
      </w:pPr>
      <w:r>
        <w:rPr>
          <w:i/>
          <w:iCs/>
          <w:spacing w:val="-3"/>
          <w:szCs w:val="22"/>
        </w:rPr>
        <w:br w:type="page"/>
      </w:r>
    </w:p>
    <w:p w14:paraId="3ECA5D89" w14:textId="77777777" w:rsidR="00FE1A2C" w:rsidRPr="00C670A9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i/>
          <w:iCs/>
          <w:spacing w:val="-3"/>
          <w:szCs w:val="22"/>
        </w:rPr>
      </w:pPr>
      <w:r w:rsidRPr="00C670A9">
        <w:rPr>
          <w:b/>
          <w:iCs/>
          <w:spacing w:val="-3"/>
        </w:rPr>
        <w:lastRenderedPageBreak/>
        <w:t>Partnerluse vajalikkuse põhjendus projekti seisukohast</w:t>
      </w:r>
      <w:r w:rsidRPr="00C670A9">
        <w:rPr>
          <w:b/>
          <w:iCs/>
          <w:spacing w:val="-3"/>
          <w:szCs w:val="22"/>
        </w:rPr>
        <w:t xml:space="preserve"> </w:t>
      </w:r>
      <w:r w:rsidRPr="00C670A9">
        <w:rPr>
          <w:i/>
          <w:iCs/>
          <w:spacing w:val="-3"/>
          <w:szCs w:val="18"/>
        </w:rPr>
        <w:t>(kui kohaldub)</w:t>
      </w:r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3"/>
      </w:tblGrid>
      <w:tr w:rsidR="00FE1A2C" w:rsidRPr="006D08E7" w14:paraId="7037A7A8" w14:textId="77777777" w:rsidTr="00E230CC">
        <w:trPr>
          <w:trHeight w:val="558"/>
        </w:trPr>
        <w:tc>
          <w:tcPr>
            <w:tcW w:w="9213" w:type="dxa"/>
          </w:tcPr>
          <w:p w14:paraId="74731CBE" w14:textId="77777777" w:rsidR="00FE1A2C" w:rsidRPr="006D08E7" w:rsidRDefault="00FE1A2C" w:rsidP="00E230CC">
            <w:pPr>
              <w:rPr>
                <w:bCs/>
                <w:i/>
                <w:szCs w:val="18"/>
              </w:rPr>
            </w:pPr>
          </w:p>
          <w:p w14:paraId="7F22AC44" w14:textId="77777777" w:rsidR="00FE1A2C" w:rsidRPr="006D08E7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2227DB15" w14:textId="77777777" w:rsidR="00FE1A2C" w:rsidRPr="00C670A9" w:rsidRDefault="00FE1A2C" w:rsidP="00FE1A2C">
      <w:pPr>
        <w:rPr>
          <w:b/>
          <w:bCs/>
        </w:rPr>
      </w:pPr>
    </w:p>
    <w:p w14:paraId="6E0C82A0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bCs/>
          <w:i/>
        </w:rPr>
      </w:pPr>
      <w:r w:rsidRPr="00C670A9">
        <w:rPr>
          <w:b/>
          <w:bCs/>
        </w:rPr>
        <w:t xml:space="preserve">Taotlejale </w:t>
      </w:r>
      <w:r>
        <w:rPr>
          <w:b/>
          <w:bCs/>
        </w:rPr>
        <w:t xml:space="preserve">ja/või partnerile </w:t>
      </w:r>
      <w:r w:rsidRPr="00C670A9">
        <w:rPr>
          <w:b/>
          <w:bCs/>
        </w:rPr>
        <w:t xml:space="preserve">samas valdkonnas </w:t>
      </w:r>
      <w:r>
        <w:rPr>
          <w:b/>
          <w:bCs/>
        </w:rPr>
        <w:t xml:space="preserve">viimase kolme aasta jooksul </w:t>
      </w:r>
      <w:r w:rsidRPr="00C670A9">
        <w:rPr>
          <w:b/>
          <w:bCs/>
        </w:rPr>
        <w:t xml:space="preserve">eraldatud ja eraldatavad toetused Euroopa Liidu institutsioonide allikatest või eraldised riigieelarvelistest vahenditest ning rahastatud projektid* </w:t>
      </w:r>
      <w:r>
        <w:rPr>
          <w:bCs/>
          <w:i/>
          <w:sz w:val="22"/>
          <w:szCs w:val="22"/>
        </w:rPr>
        <w:t>(</w:t>
      </w:r>
      <w:r w:rsidRPr="00BC31FE">
        <w:rPr>
          <w:bCs/>
          <w:i/>
          <w:sz w:val="22"/>
          <w:szCs w:val="22"/>
        </w:rPr>
        <w:t>Andmed teiste projektide kohta, mis on seotud taotluse tegevusvaldkonnaga (sh nt Euroopa Komisjoni otsetoetused jne</w:t>
      </w:r>
      <w:r>
        <w:rPr>
          <w:bCs/>
          <w:i/>
          <w:sz w:val="22"/>
          <w:szCs w:val="22"/>
        </w:rPr>
        <w:t>)</w:t>
      </w:r>
      <w:r w:rsidRPr="00BC31FE">
        <w:rPr>
          <w:bCs/>
          <w:i/>
          <w:sz w:val="22"/>
          <w:szCs w:val="22"/>
        </w:rPr>
        <w:t>. Näidata ära ka need taotlused, mis on esitatud, kuid mille rahastamis</w:t>
      </w:r>
      <w:r>
        <w:rPr>
          <w:bCs/>
          <w:i/>
          <w:sz w:val="22"/>
          <w:szCs w:val="22"/>
        </w:rPr>
        <w:t>t</w:t>
      </w:r>
      <w:r w:rsidRPr="00BC31FE">
        <w:rPr>
          <w:bCs/>
          <w:i/>
          <w:sz w:val="22"/>
          <w:szCs w:val="22"/>
        </w:rPr>
        <w:t xml:space="preserve">  pole veel otsust</w:t>
      </w:r>
      <w:r>
        <w:rPr>
          <w:bCs/>
          <w:i/>
          <w:sz w:val="22"/>
          <w:szCs w:val="22"/>
        </w:rPr>
        <w:t>atud</w:t>
      </w:r>
      <w:r w:rsidRPr="00BC31FE">
        <w:rPr>
          <w:bCs/>
          <w:i/>
          <w:sz w:val="22"/>
          <w:szCs w:val="22"/>
        </w:rPr>
        <w:t>.</w:t>
      </w:r>
      <w:r>
        <w:rPr>
          <w:bCs/>
          <w:i/>
          <w:sz w:val="22"/>
          <w:szCs w:val="22"/>
        </w:rPr>
        <w:t>)</w:t>
      </w:r>
    </w:p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309"/>
        <w:gridCol w:w="1792"/>
        <w:gridCol w:w="3117"/>
      </w:tblGrid>
      <w:tr w:rsidR="00FE1A2C" w:rsidRPr="006D08E7" w14:paraId="045518C6" w14:textId="77777777" w:rsidTr="00E230CC">
        <w:tc>
          <w:tcPr>
            <w:tcW w:w="1063" w:type="dxa"/>
            <w:shd w:val="clear" w:color="auto" w:fill="E0E0E0"/>
          </w:tcPr>
          <w:p w14:paraId="70FC37B2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Aasta</w:t>
            </w:r>
          </w:p>
        </w:tc>
        <w:tc>
          <w:tcPr>
            <w:tcW w:w="3309" w:type="dxa"/>
            <w:shd w:val="clear" w:color="auto" w:fill="E0E0E0"/>
          </w:tcPr>
          <w:p w14:paraId="16F1A65F" w14:textId="77777777" w:rsidR="00FE1A2C" w:rsidRPr="006D08E7" w:rsidRDefault="00FE1A2C" w:rsidP="00E230CC">
            <w:pPr>
              <w:rPr>
                <w:bCs/>
              </w:rPr>
            </w:pPr>
            <w:r>
              <w:rPr>
                <w:bCs/>
              </w:rPr>
              <w:t>Toetuse summa (eurot</w:t>
            </w:r>
            <w:r w:rsidRPr="006D08E7">
              <w:rPr>
                <w:bCs/>
              </w:rPr>
              <w:t>), omafinantseeringu summa</w:t>
            </w:r>
          </w:p>
        </w:tc>
        <w:tc>
          <w:tcPr>
            <w:tcW w:w="1792" w:type="dxa"/>
            <w:shd w:val="clear" w:color="auto" w:fill="E0E0E0"/>
          </w:tcPr>
          <w:p w14:paraId="4F8843FB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Toetuse allikas</w:t>
            </w:r>
          </w:p>
        </w:tc>
        <w:tc>
          <w:tcPr>
            <w:tcW w:w="3117" w:type="dxa"/>
            <w:shd w:val="clear" w:color="auto" w:fill="E0E0E0"/>
          </w:tcPr>
          <w:p w14:paraId="39A4DA3D" w14:textId="77777777" w:rsidR="00FE1A2C" w:rsidRPr="006D08E7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Toetuse kasutamine (projektid) ja seos taotletava projektiga</w:t>
            </w:r>
          </w:p>
        </w:tc>
      </w:tr>
      <w:tr w:rsidR="00FE1A2C" w:rsidRPr="006D08E7" w14:paraId="63A46002" w14:textId="77777777" w:rsidTr="00E230CC">
        <w:tc>
          <w:tcPr>
            <w:tcW w:w="1063" w:type="dxa"/>
          </w:tcPr>
          <w:p w14:paraId="4FA429C3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67E302C4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0AEE0CBF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696BB24F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07F632F0" w14:textId="77777777" w:rsidTr="00E230CC">
        <w:tc>
          <w:tcPr>
            <w:tcW w:w="1063" w:type="dxa"/>
          </w:tcPr>
          <w:p w14:paraId="3404085D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19C1B73F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379FAF19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040D294D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5291CCE3" w14:textId="77777777" w:rsidTr="00E230CC">
        <w:tc>
          <w:tcPr>
            <w:tcW w:w="1063" w:type="dxa"/>
          </w:tcPr>
          <w:p w14:paraId="0B0CCB00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04D4801E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6743AC74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2A3BC8C4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1CB31282" w14:textId="77777777" w:rsidTr="00E230CC">
        <w:tc>
          <w:tcPr>
            <w:tcW w:w="1063" w:type="dxa"/>
          </w:tcPr>
          <w:p w14:paraId="3E6DF775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1BBB18ED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73B7F245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72D6276A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1516DFE2" w14:textId="77777777" w:rsidTr="00E230CC">
        <w:tc>
          <w:tcPr>
            <w:tcW w:w="1063" w:type="dxa"/>
          </w:tcPr>
          <w:p w14:paraId="1CD9C897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309" w:type="dxa"/>
          </w:tcPr>
          <w:p w14:paraId="69F107A5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1792" w:type="dxa"/>
          </w:tcPr>
          <w:p w14:paraId="5EBF2705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3117" w:type="dxa"/>
          </w:tcPr>
          <w:p w14:paraId="6648E21A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</w:tbl>
    <w:p w14:paraId="29978BD0" w14:textId="77777777" w:rsidR="00FE1A2C" w:rsidRDefault="00FE1A2C" w:rsidP="00FE1A2C">
      <w:pPr>
        <w:rPr>
          <w:bCs/>
          <w:i/>
          <w:sz w:val="22"/>
          <w:szCs w:val="22"/>
        </w:rPr>
      </w:pPr>
    </w:p>
    <w:p w14:paraId="35DB7292" w14:textId="77777777" w:rsidR="00FE1A2C" w:rsidRDefault="00FE1A2C" w:rsidP="00FE1A2C">
      <w:pPr>
        <w:rPr>
          <w:bCs/>
          <w:i/>
          <w:sz w:val="22"/>
          <w:szCs w:val="22"/>
        </w:rPr>
      </w:pPr>
      <w:r w:rsidRPr="00BC31FE">
        <w:rPr>
          <w:bCs/>
          <w:i/>
          <w:sz w:val="22"/>
          <w:szCs w:val="22"/>
        </w:rPr>
        <w:t xml:space="preserve">* </w:t>
      </w:r>
      <w:r>
        <w:rPr>
          <w:bCs/>
          <w:i/>
          <w:sz w:val="22"/>
          <w:szCs w:val="22"/>
        </w:rPr>
        <w:t>vajadusel lisada ridu</w:t>
      </w:r>
    </w:p>
    <w:p w14:paraId="3EC713DF" w14:textId="77777777" w:rsidR="00FE1A2C" w:rsidRDefault="00FE1A2C" w:rsidP="00FE1A2C">
      <w:pPr>
        <w:rPr>
          <w:bCs/>
          <w:i/>
          <w:sz w:val="22"/>
          <w:szCs w:val="22"/>
        </w:rPr>
      </w:pPr>
    </w:p>
    <w:p w14:paraId="76521AC4" w14:textId="77777777" w:rsidR="00FE1A2C" w:rsidRDefault="00FE1A2C" w:rsidP="00FE1A2C">
      <w:pPr>
        <w:spacing w:after="200" w:line="276" w:lineRule="auto"/>
        <w:jc w:val="lef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DB3E2" w:themeFill="text2" w:themeFillTint="66"/>
        <w:tblLook w:val="01E0" w:firstRow="1" w:lastRow="1" w:firstColumn="1" w:lastColumn="1" w:noHBand="0" w:noVBand="0"/>
      </w:tblPr>
      <w:tblGrid>
        <w:gridCol w:w="8748"/>
      </w:tblGrid>
      <w:tr w:rsidR="00FE1A2C" w:rsidRPr="00C670A9" w14:paraId="44C6B85E" w14:textId="77777777" w:rsidTr="00E230CC">
        <w:trPr>
          <w:trHeight w:val="566"/>
        </w:trPr>
        <w:tc>
          <w:tcPr>
            <w:tcW w:w="8748" w:type="dxa"/>
            <w:shd w:val="clear" w:color="auto" w:fill="8DB3E2" w:themeFill="text2" w:themeFillTint="66"/>
          </w:tcPr>
          <w:p w14:paraId="46D9B95A" w14:textId="77777777" w:rsidR="00FE1A2C" w:rsidRPr="006D08E7" w:rsidRDefault="00FE1A2C" w:rsidP="00E230CC">
            <w:pPr>
              <w:rPr>
                <w:b/>
              </w:rPr>
            </w:pPr>
          </w:p>
          <w:p w14:paraId="29A89E1E" w14:textId="77777777" w:rsidR="00FE1A2C" w:rsidRPr="00C670A9" w:rsidRDefault="00FE1A2C" w:rsidP="00E230CC">
            <w:pPr>
              <w:jc w:val="center"/>
            </w:pPr>
            <w:r w:rsidRPr="004D71E2">
              <w:rPr>
                <w:b/>
              </w:rPr>
              <w:t>II PROJEKT</w:t>
            </w:r>
          </w:p>
        </w:tc>
      </w:tr>
    </w:tbl>
    <w:p w14:paraId="169BD554" w14:textId="77777777" w:rsidR="00FE1A2C" w:rsidRPr="00C670A9" w:rsidRDefault="00FE1A2C" w:rsidP="00FE1A2C"/>
    <w:p w14:paraId="7353AF8F" w14:textId="77777777" w:rsidR="00FE1A2C" w:rsidRPr="00C670A9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firstLine="0"/>
        <w:rPr>
          <w:b/>
          <w:bCs/>
          <w:szCs w:val="28"/>
        </w:rPr>
      </w:pPr>
      <w:r w:rsidRPr="00C670A9">
        <w:rPr>
          <w:b/>
          <w:bCs/>
          <w:szCs w:val="28"/>
        </w:rPr>
        <w:t>KIRJELDUS</w:t>
      </w:r>
    </w:p>
    <w:p w14:paraId="6C82FC0E" w14:textId="77777777" w:rsidR="00FE1A2C" w:rsidRPr="00C670A9" w:rsidRDefault="00FE1A2C" w:rsidP="00FE1A2C">
      <w:pPr>
        <w:rPr>
          <w:b/>
          <w:bCs/>
        </w:rPr>
      </w:pPr>
    </w:p>
    <w:p w14:paraId="780C8FB5" w14:textId="77777777" w:rsidR="00FE1A2C" w:rsidRPr="006662F3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outlineLvl w:val="0"/>
        <w:rPr>
          <w:u w:val="single"/>
        </w:rPr>
      </w:pPr>
      <w:r w:rsidRPr="00C670A9">
        <w:rPr>
          <w:b/>
          <w:bCs/>
        </w:rPr>
        <w:t>Projekti</w:t>
      </w:r>
      <w:r>
        <w:rPr>
          <w:b/>
          <w:bCs/>
        </w:rPr>
        <w:t xml:space="preserve"> pealkiri</w:t>
      </w:r>
      <w:r w:rsidRPr="00C670A9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FE1A2C" w14:paraId="740875EF" w14:textId="77777777" w:rsidTr="00E230CC">
        <w:trPr>
          <w:trHeight w:val="930"/>
        </w:trPr>
        <w:tc>
          <w:tcPr>
            <w:tcW w:w="8926" w:type="dxa"/>
          </w:tcPr>
          <w:p w14:paraId="14F1FEE1" w14:textId="77777777" w:rsidR="00FE1A2C" w:rsidRPr="004D71E2" w:rsidRDefault="00FE1A2C" w:rsidP="00E230CC">
            <w:pPr>
              <w:outlineLvl w:val="0"/>
              <w:rPr>
                <w:i/>
                <w:sz w:val="20"/>
                <w:szCs w:val="20"/>
              </w:rPr>
            </w:pPr>
            <w:r w:rsidRPr="004D71E2">
              <w:rPr>
                <w:i/>
                <w:sz w:val="20"/>
                <w:szCs w:val="20"/>
              </w:rPr>
              <w:t>Kuni 10 sõna ja 90 tähemärki</w:t>
            </w:r>
          </w:p>
          <w:p w14:paraId="22CBB56A" w14:textId="77777777" w:rsidR="00FE1A2C" w:rsidRDefault="00FE1A2C" w:rsidP="00E230CC">
            <w:pPr>
              <w:outlineLvl w:val="0"/>
            </w:pPr>
          </w:p>
          <w:p w14:paraId="7BFB5568" w14:textId="77777777" w:rsidR="00FE1A2C" w:rsidRDefault="00FE1A2C" w:rsidP="00E230CC">
            <w:pPr>
              <w:outlineLvl w:val="0"/>
            </w:pPr>
          </w:p>
        </w:tc>
      </w:tr>
      <w:tr w:rsidR="00FE1A2C" w14:paraId="591D5572" w14:textId="77777777" w:rsidTr="00E230CC">
        <w:trPr>
          <w:trHeight w:val="688"/>
        </w:trPr>
        <w:tc>
          <w:tcPr>
            <w:tcW w:w="8926" w:type="dxa"/>
          </w:tcPr>
          <w:p w14:paraId="03A1351C" w14:textId="77777777" w:rsidR="00FE1A2C" w:rsidRDefault="00FE1A2C" w:rsidP="00E230CC">
            <w:pPr>
              <w:outlineLvl w:val="0"/>
              <w:rPr>
                <w:b/>
              </w:rPr>
            </w:pPr>
            <w:r w:rsidRPr="00F60FC8">
              <w:rPr>
                <w:b/>
              </w:rPr>
              <w:t>Lühend</w:t>
            </w:r>
          </w:p>
          <w:p w14:paraId="5A7F1A35" w14:textId="77777777" w:rsidR="00FE1A2C" w:rsidRPr="00F60FC8" w:rsidRDefault="00FE1A2C" w:rsidP="00E230CC">
            <w:pPr>
              <w:outlineLvl w:val="0"/>
              <w:rPr>
                <w:b/>
              </w:rPr>
            </w:pPr>
          </w:p>
        </w:tc>
      </w:tr>
    </w:tbl>
    <w:p w14:paraId="5563C95C" w14:textId="77777777" w:rsidR="00FE1A2C" w:rsidRDefault="00FE1A2C" w:rsidP="00FE1A2C">
      <w:pPr>
        <w:outlineLvl w:val="0"/>
      </w:pPr>
    </w:p>
    <w:p w14:paraId="7030AB2E" w14:textId="77777777" w:rsidR="00FE1A2C" w:rsidRDefault="00FE1A2C" w:rsidP="00FE1A2C">
      <w:pPr>
        <w:rPr>
          <w:b/>
        </w:rPr>
      </w:pPr>
      <w:r w:rsidRPr="00BE1036">
        <w:rPr>
          <w:b/>
        </w:rPr>
        <w:t xml:space="preserve"> Projekti </w:t>
      </w:r>
      <w:r>
        <w:rPr>
          <w:b/>
        </w:rPr>
        <w:t>pealkiri</w:t>
      </w:r>
      <w:r w:rsidRPr="00BE1036">
        <w:rPr>
          <w:b/>
        </w:rPr>
        <w:t xml:space="preserve"> inglise keeles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E1A2C" w14:paraId="61637096" w14:textId="77777777" w:rsidTr="00E230CC">
        <w:tc>
          <w:tcPr>
            <w:tcW w:w="8926" w:type="dxa"/>
          </w:tcPr>
          <w:p w14:paraId="1623FEF9" w14:textId="77777777" w:rsidR="00FE1A2C" w:rsidRPr="00BC31FE" w:rsidRDefault="00FE1A2C" w:rsidP="00E230CC">
            <w:pPr>
              <w:outlineLvl w:val="0"/>
              <w:rPr>
                <w:i/>
                <w:sz w:val="20"/>
              </w:rPr>
            </w:pPr>
            <w:r w:rsidRPr="00BC31FE">
              <w:rPr>
                <w:i/>
                <w:sz w:val="20"/>
              </w:rPr>
              <w:t>Kuni 10 sõna ja 90 tähemärki</w:t>
            </w:r>
          </w:p>
          <w:p w14:paraId="7DF94249" w14:textId="77777777" w:rsidR="00FE1A2C" w:rsidRDefault="00FE1A2C" w:rsidP="00E230CC">
            <w:pPr>
              <w:rPr>
                <w:u w:val="single"/>
              </w:rPr>
            </w:pPr>
          </w:p>
          <w:p w14:paraId="5E70F4B0" w14:textId="77777777" w:rsidR="00FE1A2C" w:rsidRPr="00C670A9" w:rsidRDefault="00FE1A2C" w:rsidP="00E230CC">
            <w:pPr>
              <w:rPr>
                <w:u w:val="single"/>
              </w:rPr>
            </w:pPr>
          </w:p>
          <w:p w14:paraId="2E67DBAE" w14:textId="77777777" w:rsidR="00FE1A2C" w:rsidRDefault="00FE1A2C" w:rsidP="00E230CC">
            <w:pPr>
              <w:outlineLvl w:val="0"/>
            </w:pPr>
          </w:p>
        </w:tc>
      </w:tr>
    </w:tbl>
    <w:p w14:paraId="3EE3042F" w14:textId="77777777" w:rsidR="00FE1A2C" w:rsidRDefault="00FE1A2C" w:rsidP="00FE1A2C">
      <w:pPr>
        <w:outlineLvl w:val="0"/>
      </w:pPr>
    </w:p>
    <w:p w14:paraId="262442D0" w14:textId="77777777" w:rsidR="00FE1A2C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b/>
          <w:bCs/>
        </w:rPr>
      </w:pPr>
      <w:r w:rsidRPr="00C670A9">
        <w:rPr>
          <w:b/>
          <w:bCs/>
        </w:rPr>
        <w:t>Projekti kestus</w:t>
      </w:r>
      <w:r>
        <w:rPr>
          <w:b/>
          <w:bCs/>
        </w:rPr>
        <w:t xml:space="preserve"> </w:t>
      </w:r>
      <w:r w:rsidRPr="0005099A">
        <w:rPr>
          <w:bCs/>
          <w:i/>
          <w:sz w:val="20"/>
        </w:rPr>
        <w:t>(NB! Projekti planeeritud algus ei tohi olla varasem abikõlblikkuse perioodi alguskuupäevast ja lõppkuupäev hilisem abikõlblikkuse perioodi lõppkuupäevast</w:t>
      </w:r>
      <w:r>
        <w:rPr>
          <w:bCs/>
          <w:i/>
          <w:sz w:val="20"/>
        </w:rPr>
        <w:t>.</w:t>
      </w:r>
      <w:r w:rsidRPr="0005099A">
        <w:rPr>
          <w:bCs/>
          <w:i/>
          <w:sz w:val="20"/>
        </w:rPr>
        <w:t>)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</w:tblGrid>
      <w:tr w:rsidR="00FE1A2C" w:rsidRPr="006D08E7" w14:paraId="13DE2462" w14:textId="77777777" w:rsidTr="00E230CC">
        <w:tc>
          <w:tcPr>
            <w:tcW w:w="8928" w:type="dxa"/>
          </w:tcPr>
          <w:p w14:paraId="5823E0D4" w14:textId="77777777" w:rsidR="00FE1A2C" w:rsidRPr="006D08E7" w:rsidRDefault="00FE1A2C" w:rsidP="00E230CC">
            <w:pPr>
              <w:rPr>
                <w:b/>
                <w:bCs/>
              </w:rPr>
            </w:pPr>
          </w:p>
          <w:p w14:paraId="737518DA" w14:textId="77777777" w:rsidR="00FE1A2C" w:rsidRDefault="00FE1A2C" w:rsidP="00E230CC">
            <w:pPr>
              <w:rPr>
                <w:bCs/>
              </w:rPr>
            </w:pPr>
            <w:r w:rsidRPr="006D08E7">
              <w:rPr>
                <w:bCs/>
              </w:rPr>
              <w:t>Projekt</w:t>
            </w:r>
            <w:r>
              <w:rPr>
                <w:bCs/>
              </w:rPr>
              <w:t>i planeeritud</w:t>
            </w:r>
            <w:r w:rsidRPr="006D08E7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alguskupäev</w:t>
            </w:r>
            <w:proofErr w:type="spellEnd"/>
            <w:r>
              <w:rPr>
                <w:bCs/>
              </w:rPr>
              <w:t xml:space="preserve"> PP.KK.AAAA</w:t>
            </w:r>
          </w:p>
          <w:p w14:paraId="6E475C5A" w14:textId="77777777" w:rsidR="00FE1A2C" w:rsidRDefault="00FE1A2C" w:rsidP="00E230CC">
            <w:pPr>
              <w:rPr>
                <w:bCs/>
              </w:rPr>
            </w:pPr>
            <w:r>
              <w:rPr>
                <w:bCs/>
              </w:rPr>
              <w:t xml:space="preserve">Projekti planeeritud lõpukuupäev </w:t>
            </w:r>
            <w:r w:rsidRPr="006D08E7">
              <w:rPr>
                <w:bCs/>
              </w:rPr>
              <w:t>PP.KK.AAAA</w:t>
            </w:r>
          </w:p>
          <w:p w14:paraId="42AEDDF5" w14:textId="77777777" w:rsidR="00FE1A2C" w:rsidRDefault="00FE1A2C" w:rsidP="00E230CC">
            <w:pPr>
              <w:rPr>
                <w:bCs/>
              </w:rPr>
            </w:pPr>
          </w:p>
          <w:p w14:paraId="4985E42F" w14:textId="77777777" w:rsidR="00FE1A2C" w:rsidRPr="006D08E7" w:rsidRDefault="00FE1A2C" w:rsidP="00E230CC">
            <w:pPr>
              <w:rPr>
                <w:bCs/>
              </w:rPr>
            </w:pPr>
            <w:r>
              <w:rPr>
                <w:bCs/>
              </w:rPr>
              <w:t>Projekt kestab …………. kuud.</w:t>
            </w:r>
          </w:p>
          <w:p w14:paraId="308FB34B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</w:tbl>
    <w:p w14:paraId="4C2678CD" w14:textId="77777777" w:rsidR="00FE1A2C" w:rsidRDefault="00FE1A2C" w:rsidP="00FE1A2C">
      <w:pPr>
        <w:rPr>
          <w:b/>
          <w:bCs/>
        </w:rPr>
      </w:pPr>
    </w:p>
    <w:p w14:paraId="7AF528F6" w14:textId="77777777" w:rsidR="00FE1A2C" w:rsidRPr="00B913B2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</w:pPr>
      <w:r w:rsidRPr="00F75132">
        <w:rPr>
          <w:b/>
          <w:bCs/>
        </w:rPr>
        <w:t xml:space="preserve">Projekti </w:t>
      </w:r>
      <w:r>
        <w:rPr>
          <w:b/>
          <w:bCs/>
        </w:rPr>
        <w:t xml:space="preserve">vajadus, eesmärk ja tulemused, sh seos valdkonna ja/või organisatsiooni eesmärkidega </w:t>
      </w:r>
      <w:r w:rsidRPr="00CC650A">
        <w:rPr>
          <w:bCs/>
          <w:i/>
        </w:rPr>
        <w:t>(</w:t>
      </w:r>
      <w:r w:rsidRPr="006D3966">
        <w:rPr>
          <w:bCs/>
          <w:i/>
        </w:rPr>
        <w:t xml:space="preserve">Kirjeldus peab andma </w:t>
      </w:r>
      <w:r>
        <w:rPr>
          <w:bCs/>
          <w:i/>
        </w:rPr>
        <w:t xml:space="preserve">konkreetse </w:t>
      </w:r>
      <w:r w:rsidRPr="006D3966">
        <w:rPr>
          <w:bCs/>
          <w:i/>
        </w:rPr>
        <w:t>ülevaate projektist.</w:t>
      </w:r>
      <w:r>
        <w:rPr>
          <w:bCs/>
          <w:i/>
        </w:rPr>
        <w:t xml:space="preserve"> </w:t>
      </w:r>
      <w:r w:rsidRPr="006D3966">
        <w:rPr>
          <w:bCs/>
          <w:i/>
        </w:rPr>
        <w:t xml:space="preserve">Palun kirjeldage projekti eesmärke, tegevusi, </w:t>
      </w:r>
      <w:r>
        <w:rPr>
          <w:bCs/>
          <w:i/>
        </w:rPr>
        <w:t xml:space="preserve">eelarvet, </w:t>
      </w:r>
      <w:r w:rsidRPr="006D3966">
        <w:rPr>
          <w:bCs/>
          <w:i/>
        </w:rPr>
        <w:t>ajakava</w:t>
      </w:r>
      <w:r>
        <w:rPr>
          <w:bCs/>
          <w:i/>
        </w:rPr>
        <w:t xml:space="preserve"> ja tulemusi.</w:t>
      </w:r>
      <w:r w:rsidRPr="00CC650A">
        <w:rPr>
          <w:bCs/>
          <w:i/>
        </w:rPr>
        <w:t>)</w:t>
      </w:r>
    </w:p>
    <w:p w14:paraId="2A315310" w14:textId="77777777" w:rsidR="00FE1A2C" w:rsidRPr="00CC650A" w:rsidRDefault="00FE1A2C" w:rsidP="00FE1A2C">
      <w:pPr>
        <w:widowControl/>
        <w:tabs>
          <w:tab w:val="num" w:pos="574"/>
        </w:tabs>
        <w:suppressAutoHyphens w:val="0"/>
        <w:spacing w:line="240" w:lineRule="auto"/>
      </w:pPr>
    </w:p>
    <w:p w14:paraId="414C63A8" w14:textId="77777777" w:rsidR="00FE1A2C" w:rsidRDefault="00FE1A2C" w:rsidP="00FE1A2C">
      <w:pPr>
        <w:rPr>
          <w:bCs/>
          <w:i/>
          <w:szCs w:val="18"/>
        </w:rPr>
      </w:pPr>
      <w:r w:rsidRPr="00C670A9">
        <w:rPr>
          <w:bCs/>
          <w:i/>
          <w:szCs w:val="18"/>
        </w:rPr>
        <w:t>NB! E</w:t>
      </w:r>
      <w:r>
        <w:rPr>
          <w:bCs/>
          <w:i/>
          <w:szCs w:val="18"/>
        </w:rPr>
        <w:t>raldi lisana</w:t>
      </w:r>
      <w:r w:rsidRPr="00C670A9">
        <w:rPr>
          <w:bCs/>
          <w:i/>
          <w:szCs w:val="18"/>
        </w:rPr>
        <w:t xml:space="preserve"> tuleb</w:t>
      </w:r>
      <w:r>
        <w:rPr>
          <w:bCs/>
          <w:i/>
          <w:szCs w:val="18"/>
        </w:rPr>
        <w:t xml:space="preserve"> esitada</w:t>
      </w:r>
      <w:r w:rsidRPr="00C670A9">
        <w:rPr>
          <w:bCs/>
          <w:i/>
          <w:szCs w:val="18"/>
        </w:rPr>
        <w:t xml:space="preserve"> ka </w:t>
      </w:r>
      <w:r>
        <w:rPr>
          <w:bCs/>
          <w:i/>
          <w:szCs w:val="18"/>
        </w:rPr>
        <w:t>projekti tegevuskava ja tulemused.</w:t>
      </w:r>
    </w:p>
    <w:p w14:paraId="2A97EB84" w14:textId="77777777" w:rsidR="00FE1A2C" w:rsidRPr="00F75132" w:rsidRDefault="00FE1A2C" w:rsidP="00FE1A2C">
      <w:pPr>
        <w:rPr>
          <w:u w:val="single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8"/>
      </w:tblGrid>
      <w:tr w:rsidR="00FE1A2C" w:rsidRPr="00F75132" w14:paraId="49012D5A" w14:textId="77777777" w:rsidTr="00E230CC">
        <w:tc>
          <w:tcPr>
            <w:tcW w:w="8928" w:type="dxa"/>
          </w:tcPr>
          <w:p w14:paraId="2132E55F" w14:textId="77777777" w:rsidR="00FE1A2C" w:rsidRDefault="00FE1A2C" w:rsidP="00E230CC">
            <w:pPr>
              <w:rPr>
                <w:i/>
                <w:sz w:val="20"/>
                <w:szCs w:val="20"/>
              </w:rPr>
            </w:pPr>
          </w:p>
          <w:p w14:paraId="38962CC1" w14:textId="77777777" w:rsidR="00FE1A2C" w:rsidRPr="004D71E2" w:rsidRDefault="00FE1A2C" w:rsidP="00E230CC">
            <w:pPr>
              <w:rPr>
                <w:i/>
                <w:sz w:val="20"/>
                <w:szCs w:val="20"/>
              </w:rPr>
            </w:pPr>
          </w:p>
          <w:p w14:paraId="743FA746" w14:textId="77777777" w:rsidR="00FE1A2C" w:rsidRPr="00F75132" w:rsidRDefault="00FE1A2C" w:rsidP="00E230CC">
            <w:pPr>
              <w:rPr>
                <w:u w:val="single"/>
              </w:rPr>
            </w:pPr>
          </w:p>
        </w:tc>
      </w:tr>
    </w:tbl>
    <w:p w14:paraId="4D35B886" w14:textId="77777777" w:rsidR="00FE1A2C" w:rsidRPr="00F75132" w:rsidRDefault="00FE1A2C" w:rsidP="00FE1A2C"/>
    <w:p w14:paraId="20F4DCED" w14:textId="77777777" w:rsidR="00FE1A2C" w:rsidRPr="006662F3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sz w:val="20"/>
          <w:u w:val="single"/>
        </w:rPr>
      </w:pPr>
      <w:r w:rsidRPr="00F75132">
        <w:rPr>
          <w:b/>
          <w:bCs/>
        </w:rPr>
        <w:t>Projekti</w:t>
      </w:r>
      <w:r>
        <w:rPr>
          <w:b/>
          <w:bCs/>
        </w:rPr>
        <w:t xml:space="preserve"> sihtrühmad </w:t>
      </w:r>
      <w:r w:rsidRPr="00F75132">
        <w:rPr>
          <w:bCs/>
          <w:i/>
          <w:sz w:val="20"/>
        </w:rPr>
        <w:t>(</w:t>
      </w:r>
      <w:r>
        <w:rPr>
          <w:bCs/>
          <w:i/>
          <w:sz w:val="20"/>
        </w:rPr>
        <w:t xml:space="preserve">Palun </w:t>
      </w:r>
      <w:r w:rsidRPr="00F75132">
        <w:rPr>
          <w:bCs/>
          <w:i/>
          <w:sz w:val="20"/>
        </w:rPr>
        <w:t xml:space="preserve">tooge välja nii otsesed kui kaudsed </w:t>
      </w:r>
      <w:r>
        <w:rPr>
          <w:bCs/>
          <w:i/>
          <w:sz w:val="20"/>
        </w:rPr>
        <w:t>sihtrühmad</w:t>
      </w:r>
      <w:r w:rsidRPr="00F75132">
        <w:rPr>
          <w:bCs/>
          <w:i/>
          <w:sz w:val="20"/>
        </w:rPr>
        <w:t>)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8"/>
      </w:tblGrid>
      <w:tr w:rsidR="00FE1A2C" w:rsidRPr="00F75132" w14:paraId="4D056FAF" w14:textId="77777777" w:rsidTr="00E230CC">
        <w:tc>
          <w:tcPr>
            <w:tcW w:w="8928" w:type="dxa"/>
          </w:tcPr>
          <w:p w14:paraId="6CCC2751" w14:textId="77777777" w:rsidR="00FE1A2C" w:rsidRDefault="00FE1A2C" w:rsidP="00E230CC">
            <w:pPr>
              <w:rPr>
                <w:i/>
                <w:sz w:val="20"/>
                <w:szCs w:val="20"/>
              </w:rPr>
            </w:pPr>
          </w:p>
          <w:p w14:paraId="6F0D499B" w14:textId="77777777" w:rsidR="00FE1A2C" w:rsidRPr="004D71E2" w:rsidRDefault="00FE1A2C" w:rsidP="00E230CC">
            <w:pPr>
              <w:rPr>
                <w:i/>
                <w:sz w:val="20"/>
                <w:szCs w:val="20"/>
              </w:rPr>
            </w:pPr>
          </w:p>
          <w:p w14:paraId="6BCDB0D3" w14:textId="77777777" w:rsidR="00FE1A2C" w:rsidRPr="00F75132" w:rsidRDefault="00FE1A2C" w:rsidP="00E230CC">
            <w:pPr>
              <w:rPr>
                <w:u w:val="single"/>
              </w:rPr>
            </w:pPr>
          </w:p>
        </w:tc>
      </w:tr>
    </w:tbl>
    <w:p w14:paraId="649A6F1A" w14:textId="77777777" w:rsidR="00FE1A2C" w:rsidRPr="00F75132" w:rsidRDefault="00FE1A2C" w:rsidP="00FE1A2C">
      <w:pPr>
        <w:rPr>
          <w:b/>
          <w:bCs/>
        </w:rPr>
      </w:pPr>
    </w:p>
    <w:p w14:paraId="13A5332E" w14:textId="77777777" w:rsidR="00FE1A2C" w:rsidRDefault="00FE1A2C" w:rsidP="00FE1A2C">
      <w:pPr>
        <w:widowControl/>
        <w:numPr>
          <w:ilvl w:val="1"/>
          <w:numId w:val="2"/>
        </w:numPr>
        <w:tabs>
          <w:tab w:val="num" w:pos="0"/>
        </w:tabs>
        <w:suppressAutoHyphens w:val="0"/>
        <w:spacing w:line="240" w:lineRule="auto"/>
        <w:ind w:left="0" w:firstLine="0"/>
        <w:rPr>
          <w:bCs/>
          <w:i/>
          <w:sz w:val="20"/>
        </w:rPr>
      </w:pPr>
      <w:r w:rsidRPr="00F75132">
        <w:rPr>
          <w:b/>
          <w:bCs/>
        </w:rPr>
        <w:t xml:space="preserve">Teavitamine </w:t>
      </w:r>
      <w:r w:rsidRPr="00F75132">
        <w:rPr>
          <w:bCs/>
          <w:i/>
          <w:sz w:val="20"/>
        </w:rPr>
        <w:t>(</w:t>
      </w:r>
      <w:r>
        <w:rPr>
          <w:bCs/>
          <w:i/>
          <w:sz w:val="20"/>
        </w:rPr>
        <w:t>Palun kirjeldage, kuidas planeerite teavitada sihtrühma</w:t>
      </w:r>
      <w:r w:rsidRPr="00F75132">
        <w:rPr>
          <w:bCs/>
          <w:i/>
          <w:sz w:val="20"/>
        </w:rPr>
        <w:t xml:space="preserve"> </w:t>
      </w:r>
      <w:r>
        <w:rPr>
          <w:bCs/>
          <w:i/>
          <w:sz w:val="20"/>
        </w:rPr>
        <w:t xml:space="preserve">ja laiemat avalikkust projekti </w:t>
      </w:r>
      <w:r w:rsidRPr="00F75132">
        <w:rPr>
          <w:bCs/>
          <w:i/>
          <w:sz w:val="20"/>
        </w:rPr>
        <w:t>tegevus</w:t>
      </w:r>
      <w:r>
        <w:rPr>
          <w:bCs/>
          <w:i/>
          <w:sz w:val="20"/>
        </w:rPr>
        <w:t>test ja tulemustest</w:t>
      </w:r>
      <w:r w:rsidRPr="00F75132">
        <w:rPr>
          <w:bCs/>
          <w:i/>
          <w:sz w:val="20"/>
        </w:rPr>
        <w:t>)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8"/>
      </w:tblGrid>
      <w:tr w:rsidR="00FE1A2C" w:rsidRPr="00C670A9" w14:paraId="37E4EE49" w14:textId="77777777" w:rsidTr="00E230CC">
        <w:tc>
          <w:tcPr>
            <w:tcW w:w="8928" w:type="dxa"/>
          </w:tcPr>
          <w:p w14:paraId="43A9336B" w14:textId="77777777" w:rsidR="00FE1A2C" w:rsidRDefault="00FE1A2C" w:rsidP="00E230CC">
            <w:pPr>
              <w:rPr>
                <w:i/>
                <w:sz w:val="20"/>
                <w:szCs w:val="20"/>
              </w:rPr>
            </w:pPr>
          </w:p>
          <w:p w14:paraId="4D266331" w14:textId="77777777" w:rsidR="00FE1A2C" w:rsidRPr="004D71E2" w:rsidRDefault="00FE1A2C" w:rsidP="00E230CC">
            <w:pPr>
              <w:rPr>
                <w:i/>
                <w:sz w:val="20"/>
                <w:szCs w:val="20"/>
              </w:rPr>
            </w:pPr>
          </w:p>
          <w:p w14:paraId="54B8280A" w14:textId="77777777" w:rsidR="00FE1A2C" w:rsidRPr="00C670A9" w:rsidRDefault="00FE1A2C" w:rsidP="00E230CC">
            <w:pPr>
              <w:rPr>
                <w:szCs w:val="22"/>
                <w:u w:val="single"/>
              </w:rPr>
            </w:pPr>
          </w:p>
        </w:tc>
      </w:tr>
    </w:tbl>
    <w:p w14:paraId="64963A83" w14:textId="77777777" w:rsidR="00FE1A2C" w:rsidRDefault="00FE1A2C" w:rsidP="00FE1A2C">
      <w:pPr>
        <w:widowControl/>
        <w:suppressAutoHyphens w:val="0"/>
        <w:spacing w:line="240" w:lineRule="auto"/>
        <w:ind w:left="360"/>
        <w:rPr>
          <w:b/>
          <w:bCs/>
          <w:szCs w:val="22"/>
        </w:rPr>
      </w:pPr>
    </w:p>
    <w:p w14:paraId="724FA52E" w14:textId="77777777" w:rsidR="00FE1A2C" w:rsidRDefault="00FE1A2C" w:rsidP="00FE1A2C">
      <w:pPr>
        <w:spacing w:after="200" w:line="276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7480BDA2" w14:textId="77777777" w:rsidR="00FE1A2C" w:rsidRDefault="00FE1A2C" w:rsidP="00FE1A2C">
      <w:pPr>
        <w:rPr>
          <w:b/>
          <w:bCs/>
        </w:rPr>
        <w:sectPr w:rsidR="00FE1A2C" w:rsidSect="001E14F4">
          <w:footerReference w:type="even" r:id="rId14"/>
          <w:footerReference w:type="default" r:id="rId15"/>
          <w:footerReference w:type="first" r:id="rId16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9F7EDA9" w14:textId="77777777" w:rsidR="00FE1A2C" w:rsidRDefault="00FE1A2C" w:rsidP="00FE1A2C">
      <w:pPr>
        <w:widowControl/>
        <w:numPr>
          <w:ilvl w:val="0"/>
          <w:numId w:val="2"/>
        </w:numPr>
        <w:tabs>
          <w:tab w:val="clear" w:pos="360"/>
        </w:tabs>
        <w:suppressAutoHyphens w:val="0"/>
        <w:spacing w:line="240" w:lineRule="auto"/>
        <w:ind w:left="-426" w:firstLine="0"/>
        <w:rPr>
          <w:b/>
          <w:bCs/>
          <w:szCs w:val="22"/>
        </w:rPr>
      </w:pPr>
      <w:r w:rsidRPr="00C670A9">
        <w:rPr>
          <w:b/>
          <w:bCs/>
          <w:szCs w:val="22"/>
        </w:rPr>
        <w:lastRenderedPageBreak/>
        <w:t>OODATAVAD TULEMUSED</w:t>
      </w:r>
    </w:p>
    <w:p w14:paraId="07651EFA" w14:textId="77777777" w:rsidR="00FE1A2C" w:rsidRDefault="00FE1A2C" w:rsidP="00FE1A2C">
      <w:pPr>
        <w:widowControl/>
        <w:suppressAutoHyphens w:val="0"/>
        <w:spacing w:line="240" w:lineRule="auto"/>
        <w:ind w:left="-426"/>
        <w:rPr>
          <w:b/>
          <w:bCs/>
          <w:szCs w:val="22"/>
        </w:rPr>
      </w:pPr>
    </w:p>
    <w:p w14:paraId="4D62013C" w14:textId="77777777" w:rsidR="00FE1A2C" w:rsidRPr="007E066F" w:rsidRDefault="00FE1A2C" w:rsidP="00FE1A2C">
      <w:pPr>
        <w:widowControl/>
        <w:suppressAutoHyphens w:val="0"/>
        <w:spacing w:line="240" w:lineRule="auto"/>
        <w:ind w:left="-426"/>
        <w:rPr>
          <w:b/>
          <w:bCs/>
          <w:szCs w:val="22"/>
        </w:rPr>
      </w:pPr>
      <w:r w:rsidRPr="007E066F">
        <w:rPr>
          <w:b/>
          <w:bCs/>
        </w:rPr>
        <w:t>Palun märkige, millistesse AMIF-i ühistesse indikaatoritesse projekt panustab, lisage kavandatav sihttase</w:t>
      </w:r>
    </w:p>
    <w:tbl>
      <w:tblPr>
        <w:tblStyle w:val="TableGrid"/>
        <w:tblpPr w:leftFromText="141" w:rightFromText="141" w:vertAnchor="text" w:horzAnchor="margin" w:tblpXSpec="center" w:tblpY="76"/>
        <w:tblW w:w="8930" w:type="dxa"/>
        <w:tblLook w:val="04A0" w:firstRow="1" w:lastRow="0" w:firstColumn="1" w:lastColumn="0" w:noHBand="0" w:noVBand="1"/>
      </w:tblPr>
      <w:tblGrid>
        <w:gridCol w:w="6804"/>
        <w:gridCol w:w="2126"/>
      </w:tblGrid>
      <w:tr w:rsidR="00FE1A2C" w:rsidRPr="005F4854" w14:paraId="5D8BF454" w14:textId="77777777" w:rsidTr="00E230CC">
        <w:trPr>
          <w:trHeight w:val="300"/>
        </w:trPr>
        <w:tc>
          <w:tcPr>
            <w:tcW w:w="6804" w:type="dxa"/>
            <w:noWrap/>
            <w:vAlign w:val="center"/>
            <w:hideMark/>
          </w:tcPr>
          <w:p w14:paraId="43D63F47" w14:textId="77777777" w:rsidR="00FE1A2C" w:rsidRPr="005F4854" w:rsidRDefault="00FE1A2C" w:rsidP="00E230CC">
            <w:pPr>
              <w:jc w:val="left"/>
              <w:rPr>
                <w:b/>
                <w:bCs/>
                <w:color w:val="000000"/>
                <w:lang w:eastAsia="et-EE"/>
              </w:rPr>
            </w:pPr>
            <w:r w:rsidRPr="005F4854">
              <w:rPr>
                <w:b/>
                <w:bCs/>
                <w:color w:val="000000"/>
                <w:lang w:eastAsia="et-EE"/>
              </w:rPr>
              <w:t>VARJUPAIK</w:t>
            </w:r>
          </w:p>
        </w:tc>
        <w:tc>
          <w:tcPr>
            <w:tcW w:w="2126" w:type="dxa"/>
          </w:tcPr>
          <w:p w14:paraId="0D465087" w14:textId="77777777" w:rsidR="00FE1A2C" w:rsidRPr="005F4854" w:rsidRDefault="00FE1A2C" w:rsidP="00E230CC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5F4854">
              <w:rPr>
                <w:b/>
                <w:bCs/>
                <w:color w:val="000000"/>
                <w:lang w:eastAsia="et-EE"/>
              </w:rPr>
              <w:t>SIHTTASE</w:t>
            </w:r>
          </w:p>
        </w:tc>
      </w:tr>
      <w:tr w:rsidR="00FE1A2C" w:rsidRPr="005F4854" w14:paraId="4BD5809F" w14:textId="77777777" w:rsidTr="00E230CC">
        <w:trPr>
          <w:trHeight w:val="564"/>
        </w:trPr>
        <w:tc>
          <w:tcPr>
            <w:tcW w:w="6804" w:type="dxa"/>
            <w:vAlign w:val="center"/>
            <w:hideMark/>
          </w:tcPr>
          <w:p w14:paraId="5D291793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>Sihtrüh</w:t>
            </w:r>
            <w:r>
              <w:rPr>
                <w:color w:val="000000"/>
                <w:lang w:eastAsia="et-EE"/>
              </w:rPr>
              <w:t>ma kuuluvate nende isikute arv, keda fondi toetusel abistati</w:t>
            </w:r>
            <w:r w:rsidRPr="005F4854">
              <w:rPr>
                <w:color w:val="000000"/>
                <w:lang w:eastAsia="et-EE"/>
              </w:rPr>
              <w:t xml:space="preserve">  </w:t>
            </w:r>
          </w:p>
        </w:tc>
        <w:tc>
          <w:tcPr>
            <w:tcW w:w="2126" w:type="dxa"/>
          </w:tcPr>
          <w:p w14:paraId="0C7A532C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615DDE3A" w14:textId="77777777" w:rsidTr="00E230CC">
        <w:trPr>
          <w:trHeight w:val="430"/>
        </w:trPr>
        <w:tc>
          <w:tcPr>
            <w:tcW w:w="6804" w:type="dxa"/>
            <w:vAlign w:val="center"/>
            <w:hideMark/>
          </w:tcPr>
          <w:p w14:paraId="58B43218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 xml:space="preserve">Nende isikute arv, kes on saanud varjupaigaalast koolitust fondi toetusel </w:t>
            </w:r>
          </w:p>
        </w:tc>
        <w:tc>
          <w:tcPr>
            <w:tcW w:w="2126" w:type="dxa"/>
          </w:tcPr>
          <w:p w14:paraId="13F2B6DC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5E4AF2F6" w14:textId="77777777" w:rsidTr="00E230CC">
        <w:trPr>
          <w:trHeight w:val="550"/>
        </w:trPr>
        <w:tc>
          <w:tcPr>
            <w:tcW w:w="6804" w:type="dxa"/>
            <w:vAlign w:val="center"/>
            <w:hideMark/>
          </w:tcPr>
          <w:p w14:paraId="69233BC6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>
              <w:rPr>
                <w:rFonts w:eastAsia="MS Gothic"/>
                <w:color w:val="000000"/>
              </w:rPr>
              <w:t xml:space="preserve">Fondi toetusel renoveeritud ja/või loodud vastuvõtu majutuskohtade arv </w:t>
            </w:r>
          </w:p>
        </w:tc>
        <w:tc>
          <w:tcPr>
            <w:tcW w:w="2126" w:type="dxa"/>
          </w:tcPr>
          <w:p w14:paraId="07B8F991" w14:textId="77777777" w:rsidR="00FE1A2C" w:rsidRPr="001C169D" w:rsidRDefault="00FE1A2C" w:rsidP="00E230CC">
            <w:pPr>
              <w:jc w:val="left"/>
              <w:rPr>
                <w:rFonts w:eastAsia="MS Gothic"/>
                <w:color w:val="000000"/>
                <w:lang w:eastAsia="et-EE"/>
              </w:rPr>
            </w:pPr>
          </w:p>
        </w:tc>
      </w:tr>
      <w:tr w:rsidR="00FE1A2C" w:rsidRPr="005F4854" w14:paraId="74253E25" w14:textId="77777777" w:rsidTr="00E230CC">
        <w:trPr>
          <w:trHeight w:val="550"/>
        </w:trPr>
        <w:tc>
          <w:tcPr>
            <w:tcW w:w="6804" w:type="dxa"/>
            <w:vAlign w:val="center"/>
          </w:tcPr>
          <w:p w14:paraId="7C57A58C" w14:textId="77777777" w:rsidR="00FE1A2C" w:rsidRDefault="00FE1A2C" w:rsidP="00E230CC">
            <w:pPr>
              <w:jc w:val="left"/>
              <w:rPr>
                <w:rFonts w:eastAsia="MS Gothic"/>
                <w:color w:val="000000"/>
              </w:rPr>
            </w:pPr>
            <w:r>
              <w:rPr>
                <w:rFonts w:eastAsia="MS Gothic"/>
                <w:color w:val="000000"/>
              </w:rPr>
              <w:t>Fondi toetusel renoveeritud ja/või loodud majutuskohtade osakaal kogu vastuvõtu majutusvõimaluste mahutavusest (% m</w:t>
            </w:r>
            <w:r w:rsidRPr="000E4575">
              <w:rPr>
                <w:rFonts w:eastAsia="MS Gothic"/>
                <w:color w:val="000000"/>
                <w:vertAlign w:val="superscript"/>
              </w:rPr>
              <w:t>2</w:t>
            </w:r>
            <w:r>
              <w:rPr>
                <w:rFonts w:eastAsia="MS Gothic"/>
                <w:color w:val="000000"/>
              </w:rPr>
              <w:t xml:space="preserve"> kohta)</w:t>
            </w:r>
          </w:p>
        </w:tc>
        <w:tc>
          <w:tcPr>
            <w:tcW w:w="2126" w:type="dxa"/>
          </w:tcPr>
          <w:p w14:paraId="4976F86D" w14:textId="77777777" w:rsidR="00FE1A2C" w:rsidRPr="001C169D" w:rsidRDefault="00FE1A2C" w:rsidP="00E230CC">
            <w:pPr>
              <w:jc w:val="left"/>
              <w:rPr>
                <w:rFonts w:eastAsia="MS Gothic"/>
                <w:color w:val="000000"/>
                <w:lang w:eastAsia="et-EE"/>
              </w:rPr>
            </w:pPr>
          </w:p>
        </w:tc>
      </w:tr>
      <w:tr w:rsidR="00FE1A2C" w:rsidRPr="005F4854" w14:paraId="1F4C0985" w14:textId="77777777" w:rsidTr="00E230CC">
        <w:trPr>
          <w:trHeight w:val="300"/>
        </w:trPr>
        <w:tc>
          <w:tcPr>
            <w:tcW w:w="8930" w:type="dxa"/>
            <w:gridSpan w:val="2"/>
            <w:vAlign w:val="center"/>
            <w:hideMark/>
          </w:tcPr>
          <w:p w14:paraId="53CDF565" w14:textId="77777777" w:rsidR="00FE1A2C" w:rsidRPr="001C169D" w:rsidRDefault="00FE1A2C" w:rsidP="00E230CC">
            <w:pPr>
              <w:jc w:val="left"/>
              <w:rPr>
                <w:bCs/>
                <w:color w:val="000000"/>
                <w:lang w:eastAsia="et-EE"/>
              </w:rPr>
            </w:pPr>
            <w:r w:rsidRPr="005F4854">
              <w:rPr>
                <w:b/>
                <w:bCs/>
                <w:color w:val="000000"/>
                <w:lang w:eastAsia="et-EE"/>
              </w:rPr>
              <w:t>INTEGRATSIOON</w:t>
            </w:r>
          </w:p>
        </w:tc>
      </w:tr>
      <w:tr w:rsidR="00FE1A2C" w:rsidRPr="005F4854" w14:paraId="37858FB3" w14:textId="77777777" w:rsidTr="00E230CC">
        <w:trPr>
          <w:trHeight w:val="397"/>
        </w:trPr>
        <w:tc>
          <w:tcPr>
            <w:tcW w:w="6804" w:type="dxa"/>
            <w:vAlign w:val="center"/>
            <w:hideMark/>
          </w:tcPr>
          <w:p w14:paraId="43160763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 xml:space="preserve">Sihtrühma kuuluvate nende isikute arv, keda fondi toetusel abistati </w:t>
            </w:r>
          </w:p>
        </w:tc>
        <w:tc>
          <w:tcPr>
            <w:tcW w:w="2126" w:type="dxa"/>
          </w:tcPr>
          <w:p w14:paraId="3F263329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3F3F5CF1" w14:textId="77777777" w:rsidTr="00E230CC">
        <w:trPr>
          <w:trHeight w:val="300"/>
        </w:trPr>
        <w:tc>
          <w:tcPr>
            <w:tcW w:w="8930" w:type="dxa"/>
            <w:gridSpan w:val="2"/>
            <w:vAlign w:val="center"/>
            <w:hideMark/>
          </w:tcPr>
          <w:p w14:paraId="19E69DC5" w14:textId="77777777" w:rsidR="00FE1A2C" w:rsidRPr="001C169D" w:rsidRDefault="00FE1A2C" w:rsidP="00E230CC">
            <w:pPr>
              <w:jc w:val="left"/>
              <w:rPr>
                <w:bCs/>
                <w:color w:val="000000"/>
                <w:lang w:eastAsia="et-EE"/>
              </w:rPr>
            </w:pPr>
            <w:r w:rsidRPr="005F4854">
              <w:rPr>
                <w:b/>
                <w:bCs/>
                <w:color w:val="000000"/>
                <w:lang w:eastAsia="et-EE"/>
              </w:rPr>
              <w:t>TAGASI</w:t>
            </w:r>
            <w:r>
              <w:rPr>
                <w:b/>
                <w:bCs/>
                <w:color w:val="000000"/>
                <w:lang w:eastAsia="et-EE"/>
              </w:rPr>
              <w:t>SAAT</w:t>
            </w:r>
            <w:r w:rsidRPr="005F4854">
              <w:rPr>
                <w:b/>
                <w:bCs/>
                <w:color w:val="000000"/>
                <w:lang w:eastAsia="et-EE"/>
              </w:rPr>
              <w:t>MINE</w:t>
            </w:r>
          </w:p>
        </w:tc>
      </w:tr>
      <w:tr w:rsidR="00FE1A2C" w:rsidRPr="005F4854" w14:paraId="1117969C" w14:textId="77777777" w:rsidTr="00E230CC">
        <w:trPr>
          <w:trHeight w:val="375"/>
        </w:trPr>
        <w:tc>
          <w:tcPr>
            <w:tcW w:w="6804" w:type="dxa"/>
            <w:vAlign w:val="center"/>
            <w:hideMark/>
          </w:tcPr>
          <w:p w14:paraId="7CDD633D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 xml:space="preserve">Nende isikute arv, kes on saanud </w:t>
            </w:r>
            <w:proofErr w:type="spellStart"/>
            <w:r w:rsidRPr="005F4854">
              <w:rPr>
                <w:color w:val="000000"/>
                <w:lang w:eastAsia="et-EE"/>
              </w:rPr>
              <w:t>tagasi</w:t>
            </w:r>
            <w:r>
              <w:rPr>
                <w:color w:val="000000"/>
                <w:lang w:eastAsia="et-EE"/>
              </w:rPr>
              <w:t>saatmis</w:t>
            </w:r>
            <w:r w:rsidRPr="005F4854">
              <w:rPr>
                <w:color w:val="000000"/>
                <w:lang w:eastAsia="et-EE"/>
              </w:rPr>
              <w:t>alast</w:t>
            </w:r>
            <w:proofErr w:type="spellEnd"/>
            <w:r w:rsidRPr="005F4854">
              <w:rPr>
                <w:color w:val="000000"/>
                <w:lang w:eastAsia="et-EE"/>
              </w:rPr>
              <w:t xml:space="preserve"> koolitust fondi toetusel</w:t>
            </w:r>
          </w:p>
        </w:tc>
        <w:tc>
          <w:tcPr>
            <w:tcW w:w="2126" w:type="dxa"/>
          </w:tcPr>
          <w:p w14:paraId="54350542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6C79E2C4" w14:textId="77777777" w:rsidTr="00E230CC">
        <w:trPr>
          <w:trHeight w:val="286"/>
        </w:trPr>
        <w:tc>
          <w:tcPr>
            <w:tcW w:w="6804" w:type="dxa"/>
            <w:vAlign w:val="center"/>
            <w:hideMark/>
          </w:tcPr>
          <w:p w14:paraId="50F9AC26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 w:rsidRPr="005F4854">
              <w:rPr>
                <w:color w:val="000000"/>
                <w:lang w:eastAsia="et-EE"/>
              </w:rPr>
              <w:t xml:space="preserve">Nende </w:t>
            </w:r>
            <w:r>
              <w:rPr>
                <w:color w:val="000000"/>
                <w:lang w:eastAsia="et-EE"/>
              </w:rPr>
              <w:t>isikute</w:t>
            </w:r>
            <w:r w:rsidRPr="005F4854">
              <w:rPr>
                <w:color w:val="000000"/>
                <w:lang w:eastAsia="et-EE"/>
              </w:rPr>
              <w:t xml:space="preserve"> arv, </w:t>
            </w:r>
            <w:r>
              <w:rPr>
                <w:color w:val="000000"/>
                <w:lang w:eastAsia="et-EE"/>
              </w:rPr>
              <w:t xml:space="preserve">kellele pakuti </w:t>
            </w:r>
            <w:proofErr w:type="spellStart"/>
            <w:r>
              <w:rPr>
                <w:color w:val="000000"/>
                <w:lang w:eastAsia="et-EE"/>
              </w:rPr>
              <w:t>tagasisaatmiseelset</w:t>
            </w:r>
            <w:proofErr w:type="spellEnd"/>
            <w:r>
              <w:rPr>
                <w:color w:val="000000"/>
                <w:lang w:eastAsia="et-EE"/>
              </w:rPr>
              <w:t xml:space="preserve"> või -järgset abi </w:t>
            </w:r>
          </w:p>
        </w:tc>
        <w:tc>
          <w:tcPr>
            <w:tcW w:w="2126" w:type="dxa"/>
          </w:tcPr>
          <w:p w14:paraId="154E009A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  <w:tr w:rsidR="00FE1A2C" w:rsidRPr="005F4854" w14:paraId="3A2FBA97" w14:textId="77777777" w:rsidTr="00E230CC">
        <w:trPr>
          <w:trHeight w:val="275"/>
        </w:trPr>
        <w:tc>
          <w:tcPr>
            <w:tcW w:w="6804" w:type="dxa"/>
            <w:noWrap/>
            <w:vAlign w:val="center"/>
            <w:hideMark/>
          </w:tcPr>
          <w:p w14:paraId="1AFD7CB4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>
              <w:rPr>
                <w:rFonts w:eastAsia="MS Gothic"/>
                <w:color w:val="000000"/>
                <w:lang w:eastAsia="et-EE"/>
              </w:rPr>
              <w:t xml:space="preserve">Vabatahtlikult tagasipöördunud isikute arv </w:t>
            </w:r>
          </w:p>
        </w:tc>
        <w:tc>
          <w:tcPr>
            <w:tcW w:w="2126" w:type="dxa"/>
          </w:tcPr>
          <w:p w14:paraId="09A5D6D7" w14:textId="77777777" w:rsidR="00FE1A2C" w:rsidRPr="001C169D" w:rsidRDefault="00FE1A2C" w:rsidP="00E230CC">
            <w:pPr>
              <w:rPr>
                <w:rFonts w:eastAsia="MS Gothic"/>
                <w:color w:val="000000"/>
                <w:lang w:eastAsia="et-EE"/>
              </w:rPr>
            </w:pPr>
          </w:p>
        </w:tc>
      </w:tr>
      <w:tr w:rsidR="00FE1A2C" w:rsidRPr="005F4854" w14:paraId="64121189" w14:textId="77777777" w:rsidTr="00E230CC">
        <w:trPr>
          <w:trHeight w:val="283"/>
        </w:trPr>
        <w:tc>
          <w:tcPr>
            <w:tcW w:w="6804" w:type="dxa"/>
            <w:noWrap/>
            <w:vAlign w:val="center"/>
            <w:hideMark/>
          </w:tcPr>
          <w:p w14:paraId="54160D71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>
              <w:rPr>
                <w:rFonts w:eastAsia="MS Gothic"/>
                <w:color w:val="000000"/>
                <w:lang w:eastAsia="et-EE"/>
              </w:rPr>
              <w:t xml:space="preserve">Väljasaadetud isikute arv </w:t>
            </w:r>
            <w:r w:rsidRPr="005F4854">
              <w:rPr>
                <w:color w:val="000000"/>
                <w:lang w:eastAsia="et-EE"/>
              </w:rPr>
              <w:t xml:space="preserve"> </w:t>
            </w:r>
          </w:p>
        </w:tc>
        <w:tc>
          <w:tcPr>
            <w:tcW w:w="2126" w:type="dxa"/>
          </w:tcPr>
          <w:p w14:paraId="6D0E990A" w14:textId="77777777" w:rsidR="00FE1A2C" w:rsidRPr="001C169D" w:rsidRDefault="00FE1A2C" w:rsidP="00E230CC">
            <w:pPr>
              <w:rPr>
                <w:color w:val="000000"/>
                <w:lang w:eastAsia="et-EE"/>
              </w:rPr>
            </w:pPr>
          </w:p>
        </w:tc>
      </w:tr>
      <w:tr w:rsidR="00FE1A2C" w:rsidRPr="005F4854" w14:paraId="7C5974BF" w14:textId="77777777" w:rsidTr="00E230CC">
        <w:trPr>
          <w:trHeight w:val="415"/>
        </w:trPr>
        <w:tc>
          <w:tcPr>
            <w:tcW w:w="6804" w:type="dxa"/>
            <w:vAlign w:val="center"/>
            <w:hideMark/>
          </w:tcPr>
          <w:p w14:paraId="2437AD2E" w14:textId="77777777" w:rsidR="00FE1A2C" w:rsidRPr="005F4854" w:rsidRDefault="00FE1A2C" w:rsidP="00E230CC">
            <w:pPr>
              <w:jc w:val="left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Väljasaatmiste vaatluste arv </w:t>
            </w:r>
          </w:p>
        </w:tc>
        <w:tc>
          <w:tcPr>
            <w:tcW w:w="2126" w:type="dxa"/>
          </w:tcPr>
          <w:p w14:paraId="06FB9395" w14:textId="77777777" w:rsidR="00FE1A2C" w:rsidRPr="001C169D" w:rsidRDefault="00FE1A2C" w:rsidP="00E230CC">
            <w:pPr>
              <w:jc w:val="left"/>
              <w:rPr>
                <w:color w:val="000000"/>
                <w:lang w:eastAsia="et-EE"/>
              </w:rPr>
            </w:pPr>
          </w:p>
        </w:tc>
      </w:tr>
    </w:tbl>
    <w:p w14:paraId="0EE0B761" w14:textId="77777777" w:rsidR="00FE1A2C" w:rsidRDefault="00FE1A2C" w:rsidP="00FE1A2C">
      <w:pPr>
        <w:widowControl/>
        <w:tabs>
          <w:tab w:val="num" w:pos="574"/>
        </w:tabs>
        <w:suppressAutoHyphens w:val="0"/>
        <w:spacing w:line="240" w:lineRule="auto"/>
        <w:rPr>
          <w:b/>
          <w:szCs w:val="22"/>
        </w:rPr>
      </w:pPr>
    </w:p>
    <w:p w14:paraId="5DE7BE9B" w14:textId="77777777" w:rsidR="00FE1A2C" w:rsidRDefault="00FE1A2C" w:rsidP="00FE1A2C">
      <w:pPr>
        <w:widowControl/>
        <w:numPr>
          <w:ilvl w:val="1"/>
          <w:numId w:val="2"/>
        </w:numPr>
        <w:tabs>
          <w:tab w:val="clear" w:pos="574"/>
          <w:tab w:val="num" w:pos="0"/>
          <w:tab w:val="left" w:pos="284"/>
        </w:tabs>
        <w:suppressAutoHyphens w:val="0"/>
        <w:spacing w:line="240" w:lineRule="auto"/>
        <w:ind w:left="0" w:hanging="426"/>
        <w:rPr>
          <w:b/>
          <w:szCs w:val="22"/>
        </w:rPr>
      </w:pPr>
      <w:r w:rsidRPr="00F75132">
        <w:rPr>
          <w:b/>
          <w:szCs w:val="22"/>
        </w:rPr>
        <w:t>Projekti tulemuste hindamine</w:t>
      </w:r>
      <w:r>
        <w:rPr>
          <w:b/>
          <w:szCs w:val="22"/>
        </w:rPr>
        <w:t>, jätkusuutlikkus ja lisandväärtus</w:t>
      </w:r>
      <w:r w:rsidRPr="00F75132">
        <w:rPr>
          <w:b/>
          <w:szCs w:val="22"/>
        </w:rPr>
        <w:t xml:space="preserve"> </w:t>
      </w:r>
      <w:r w:rsidRPr="00F75132">
        <w:rPr>
          <w:i/>
          <w:sz w:val="20"/>
        </w:rPr>
        <w:t>(</w:t>
      </w:r>
      <w:r>
        <w:rPr>
          <w:i/>
          <w:sz w:val="20"/>
        </w:rPr>
        <w:t>Palun kirjeldage</w:t>
      </w:r>
      <w:r w:rsidRPr="00765B38">
        <w:rPr>
          <w:i/>
          <w:sz w:val="20"/>
        </w:rPr>
        <w:t>, kuidas ja mille abil hinnatakse projekti tulemuslikkust ja õnnestumist pärast projekti lõppemist</w:t>
      </w:r>
      <w:r>
        <w:rPr>
          <w:i/>
          <w:sz w:val="20"/>
        </w:rPr>
        <w:t>, oodatavat pikaajalisemat mõju ning millist lisandväärust annab projekt Euroopa Liidule</w:t>
      </w:r>
      <w:r w:rsidRPr="00765B38">
        <w:rPr>
          <w:i/>
          <w:sz w:val="20"/>
        </w:rPr>
        <w:t>)</w:t>
      </w:r>
    </w:p>
    <w:tbl>
      <w:tblPr>
        <w:tblW w:w="935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9"/>
      </w:tblGrid>
      <w:tr w:rsidR="00FE1A2C" w:rsidRPr="00C670A9" w14:paraId="6199520C" w14:textId="77777777" w:rsidTr="00E230CC">
        <w:tc>
          <w:tcPr>
            <w:tcW w:w="9359" w:type="dxa"/>
          </w:tcPr>
          <w:p w14:paraId="1E882D42" w14:textId="77777777" w:rsidR="00FE1A2C" w:rsidRPr="00BC31FE" w:rsidRDefault="00FE1A2C" w:rsidP="00E230CC">
            <w:pPr>
              <w:rPr>
                <w:i/>
                <w:sz w:val="20"/>
              </w:rPr>
            </w:pPr>
          </w:p>
          <w:p w14:paraId="693CF47F" w14:textId="77777777" w:rsidR="00FE1A2C" w:rsidRDefault="00FE1A2C" w:rsidP="00E230CC">
            <w:pPr>
              <w:rPr>
                <w:szCs w:val="22"/>
                <w:u w:val="single"/>
              </w:rPr>
            </w:pPr>
          </w:p>
          <w:p w14:paraId="627C9CD4" w14:textId="77777777" w:rsidR="00FE1A2C" w:rsidRPr="00C670A9" w:rsidRDefault="00FE1A2C" w:rsidP="00E230CC">
            <w:pPr>
              <w:rPr>
                <w:szCs w:val="22"/>
                <w:u w:val="single"/>
              </w:rPr>
            </w:pPr>
          </w:p>
        </w:tc>
      </w:tr>
    </w:tbl>
    <w:p w14:paraId="51ED78D0" w14:textId="77777777" w:rsidR="00FE1A2C" w:rsidRDefault="00FE1A2C" w:rsidP="00FE1A2C">
      <w:pPr>
        <w:rPr>
          <w:b/>
          <w:bCs/>
          <w:szCs w:val="22"/>
        </w:rPr>
      </w:pPr>
    </w:p>
    <w:p w14:paraId="1E40B754" w14:textId="77777777" w:rsidR="00FE1A2C" w:rsidRDefault="00FE1A2C" w:rsidP="00FE1A2C">
      <w:pPr>
        <w:pStyle w:val="ListParagraph"/>
        <w:numPr>
          <w:ilvl w:val="1"/>
          <w:numId w:val="2"/>
        </w:numPr>
        <w:tabs>
          <w:tab w:val="clear" w:pos="574"/>
          <w:tab w:val="num" w:pos="284"/>
        </w:tabs>
        <w:ind w:hanging="1000"/>
        <w:rPr>
          <w:b/>
          <w:bCs/>
          <w:sz w:val="20"/>
        </w:rPr>
      </w:pPr>
      <w:r w:rsidRPr="00C951E6">
        <w:rPr>
          <w:b/>
          <w:bCs/>
          <w:szCs w:val="22"/>
        </w:rPr>
        <w:t xml:space="preserve">Riskid ja tegevused nende maandamiseks </w:t>
      </w:r>
      <w:r w:rsidRPr="00C951E6">
        <w:rPr>
          <w:bCs/>
          <w:i/>
          <w:sz w:val="20"/>
        </w:rPr>
        <w:t>(</w:t>
      </w:r>
      <w:r>
        <w:rPr>
          <w:bCs/>
          <w:i/>
          <w:sz w:val="20"/>
        </w:rPr>
        <w:t>Palun k</w:t>
      </w:r>
      <w:r w:rsidRPr="00C951E6">
        <w:rPr>
          <w:bCs/>
          <w:i/>
          <w:sz w:val="20"/>
        </w:rPr>
        <w:t>irjeldage, mis võiks takistada  tulemuse saavutamist ning kuidas riske maandate)</w:t>
      </w:r>
      <w:r w:rsidRPr="00C951E6">
        <w:rPr>
          <w:b/>
          <w:bCs/>
          <w:sz w:val="20"/>
        </w:rPr>
        <w:t xml:space="preserve">  </w:t>
      </w:r>
    </w:p>
    <w:tbl>
      <w:tblPr>
        <w:tblW w:w="935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9"/>
      </w:tblGrid>
      <w:tr w:rsidR="00FE1A2C" w:rsidRPr="00C670A9" w14:paraId="502C5676" w14:textId="77777777" w:rsidTr="00E230CC">
        <w:tc>
          <w:tcPr>
            <w:tcW w:w="9359" w:type="dxa"/>
          </w:tcPr>
          <w:p w14:paraId="33C5DD58" w14:textId="77777777" w:rsidR="00FE1A2C" w:rsidRPr="00BC31FE" w:rsidRDefault="00FE1A2C" w:rsidP="00E230CC">
            <w:pPr>
              <w:rPr>
                <w:i/>
                <w:sz w:val="20"/>
              </w:rPr>
            </w:pPr>
          </w:p>
          <w:p w14:paraId="48C94BEA" w14:textId="77777777" w:rsidR="00FE1A2C" w:rsidRDefault="00FE1A2C" w:rsidP="00E230CC">
            <w:pPr>
              <w:rPr>
                <w:szCs w:val="22"/>
                <w:u w:val="single"/>
              </w:rPr>
            </w:pPr>
          </w:p>
          <w:p w14:paraId="6D722CC4" w14:textId="77777777" w:rsidR="00FE1A2C" w:rsidRPr="00C670A9" w:rsidRDefault="00FE1A2C" w:rsidP="00E230CC">
            <w:pPr>
              <w:rPr>
                <w:szCs w:val="22"/>
                <w:u w:val="single"/>
              </w:rPr>
            </w:pPr>
          </w:p>
        </w:tc>
      </w:tr>
    </w:tbl>
    <w:p w14:paraId="4FFDBF10" w14:textId="77777777" w:rsidR="00FE1A2C" w:rsidRPr="00C670A9" w:rsidRDefault="00FE1A2C" w:rsidP="00FE1A2C">
      <w:pPr>
        <w:rPr>
          <w:b/>
          <w:bCs/>
          <w:szCs w:val="22"/>
        </w:rPr>
      </w:pPr>
    </w:p>
    <w:p w14:paraId="5497AC9E" w14:textId="77777777" w:rsidR="00FE1A2C" w:rsidRPr="00D561AA" w:rsidRDefault="00FE1A2C" w:rsidP="00FE1A2C">
      <w:pPr>
        <w:widowControl/>
        <w:numPr>
          <w:ilvl w:val="0"/>
          <w:numId w:val="2"/>
        </w:numPr>
        <w:tabs>
          <w:tab w:val="clear" w:pos="360"/>
          <w:tab w:val="num" w:pos="0"/>
        </w:tabs>
        <w:suppressAutoHyphens w:val="0"/>
        <w:spacing w:line="240" w:lineRule="auto"/>
        <w:ind w:left="0" w:hanging="426"/>
        <w:rPr>
          <w:szCs w:val="22"/>
        </w:rPr>
      </w:pPr>
      <w:r w:rsidRPr="00C670A9">
        <w:rPr>
          <w:b/>
          <w:bCs/>
          <w:szCs w:val="22"/>
        </w:rPr>
        <w:t>PROJEKTI EELARVE</w:t>
      </w:r>
      <w:r w:rsidRPr="00C670A9">
        <w:rPr>
          <w:szCs w:val="22"/>
        </w:rPr>
        <w:t xml:space="preserve"> </w:t>
      </w:r>
      <w:r w:rsidRPr="00C670A9">
        <w:rPr>
          <w:bCs/>
          <w:i/>
          <w:szCs w:val="18"/>
        </w:rPr>
        <w:t>(NB! Esitada tuleb ka detailne eelarve)</w:t>
      </w:r>
    </w:p>
    <w:p w14:paraId="59C60123" w14:textId="77777777" w:rsidR="00FE1A2C" w:rsidRPr="00C670A9" w:rsidRDefault="00FE1A2C" w:rsidP="00FE1A2C">
      <w:pPr>
        <w:widowControl/>
        <w:suppressAutoHyphens w:val="0"/>
        <w:spacing w:line="240" w:lineRule="auto"/>
        <w:rPr>
          <w:szCs w:val="22"/>
        </w:rPr>
      </w:pP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0"/>
        <w:gridCol w:w="2303"/>
        <w:gridCol w:w="2303"/>
        <w:gridCol w:w="2001"/>
      </w:tblGrid>
      <w:tr w:rsidR="00FE1A2C" w:rsidRPr="006D08E7" w14:paraId="74812E1C" w14:textId="77777777" w:rsidTr="00E230CC">
        <w:tc>
          <w:tcPr>
            <w:tcW w:w="5053" w:type="dxa"/>
            <w:gridSpan w:val="2"/>
            <w:shd w:val="clear" w:color="auto" w:fill="E6E6E6"/>
          </w:tcPr>
          <w:p w14:paraId="1C269075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KULUD</w:t>
            </w:r>
          </w:p>
        </w:tc>
        <w:tc>
          <w:tcPr>
            <w:tcW w:w="4304" w:type="dxa"/>
            <w:gridSpan w:val="2"/>
            <w:shd w:val="clear" w:color="auto" w:fill="E6E6E6"/>
          </w:tcPr>
          <w:p w14:paraId="0E808BD5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TULUD</w:t>
            </w:r>
          </w:p>
        </w:tc>
      </w:tr>
      <w:tr w:rsidR="00FE1A2C" w:rsidRPr="006D08E7" w14:paraId="52A673A6" w14:textId="77777777" w:rsidTr="00E230CC">
        <w:tc>
          <w:tcPr>
            <w:tcW w:w="2750" w:type="dxa"/>
            <w:shd w:val="clear" w:color="auto" w:fill="E6E6E6"/>
          </w:tcPr>
          <w:p w14:paraId="1AD2F02B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1) </w:t>
            </w:r>
            <w:r w:rsidRPr="006D08E7">
              <w:rPr>
                <w:b/>
                <w:bCs/>
              </w:rPr>
              <w:t>Otsesed kulud</w:t>
            </w:r>
          </w:p>
        </w:tc>
        <w:tc>
          <w:tcPr>
            <w:tcW w:w="2303" w:type="dxa"/>
          </w:tcPr>
          <w:p w14:paraId="29546F2C" w14:textId="77777777" w:rsidR="00FE1A2C" w:rsidRPr="001C169D" w:rsidRDefault="00FE1A2C" w:rsidP="00E230CC">
            <w:pPr>
              <w:rPr>
                <w:bCs/>
                <w:i/>
              </w:rPr>
            </w:pPr>
          </w:p>
        </w:tc>
        <w:tc>
          <w:tcPr>
            <w:tcW w:w="2303" w:type="dxa"/>
            <w:shd w:val="clear" w:color="auto" w:fill="E6E6E6"/>
          </w:tcPr>
          <w:p w14:paraId="2739C4C0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1) </w:t>
            </w:r>
            <w:r w:rsidRPr="006D08E7">
              <w:rPr>
                <w:b/>
                <w:bCs/>
              </w:rPr>
              <w:t>Fondi toetus (75%)</w:t>
            </w:r>
          </w:p>
        </w:tc>
        <w:tc>
          <w:tcPr>
            <w:tcW w:w="2001" w:type="dxa"/>
          </w:tcPr>
          <w:p w14:paraId="6E3DC473" w14:textId="77777777" w:rsidR="00FE1A2C" w:rsidRPr="001C169D" w:rsidRDefault="00FE1A2C" w:rsidP="00E230CC">
            <w:pPr>
              <w:rPr>
                <w:bCs/>
                <w:i/>
              </w:rPr>
            </w:pPr>
          </w:p>
        </w:tc>
      </w:tr>
      <w:tr w:rsidR="00FE1A2C" w:rsidRPr="006D08E7" w14:paraId="4EDAC2CA" w14:textId="77777777" w:rsidTr="00E230CC">
        <w:tc>
          <w:tcPr>
            <w:tcW w:w="2750" w:type="dxa"/>
            <w:shd w:val="clear" w:color="auto" w:fill="E6E6E6"/>
          </w:tcPr>
          <w:p w14:paraId="56AF9B84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2) </w:t>
            </w:r>
            <w:r w:rsidRPr="006D08E7">
              <w:rPr>
                <w:b/>
                <w:bCs/>
              </w:rPr>
              <w:t>Kaudsed kulud</w:t>
            </w:r>
          </w:p>
        </w:tc>
        <w:tc>
          <w:tcPr>
            <w:tcW w:w="2303" w:type="dxa"/>
          </w:tcPr>
          <w:p w14:paraId="29EE0C98" w14:textId="77777777" w:rsidR="00FE1A2C" w:rsidRPr="001C169D" w:rsidRDefault="00FE1A2C" w:rsidP="00E230CC">
            <w:pPr>
              <w:rPr>
                <w:bCs/>
              </w:rPr>
            </w:pPr>
          </w:p>
        </w:tc>
        <w:tc>
          <w:tcPr>
            <w:tcW w:w="2303" w:type="dxa"/>
            <w:shd w:val="clear" w:color="auto" w:fill="E6E6E6"/>
          </w:tcPr>
          <w:p w14:paraId="2C65DD71" w14:textId="77777777" w:rsidR="00FE1A2C" w:rsidRPr="006D08E7" w:rsidRDefault="00FE1A2C" w:rsidP="00E230CC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2) </w:t>
            </w:r>
            <w:r w:rsidRPr="006D08E7">
              <w:rPr>
                <w:b/>
                <w:bCs/>
              </w:rPr>
              <w:t>Riiklik kaasfinantseering (25%)</w:t>
            </w:r>
          </w:p>
        </w:tc>
        <w:tc>
          <w:tcPr>
            <w:tcW w:w="2001" w:type="dxa"/>
          </w:tcPr>
          <w:p w14:paraId="5AECF0B2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:rsidRPr="006D08E7" w14:paraId="2A0E8317" w14:textId="77777777" w:rsidTr="00E230CC">
        <w:tc>
          <w:tcPr>
            <w:tcW w:w="2750" w:type="dxa"/>
            <w:vMerge w:val="restart"/>
            <w:shd w:val="clear" w:color="auto" w:fill="E6E6E6"/>
          </w:tcPr>
          <w:p w14:paraId="396FAF54" w14:textId="77777777" w:rsidR="00FE1A2C" w:rsidRPr="006D08E7" w:rsidRDefault="00FE1A2C" w:rsidP="00E230CC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3) </w:t>
            </w:r>
            <w:r w:rsidRPr="006D08E7">
              <w:rPr>
                <w:b/>
                <w:bCs/>
              </w:rPr>
              <w:t>Abikõlblikud kulud kokku</w:t>
            </w:r>
          </w:p>
        </w:tc>
        <w:tc>
          <w:tcPr>
            <w:tcW w:w="2303" w:type="dxa"/>
            <w:vMerge w:val="restart"/>
          </w:tcPr>
          <w:p w14:paraId="0CA5EB3B" w14:textId="77777777" w:rsidR="00FE1A2C" w:rsidRPr="001C169D" w:rsidRDefault="00FE1A2C" w:rsidP="00E230CC">
            <w:pPr>
              <w:rPr>
                <w:b/>
                <w:bCs/>
              </w:rPr>
            </w:pPr>
          </w:p>
        </w:tc>
        <w:tc>
          <w:tcPr>
            <w:tcW w:w="2303" w:type="dxa"/>
            <w:shd w:val="clear" w:color="auto" w:fill="E6E6E6"/>
          </w:tcPr>
          <w:p w14:paraId="543DF55F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3) </w:t>
            </w:r>
            <w:r w:rsidRPr="006D08E7">
              <w:rPr>
                <w:b/>
                <w:bCs/>
              </w:rPr>
              <w:t>Projekti käigus saadavad sissetulekud</w:t>
            </w:r>
          </w:p>
        </w:tc>
        <w:tc>
          <w:tcPr>
            <w:tcW w:w="2001" w:type="dxa"/>
          </w:tcPr>
          <w:p w14:paraId="67FB2D87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:rsidRPr="006D08E7" w14:paraId="00119DC2" w14:textId="77777777" w:rsidTr="00E230CC">
        <w:tc>
          <w:tcPr>
            <w:tcW w:w="2750" w:type="dxa"/>
            <w:vMerge/>
            <w:shd w:val="clear" w:color="auto" w:fill="E6E6E6"/>
          </w:tcPr>
          <w:p w14:paraId="09C7C42E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2303" w:type="dxa"/>
            <w:vMerge/>
          </w:tcPr>
          <w:p w14:paraId="4FBDBC60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  <w:tc>
          <w:tcPr>
            <w:tcW w:w="2303" w:type="dxa"/>
            <w:shd w:val="clear" w:color="auto" w:fill="E6E6E6"/>
          </w:tcPr>
          <w:p w14:paraId="3CF09A66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4) </w:t>
            </w:r>
            <w:r w:rsidRPr="006D08E7">
              <w:rPr>
                <w:b/>
                <w:bCs/>
              </w:rPr>
              <w:t>Tulud kokku</w:t>
            </w:r>
          </w:p>
        </w:tc>
        <w:tc>
          <w:tcPr>
            <w:tcW w:w="2001" w:type="dxa"/>
          </w:tcPr>
          <w:p w14:paraId="756007A1" w14:textId="77777777" w:rsidR="00FE1A2C" w:rsidRPr="001C169D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3EDDCF1A" w14:textId="77777777" w:rsidR="00FE1A2C" w:rsidRDefault="00FE1A2C" w:rsidP="00FE1A2C">
      <w:pPr>
        <w:rPr>
          <w:b/>
          <w:bCs/>
          <w:szCs w:val="22"/>
        </w:rPr>
      </w:pPr>
    </w:p>
    <w:p w14:paraId="5E5EF80E" w14:textId="77777777" w:rsidR="00FE1A2C" w:rsidRPr="000B3A81" w:rsidRDefault="00FE1A2C" w:rsidP="00FE1A2C">
      <w:pPr>
        <w:rPr>
          <w:b/>
          <w:bCs/>
          <w:i/>
          <w:szCs w:val="22"/>
        </w:rPr>
      </w:pPr>
      <w:r>
        <w:rPr>
          <w:b/>
          <w:bCs/>
          <w:szCs w:val="22"/>
        </w:rPr>
        <w:t xml:space="preserve">Eelarve jaotus kalendriaastate lõikes </w:t>
      </w:r>
      <w:r w:rsidRPr="000B3A81">
        <w:rPr>
          <w:bCs/>
          <w:i/>
          <w:szCs w:val="22"/>
        </w:rPr>
        <w:t>(kui kohaldub)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2731"/>
        <w:gridCol w:w="1959"/>
        <w:gridCol w:w="2136"/>
        <w:gridCol w:w="2531"/>
      </w:tblGrid>
      <w:tr w:rsidR="00FE1A2C" w14:paraId="28E91B8B" w14:textId="77777777" w:rsidTr="00E230CC">
        <w:tc>
          <w:tcPr>
            <w:tcW w:w="2731" w:type="dxa"/>
          </w:tcPr>
          <w:p w14:paraId="7C5F0FDE" w14:textId="77777777" w:rsidR="00FE1A2C" w:rsidRDefault="00FE1A2C" w:rsidP="00E230CC">
            <w:pPr>
              <w:rPr>
                <w:b/>
                <w:bCs/>
                <w:szCs w:val="22"/>
              </w:rPr>
            </w:pPr>
          </w:p>
        </w:tc>
        <w:tc>
          <w:tcPr>
            <w:tcW w:w="1959" w:type="dxa"/>
          </w:tcPr>
          <w:p w14:paraId="65F0AF3B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Projekti eelarve</w:t>
            </w:r>
          </w:p>
        </w:tc>
        <w:tc>
          <w:tcPr>
            <w:tcW w:w="2136" w:type="dxa"/>
          </w:tcPr>
          <w:p w14:paraId="5D7F66BD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Fondi toetus</w:t>
            </w:r>
          </w:p>
        </w:tc>
        <w:tc>
          <w:tcPr>
            <w:tcW w:w="2531" w:type="dxa"/>
          </w:tcPr>
          <w:p w14:paraId="7B95479C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Riiklik kaasfinantseering</w:t>
            </w:r>
          </w:p>
        </w:tc>
      </w:tr>
      <w:tr w:rsidR="00FE1A2C" w14:paraId="0B3DF126" w14:textId="77777777" w:rsidTr="00E230CC">
        <w:tc>
          <w:tcPr>
            <w:tcW w:w="2731" w:type="dxa"/>
          </w:tcPr>
          <w:p w14:paraId="11D25E51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Esimene aasta</w:t>
            </w:r>
          </w:p>
        </w:tc>
        <w:tc>
          <w:tcPr>
            <w:tcW w:w="1959" w:type="dxa"/>
          </w:tcPr>
          <w:p w14:paraId="4E791374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136" w:type="dxa"/>
          </w:tcPr>
          <w:p w14:paraId="15EC34AA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531" w:type="dxa"/>
          </w:tcPr>
          <w:p w14:paraId="21AD2A56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14:paraId="680DEAD9" w14:textId="77777777" w:rsidTr="00E230CC">
        <w:tc>
          <w:tcPr>
            <w:tcW w:w="2731" w:type="dxa"/>
          </w:tcPr>
          <w:p w14:paraId="6258F25B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Teine aasta</w:t>
            </w:r>
          </w:p>
        </w:tc>
        <w:tc>
          <w:tcPr>
            <w:tcW w:w="1959" w:type="dxa"/>
          </w:tcPr>
          <w:p w14:paraId="095665B4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136" w:type="dxa"/>
          </w:tcPr>
          <w:p w14:paraId="5288594C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531" w:type="dxa"/>
          </w:tcPr>
          <w:p w14:paraId="53D68735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14:paraId="2AE80217" w14:textId="77777777" w:rsidTr="00E230CC">
        <w:tc>
          <w:tcPr>
            <w:tcW w:w="2731" w:type="dxa"/>
          </w:tcPr>
          <w:p w14:paraId="78F76490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lastRenderedPageBreak/>
              <w:t>Kolmas aasta</w:t>
            </w:r>
          </w:p>
        </w:tc>
        <w:tc>
          <w:tcPr>
            <w:tcW w:w="1959" w:type="dxa"/>
          </w:tcPr>
          <w:p w14:paraId="45D9F16E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136" w:type="dxa"/>
          </w:tcPr>
          <w:p w14:paraId="550FF262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  <w:tc>
          <w:tcPr>
            <w:tcW w:w="2531" w:type="dxa"/>
          </w:tcPr>
          <w:p w14:paraId="5FD2893E" w14:textId="77777777" w:rsidR="00FE1A2C" w:rsidRPr="001C169D" w:rsidRDefault="00FE1A2C" w:rsidP="00E230CC">
            <w:pPr>
              <w:rPr>
                <w:bCs/>
                <w:szCs w:val="22"/>
              </w:rPr>
            </w:pPr>
          </w:p>
        </w:tc>
      </w:tr>
      <w:tr w:rsidR="00FE1A2C" w14:paraId="73778B3A" w14:textId="77777777" w:rsidTr="00E230CC">
        <w:tc>
          <w:tcPr>
            <w:tcW w:w="2731" w:type="dxa"/>
            <w:shd w:val="clear" w:color="auto" w:fill="F2F2F2" w:themeFill="background1" w:themeFillShade="F2"/>
          </w:tcPr>
          <w:p w14:paraId="21A4FBC8" w14:textId="77777777" w:rsidR="00FE1A2C" w:rsidRDefault="00FE1A2C" w:rsidP="00E230C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KOKKU:</w:t>
            </w:r>
          </w:p>
        </w:tc>
        <w:tc>
          <w:tcPr>
            <w:tcW w:w="1959" w:type="dxa"/>
            <w:shd w:val="clear" w:color="auto" w:fill="F2F2F2" w:themeFill="background1" w:themeFillShade="F2"/>
          </w:tcPr>
          <w:p w14:paraId="515BEFD0" w14:textId="77777777" w:rsidR="00FE1A2C" w:rsidRDefault="00FE1A2C" w:rsidP="00E230CC">
            <w:pPr>
              <w:rPr>
                <w:b/>
                <w:bCs/>
                <w:szCs w:val="22"/>
              </w:rPr>
            </w:pPr>
          </w:p>
        </w:tc>
        <w:tc>
          <w:tcPr>
            <w:tcW w:w="2136" w:type="dxa"/>
            <w:shd w:val="clear" w:color="auto" w:fill="F2F2F2" w:themeFill="background1" w:themeFillShade="F2"/>
          </w:tcPr>
          <w:p w14:paraId="4F0BD554" w14:textId="77777777" w:rsidR="00FE1A2C" w:rsidRDefault="00FE1A2C" w:rsidP="00E230CC">
            <w:pPr>
              <w:rPr>
                <w:b/>
                <w:bCs/>
                <w:szCs w:val="22"/>
              </w:rPr>
            </w:pPr>
          </w:p>
        </w:tc>
        <w:tc>
          <w:tcPr>
            <w:tcW w:w="2531" w:type="dxa"/>
            <w:shd w:val="clear" w:color="auto" w:fill="F2F2F2" w:themeFill="background1" w:themeFillShade="F2"/>
          </w:tcPr>
          <w:p w14:paraId="1403DE65" w14:textId="77777777" w:rsidR="00FE1A2C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4C25154C" w14:textId="77777777" w:rsidR="00FE1A2C" w:rsidRDefault="00FE1A2C" w:rsidP="00FE1A2C">
      <w:pPr>
        <w:rPr>
          <w:b/>
          <w:bCs/>
        </w:rPr>
      </w:pPr>
    </w:p>
    <w:p w14:paraId="45AEEDBC" w14:textId="77777777" w:rsidR="00FE1A2C" w:rsidRDefault="00FE1A2C" w:rsidP="00FE1A2C">
      <w:pPr>
        <w:pStyle w:val="ListParagraph"/>
        <w:numPr>
          <w:ilvl w:val="0"/>
          <w:numId w:val="2"/>
        </w:numPr>
        <w:tabs>
          <w:tab w:val="clear" w:pos="360"/>
          <w:tab w:val="num" w:pos="0"/>
        </w:tabs>
        <w:ind w:hanging="786"/>
        <w:rPr>
          <w:b/>
          <w:bCs/>
        </w:rPr>
      </w:pPr>
      <w:r>
        <w:rPr>
          <w:b/>
          <w:bCs/>
        </w:rPr>
        <w:t>PROJEKTI MEESKOND</w:t>
      </w:r>
    </w:p>
    <w:p w14:paraId="62E31911" w14:textId="77777777" w:rsidR="00FE1A2C" w:rsidRDefault="00FE1A2C" w:rsidP="00FE1A2C">
      <w:pPr>
        <w:pStyle w:val="ListParagraph"/>
        <w:ind w:left="360"/>
        <w:rPr>
          <w:b/>
          <w:bCs/>
        </w:rPr>
      </w:pPr>
    </w:p>
    <w:p w14:paraId="3D457DDD" w14:textId="77777777" w:rsidR="00FE1A2C" w:rsidRPr="00270F27" w:rsidRDefault="00FE1A2C" w:rsidP="00FE1A2C">
      <w:pPr>
        <w:pStyle w:val="ListParagraph"/>
        <w:numPr>
          <w:ilvl w:val="1"/>
          <w:numId w:val="2"/>
        </w:numPr>
        <w:tabs>
          <w:tab w:val="clear" w:pos="574"/>
          <w:tab w:val="num" w:pos="0"/>
          <w:tab w:val="left" w:pos="142"/>
        </w:tabs>
        <w:ind w:left="0" w:hanging="426"/>
        <w:rPr>
          <w:bCs/>
          <w:i/>
        </w:rPr>
      </w:pPr>
      <w:r w:rsidRPr="00270F27">
        <w:rPr>
          <w:b/>
          <w:bCs/>
        </w:rPr>
        <w:t xml:space="preserve">Projekti juhtimisstruktuuri kirjeldus </w:t>
      </w:r>
      <w:r w:rsidRPr="00270F27">
        <w:rPr>
          <w:bCs/>
          <w:i/>
          <w:sz w:val="20"/>
        </w:rPr>
        <w:t>(Palun kirjeldage, kuidas toimub projekti juhtimine ja</w:t>
      </w:r>
      <w:r>
        <w:rPr>
          <w:bCs/>
          <w:i/>
          <w:sz w:val="20"/>
        </w:rPr>
        <w:t xml:space="preserve"> kuidas tagatakse</w:t>
      </w:r>
      <w:r w:rsidRPr="00270F27">
        <w:rPr>
          <w:bCs/>
          <w:i/>
          <w:sz w:val="20"/>
        </w:rPr>
        <w:t xml:space="preserve"> fondi</w:t>
      </w:r>
      <w:r>
        <w:rPr>
          <w:bCs/>
          <w:i/>
          <w:sz w:val="20"/>
        </w:rPr>
        <w:t xml:space="preserve"> toetuse </w:t>
      </w:r>
      <w:r w:rsidRPr="00270F27">
        <w:rPr>
          <w:bCs/>
          <w:i/>
          <w:sz w:val="20"/>
        </w:rPr>
        <w:t xml:space="preserve">ja </w:t>
      </w:r>
      <w:r>
        <w:rPr>
          <w:bCs/>
          <w:i/>
          <w:sz w:val="20"/>
        </w:rPr>
        <w:t>riikliku</w:t>
      </w:r>
      <w:r w:rsidRPr="00270F27">
        <w:rPr>
          <w:bCs/>
          <w:i/>
          <w:sz w:val="20"/>
        </w:rPr>
        <w:t xml:space="preserve"> kaasfinantseeringu eesmärgipära</w:t>
      </w:r>
      <w:r>
        <w:rPr>
          <w:bCs/>
          <w:i/>
          <w:sz w:val="20"/>
        </w:rPr>
        <w:t>ne kasutamine</w:t>
      </w:r>
      <w:r w:rsidRPr="00270F27">
        <w:rPr>
          <w:bCs/>
          <w:i/>
          <w:sz w:val="20"/>
        </w:rPr>
        <w:t>. Palun nimetage meeskonnaliikmed ja nende konkreetsed ülesanded)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2"/>
      </w:tblGrid>
      <w:tr w:rsidR="00FE1A2C" w:rsidRPr="006D08E7" w14:paraId="6243AA62" w14:textId="77777777" w:rsidTr="00E230CC">
        <w:trPr>
          <w:trHeight w:val="870"/>
        </w:trPr>
        <w:tc>
          <w:tcPr>
            <w:tcW w:w="9492" w:type="dxa"/>
          </w:tcPr>
          <w:p w14:paraId="2DFA5536" w14:textId="77777777" w:rsidR="00FE1A2C" w:rsidRPr="00B87DC7" w:rsidRDefault="00FE1A2C" w:rsidP="00E230CC">
            <w:pPr>
              <w:rPr>
                <w:bCs/>
                <w:i/>
                <w:sz w:val="20"/>
                <w:szCs w:val="20"/>
              </w:rPr>
            </w:pPr>
          </w:p>
          <w:p w14:paraId="77A3CEDB" w14:textId="77777777" w:rsidR="00FE1A2C" w:rsidRPr="006D08E7" w:rsidRDefault="00FE1A2C" w:rsidP="00E230CC">
            <w:pPr>
              <w:rPr>
                <w:bCs/>
                <w:i/>
              </w:rPr>
            </w:pPr>
          </w:p>
        </w:tc>
      </w:tr>
    </w:tbl>
    <w:p w14:paraId="58EC5122" w14:textId="77777777" w:rsidR="00FE1A2C" w:rsidRPr="00830699" w:rsidRDefault="00FE1A2C" w:rsidP="00FE1A2C">
      <w:pPr>
        <w:pStyle w:val="Style35935802"/>
        <w:rPr>
          <w:rFonts w:ascii="Times New Roman" w:hAnsi="Times New Roman"/>
          <w:b/>
          <w:lang w:val="et-EE"/>
        </w:rPr>
      </w:pPr>
    </w:p>
    <w:p w14:paraId="7CF175E4" w14:textId="77777777" w:rsidR="00FE1A2C" w:rsidRPr="00830699" w:rsidRDefault="00FE1A2C" w:rsidP="00FE1A2C">
      <w:pPr>
        <w:pStyle w:val="ListParagraph"/>
        <w:numPr>
          <w:ilvl w:val="1"/>
          <w:numId w:val="2"/>
        </w:numPr>
        <w:tabs>
          <w:tab w:val="clear" w:pos="574"/>
          <w:tab w:val="num" w:pos="0"/>
          <w:tab w:val="num" w:pos="142"/>
        </w:tabs>
        <w:spacing w:line="276" w:lineRule="auto"/>
        <w:ind w:left="0" w:hanging="426"/>
        <w:rPr>
          <w:rFonts w:cs="Arial"/>
          <w:b/>
        </w:rPr>
      </w:pPr>
      <w:r w:rsidRPr="00830699">
        <w:rPr>
          <w:rFonts w:cs="Arial"/>
          <w:b/>
        </w:rPr>
        <w:t>Kas projektimeeskonna personalikulude katmiseks kasutatakse AMIF</w:t>
      </w:r>
      <w:r>
        <w:rPr>
          <w:rFonts w:cs="Arial"/>
          <w:b/>
        </w:rPr>
        <w:t>-i</w:t>
      </w:r>
      <w:r w:rsidRPr="00830699">
        <w:rPr>
          <w:rFonts w:cs="Arial"/>
          <w:b/>
        </w:rPr>
        <w:t xml:space="preserve"> vahendeid?</w:t>
      </w:r>
    </w:p>
    <w:p w14:paraId="5644A549" w14:textId="77777777" w:rsidR="00FE1A2C" w:rsidRPr="00C740E7" w:rsidRDefault="00FE1A2C" w:rsidP="00FE1A2C">
      <w:pPr>
        <w:pStyle w:val="Style35935802"/>
        <w:ind w:right="-143" w:firstLine="720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 xml:space="preserve">Jah </w:t>
      </w:r>
      <w:sdt>
        <w:sdtPr>
          <w:rPr>
            <w:rFonts w:ascii="Times New Roman" w:hAnsi="Times New Roman"/>
            <w:lang w:val="et-EE"/>
          </w:rPr>
          <w:id w:val="574476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40E7">
            <w:rPr>
              <w:rFonts w:ascii="MS Mincho" w:eastAsia="MS Mincho" w:hAnsi="MS Mincho" w:cs="MS Mincho"/>
              <w:lang w:val="et-EE"/>
            </w:rPr>
            <w:t>☐</w:t>
          </w:r>
        </w:sdtContent>
      </w:sdt>
      <w:r w:rsidRPr="00C740E7">
        <w:rPr>
          <w:rFonts w:ascii="Times New Roman" w:hAnsi="Times New Roman"/>
          <w:lang w:val="et-EE"/>
        </w:rPr>
        <w:t xml:space="preserve">      Ei </w:t>
      </w:r>
      <w:sdt>
        <w:sdtPr>
          <w:rPr>
            <w:rFonts w:ascii="Times New Roman" w:hAnsi="Times New Roman"/>
            <w:lang w:val="et-EE"/>
          </w:rPr>
          <w:id w:val="252627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40E7">
            <w:rPr>
              <w:rFonts w:ascii="MS Mincho" w:eastAsia="MS Mincho" w:hAnsi="MS Mincho" w:cs="MS Mincho"/>
              <w:lang w:val="et-EE"/>
            </w:rPr>
            <w:t>☐</w:t>
          </w:r>
        </w:sdtContent>
      </w:sdt>
      <w:r w:rsidRPr="00C740E7">
        <w:rPr>
          <w:rFonts w:ascii="Times New Roman" w:hAnsi="Times New Roman"/>
          <w:lang w:val="et-EE"/>
        </w:rPr>
        <w:t xml:space="preserve">     </w:t>
      </w:r>
    </w:p>
    <w:p w14:paraId="2285CC4B" w14:textId="77777777" w:rsidR="00FE1A2C" w:rsidRPr="00C740E7" w:rsidRDefault="00FE1A2C" w:rsidP="00FE1A2C">
      <w:pPr>
        <w:pStyle w:val="Style35935802"/>
        <w:rPr>
          <w:rFonts w:ascii="Times New Roman" w:hAnsi="Times New Roman"/>
          <w:b/>
          <w:bCs/>
          <w:lang w:val="et-EE"/>
        </w:rPr>
      </w:pPr>
    </w:p>
    <w:p w14:paraId="01FB2CDF" w14:textId="77777777" w:rsidR="00FE1A2C" w:rsidRPr="00C740E7" w:rsidRDefault="00FE1A2C" w:rsidP="00FE1A2C">
      <w:pPr>
        <w:pStyle w:val="Style35935802"/>
        <w:ind w:left="720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>Kui “Jah”, palun täitke punktid 1</w:t>
      </w:r>
      <w:r>
        <w:rPr>
          <w:rFonts w:ascii="Times New Roman" w:hAnsi="Times New Roman"/>
          <w:lang w:val="et-EE"/>
        </w:rPr>
        <w:t>2</w:t>
      </w:r>
      <w:r w:rsidRPr="00C740E7">
        <w:rPr>
          <w:rFonts w:ascii="Times New Roman" w:hAnsi="Times New Roman"/>
          <w:lang w:val="et-EE"/>
        </w:rPr>
        <w:t>.2.1. ja 1</w:t>
      </w:r>
      <w:r>
        <w:rPr>
          <w:rFonts w:ascii="Times New Roman" w:hAnsi="Times New Roman"/>
          <w:lang w:val="et-EE"/>
        </w:rPr>
        <w:t>2</w:t>
      </w:r>
      <w:r w:rsidRPr="00C740E7">
        <w:rPr>
          <w:rFonts w:ascii="Times New Roman" w:hAnsi="Times New Roman"/>
          <w:lang w:val="et-EE"/>
        </w:rPr>
        <w:t>.2.2.</w:t>
      </w:r>
    </w:p>
    <w:p w14:paraId="1BF50F67" w14:textId="77777777" w:rsidR="00FE1A2C" w:rsidRPr="00C740E7" w:rsidRDefault="00FE1A2C" w:rsidP="00FE1A2C">
      <w:pPr>
        <w:pStyle w:val="Style35935802"/>
        <w:ind w:left="720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 xml:space="preserve"> </w:t>
      </w:r>
    </w:p>
    <w:p w14:paraId="235C923A" w14:textId="77777777" w:rsidR="00FE1A2C" w:rsidRPr="00C740E7" w:rsidRDefault="00FE1A2C" w:rsidP="00FE1A2C">
      <w:pPr>
        <w:pStyle w:val="Style35935802"/>
        <w:ind w:left="720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>Kui “Ei”, palun jätkake punktist 14.</w:t>
      </w:r>
    </w:p>
    <w:p w14:paraId="31628134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</w:p>
    <w:p w14:paraId="2B038255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</w:p>
    <w:p w14:paraId="40ABB392" w14:textId="77777777" w:rsidR="00FE1A2C" w:rsidRPr="00830699" w:rsidRDefault="00FE1A2C" w:rsidP="00FE1A2C">
      <w:pPr>
        <w:pStyle w:val="Style35935802"/>
        <w:numPr>
          <w:ilvl w:val="2"/>
          <w:numId w:val="2"/>
        </w:numPr>
        <w:tabs>
          <w:tab w:val="clear" w:pos="1440"/>
          <w:tab w:val="num" w:pos="0"/>
          <w:tab w:val="left" w:pos="284"/>
        </w:tabs>
        <w:ind w:left="0" w:hanging="426"/>
        <w:rPr>
          <w:rFonts w:ascii="Times New Roman" w:hAnsi="Times New Roman"/>
          <w:b/>
          <w:lang w:val="et-EE"/>
        </w:rPr>
      </w:pPr>
      <w:r w:rsidRPr="00830699">
        <w:rPr>
          <w:rFonts w:ascii="Times New Roman" w:hAnsi="Times New Roman"/>
          <w:b/>
          <w:lang w:val="et-EE"/>
        </w:rPr>
        <w:t>Mitme meeskonnaliikme personalikulud kaetakse AMIF</w:t>
      </w:r>
      <w:r>
        <w:rPr>
          <w:rFonts w:ascii="Times New Roman" w:hAnsi="Times New Roman"/>
          <w:b/>
          <w:lang w:val="et-EE"/>
        </w:rPr>
        <w:t>-i</w:t>
      </w:r>
      <w:r w:rsidRPr="00830699">
        <w:rPr>
          <w:rFonts w:ascii="Times New Roman" w:hAnsi="Times New Roman"/>
          <w:b/>
          <w:lang w:val="et-EE"/>
        </w:rPr>
        <w:t xml:space="preserve"> vahenditest?</w:t>
      </w:r>
    </w:p>
    <w:p w14:paraId="1614C6D4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</w:p>
    <w:p w14:paraId="361C5DE0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ab/>
        <w:t>__________ täiskohaga isikut</w:t>
      </w:r>
    </w:p>
    <w:p w14:paraId="794A3051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</w:p>
    <w:p w14:paraId="2E2C7A61" w14:textId="77777777" w:rsidR="00FE1A2C" w:rsidRPr="00C740E7" w:rsidRDefault="00FE1A2C" w:rsidP="00FE1A2C">
      <w:pPr>
        <w:pStyle w:val="Style35935802"/>
        <w:rPr>
          <w:rFonts w:ascii="Times New Roman" w:hAnsi="Times New Roman"/>
          <w:lang w:val="et-EE"/>
        </w:rPr>
      </w:pPr>
      <w:r w:rsidRPr="00C740E7">
        <w:rPr>
          <w:rFonts w:ascii="Times New Roman" w:hAnsi="Times New Roman"/>
          <w:lang w:val="et-EE"/>
        </w:rPr>
        <w:tab/>
        <w:t>__________ osaajaga isikut</w:t>
      </w:r>
    </w:p>
    <w:p w14:paraId="7B5FA4E4" w14:textId="77777777" w:rsidR="00FE1A2C" w:rsidRPr="002A025D" w:rsidRDefault="00FE1A2C" w:rsidP="00FE1A2C">
      <w:pPr>
        <w:spacing w:line="276" w:lineRule="auto"/>
        <w:rPr>
          <w:rFonts w:cs="Arial"/>
        </w:rPr>
      </w:pPr>
      <w:r w:rsidRPr="002A025D">
        <w:rPr>
          <w:rFonts w:cs="Arial"/>
        </w:rPr>
        <w:tab/>
      </w:r>
    </w:p>
    <w:p w14:paraId="1F45ADE0" w14:textId="77777777" w:rsidR="00FE1A2C" w:rsidRPr="00D561AA" w:rsidRDefault="00FE1A2C" w:rsidP="00FE1A2C">
      <w:pPr>
        <w:pStyle w:val="ListParagraph"/>
        <w:numPr>
          <w:ilvl w:val="2"/>
          <w:numId w:val="2"/>
        </w:numPr>
        <w:tabs>
          <w:tab w:val="clear" w:pos="1440"/>
          <w:tab w:val="num" w:pos="0"/>
          <w:tab w:val="left" w:pos="284"/>
        </w:tabs>
        <w:spacing w:line="276" w:lineRule="auto"/>
        <w:ind w:left="0" w:hanging="426"/>
        <w:rPr>
          <w:rFonts w:cs="Arial"/>
        </w:rPr>
      </w:pPr>
      <w:r w:rsidRPr="00270F27">
        <w:rPr>
          <w:rFonts w:cs="Arial"/>
          <w:b/>
        </w:rPr>
        <w:t>Kirjeldage kõiki ametikohti, mida rahastatakse AMIF</w:t>
      </w:r>
      <w:r>
        <w:rPr>
          <w:rFonts w:cs="Arial"/>
          <w:b/>
        </w:rPr>
        <w:t>-i</w:t>
      </w:r>
      <w:r w:rsidRPr="00270F27">
        <w:rPr>
          <w:rFonts w:cs="Arial"/>
          <w:b/>
        </w:rPr>
        <w:t xml:space="preserve"> vahenditest </w:t>
      </w:r>
      <w:r w:rsidRPr="00270F27">
        <w:rPr>
          <w:rFonts w:cs="Arial"/>
          <w:i/>
        </w:rPr>
        <w:t>(</w:t>
      </w:r>
      <w:r w:rsidRPr="00270F27">
        <w:rPr>
          <w:rFonts w:cs="Arial"/>
          <w:i/>
          <w:sz w:val="20"/>
        </w:rPr>
        <w:t>Vajadusel lisada ridu</w:t>
      </w:r>
      <w:r w:rsidRPr="00270F27">
        <w:rPr>
          <w:rFonts w:cs="Arial"/>
          <w:i/>
        </w:rPr>
        <w:t>)</w:t>
      </w: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74"/>
        <w:gridCol w:w="1750"/>
        <w:gridCol w:w="1794"/>
        <w:gridCol w:w="3339"/>
      </w:tblGrid>
      <w:tr w:rsidR="00FE1A2C" w:rsidRPr="00C740E7" w14:paraId="2CA94C1B" w14:textId="77777777" w:rsidTr="00E230CC">
        <w:tc>
          <w:tcPr>
            <w:tcW w:w="2474" w:type="dxa"/>
          </w:tcPr>
          <w:p w14:paraId="4F2C2558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>1.</w:t>
            </w:r>
            <w:r>
              <w:rPr>
                <w:rFonts w:cs="Arial"/>
                <w:b/>
                <w:color w:val="000000"/>
              </w:rPr>
              <w:t xml:space="preserve"> </w:t>
            </w:r>
            <w:r w:rsidRPr="00C740E7">
              <w:rPr>
                <w:rFonts w:cs="Arial"/>
                <w:b/>
                <w:color w:val="000000"/>
              </w:rPr>
              <w:t xml:space="preserve">Töötaja roll </w:t>
            </w:r>
            <w:r w:rsidRPr="00C740E7">
              <w:rPr>
                <w:rFonts w:cs="Arial"/>
                <w:i/>
                <w:color w:val="000000"/>
                <w:sz w:val="22"/>
                <w:szCs w:val="22"/>
              </w:rPr>
              <w:t>(ametinimetus)</w:t>
            </w:r>
          </w:p>
        </w:tc>
        <w:tc>
          <w:tcPr>
            <w:tcW w:w="6883" w:type="dxa"/>
            <w:gridSpan w:val="3"/>
          </w:tcPr>
          <w:p w14:paraId="6BA178EF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05738138" w14:textId="77777777" w:rsidTr="00E230CC">
        <w:tc>
          <w:tcPr>
            <w:tcW w:w="2474" w:type="dxa"/>
          </w:tcPr>
          <w:p w14:paraId="75D97535" w14:textId="77777777" w:rsidR="00FE1A2C" w:rsidRPr="00C740E7" w:rsidRDefault="00FE1A2C" w:rsidP="00E230CC">
            <w:pPr>
              <w:jc w:val="left"/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Täiskoht </w:t>
            </w:r>
            <w:r w:rsidRPr="00C740E7">
              <w:rPr>
                <w:rFonts w:cs="Arial"/>
                <w:i/>
                <w:color w:val="000000"/>
              </w:rPr>
              <w:t>(TK)</w:t>
            </w:r>
            <w:r w:rsidRPr="00C740E7">
              <w:rPr>
                <w:rFonts w:cs="Arial"/>
                <w:b/>
                <w:color w:val="000000"/>
              </w:rPr>
              <w:t xml:space="preserve"> / </w:t>
            </w:r>
          </w:p>
          <w:p w14:paraId="32726472" w14:textId="77777777" w:rsidR="00FE1A2C" w:rsidRPr="00830699" w:rsidRDefault="00FE1A2C" w:rsidP="00E230CC">
            <w:pPr>
              <w:jc w:val="left"/>
              <w:rPr>
                <w:rFonts w:cs="Arial"/>
                <w:i/>
                <w:color w:val="000000"/>
              </w:rPr>
            </w:pPr>
            <w:proofErr w:type="spellStart"/>
            <w:r w:rsidRPr="00C740E7">
              <w:rPr>
                <w:rFonts w:cs="Arial"/>
                <w:b/>
                <w:color w:val="000000"/>
              </w:rPr>
              <w:t>Osaaeg</w:t>
            </w:r>
            <w:proofErr w:type="spellEnd"/>
            <w:r w:rsidRPr="00C740E7">
              <w:rPr>
                <w:rFonts w:cs="Arial"/>
                <w:b/>
                <w:color w:val="000000"/>
              </w:rPr>
              <w:t xml:space="preserve"> </w:t>
            </w:r>
            <w:r w:rsidRPr="00C740E7">
              <w:rPr>
                <w:rFonts w:cs="Arial"/>
                <w:i/>
                <w:color w:val="000000"/>
              </w:rPr>
              <w:t xml:space="preserve">(OA) </w:t>
            </w:r>
          </w:p>
        </w:tc>
        <w:tc>
          <w:tcPr>
            <w:tcW w:w="1750" w:type="dxa"/>
          </w:tcPr>
          <w:p w14:paraId="69843C5C" w14:textId="77777777" w:rsidR="00FE1A2C" w:rsidRPr="00C740E7" w:rsidRDefault="00FE1A2C" w:rsidP="00E230C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1794" w:type="dxa"/>
          </w:tcPr>
          <w:p w14:paraId="110C7230" w14:textId="77777777" w:rsidR="00FE1A2C" w:rsidRPr="00C740E7" w:rsidRDefault="00FE1A2C" w:rsidP="00E230CC">
            <w:pPr>
              <w:jc w:val="left"/>
              <w:rPr>
                <w:rFonts w:cs="Arial"/>
              </w:rPr>
            </w:pPr>
            <w:r w:rsidRPr="00C740E7">
              <w:rPr>
                <w:rFonts w:cs="Arial"/>
              </w:rPr>
              <w:t xml:space="preserve">Kui </w:t>
            </w:r>
            <w:proofErr w:type="spellStart"/>
            <w:r w:rsidRPr="00C740E7">
              <w:rPr>
                <w:rFonts w:cs="Arial"/>
              </w:rPr>
              <w:t>osaaeg</w:t>
            </w:r>
            <w:proofErr w:type="spellEnd"/>
            <w:r w:rsidRPr="00C740E7">
              <w:rPr>
                <w:rFonts w:cs="Arial"/>
              </w:rPr>
              <w:t>, palun märkige tundide arv kuus</w:t>
            </w:r>
          </w:p>
        </w:tc>
        <w:tc>
          <w:tcPr>
            <w:tcW w:w="3339" w:type="dxa"/>
          </w:tcPr>
          <w:p w14:paraId="258549F8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71B25B61" w14:textId="77777777" w:rsidTr="00E230CC">
        <w:trPr>
          <w:trHeight w:val="491"/>
        </w:trPr>
        <w:tc>
          <w:tcPr>
            <w:tcW w:w="2474" w:type="dxa"/>
          </w:tcPr>
          <w:p w14:paraId="3B30F7D1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>Töötaja  ülesanded</w:t>
            </w:r>
          </w:p>
        </w:tc>
        <w:tc>
          <w:tcPr>
            <w:tcW w:w="6883" w:type="dxa"/>
            <w:gridSpan w:val="3"/>
          </w:tcPr>
          <w:p w14:paraId="609FE8C9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262F47AE" w14:textId="77777777" w:rsidTr="00E230CC">
        <w:tc>
          <w:tcPr>
            <w:tcW w:w="2474" w:type="dxa"/>
          </w:tcPr>
          <w:p w14:paraId="62689BD0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2.Töötaja roll </w:t>
            </w:r>
            <w:r w:rsidRPr="00C740E7">
              <w:rPr>
                <w:rFonts w:cs="Arial"/>
                <w:i/>
                <w:color w:val="000000"/>
                <w:sz w:val="22"/>
                <w:szCs w:val="22"/>
              </w:rPr>
              <w:t>(ametinimetus)</w:t>
            </w:r>
          </w:p>
        </w:tc>
        <w:tc>
          <w:tcPr>
            <w:tcW w:w="6883" w:type="dxa"/>
            <w:gridSpan w:val="3"/>
          </w:tcPr>
          <w:p w14:paraId="622E52E7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2DF1CD3F" w14:textId="77777777" w:rsidTr="00E230CC">
        <w:tc>
          <w:tcPr>
            <w:tcW w:w="2474" w:type="dxa"/>
          </w:tcPr>
          <w:p w14:paraId="7EDD96EE" w14:textId="77777777" w:rsidR="00FE1A2C" w:rsidRPr="00C740E7" w:rsidRDefault="00FE1A2C" w:rsidP="00E230CC">
            <w:pPr>
              <w:jc w:val="left"/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Täiskoht </w:t>
            </w:r>
            <w:r w:rsidRPr="00C740E7">
              <w:rPr>
                <w:rFonts w:cs="Arial"/>
                <w:i/>
                <w:color w:val="000000"/>
              </w:rPr>
              <w:t>(TK)</w:t>
            </w:r>
            <w:r w:rsidRPr="00C740E7">
              <w:rPr>
                <w:rFonts w:cs="Arial"/>
                <w:b/>
                <w:color w:val="000000"/>
              </w:rPr>
              <w:t xml:space="preserve"> / </w:t>
            </w:r>
          </w:p>
          <w:p w14:paraId="15F4158F" w14:textId="77777777" w:rsidR="00FE1A2C" w:rsidRPr="00C740E7" w:rsidRDefault="00FE1A2C" w:rsidP="00E230CC">
            <w:pPr>
              <w:jc w:val="left"/>
              <w:rPr>
                <w:rFonts w:cs="Arial"/>
                <w:i/>
                <w:color w:val="000000"/>
              </w:rPr>
            </w:pPr>
            <w:proofErr w:type="spellStart"/>
            <w:r w:rsidRPr="00C740E7">
              <w:rPr>
                <w:rFonts w:cs="Arial"/>
                <w:b/>
                <w:color w:val="000000"/>
              </w:rPr>
              <w:t>Osaaeg</w:t>
            </w:r>
            <w:proofErr w:type="spellEnd"/>
            <w:r w:rsidRPr="00C740E7">
              <w:rPr>
                <w:rFonts w:cs="Arial"/>
                <w:b/>
                <w:color w:val="000000"/>
              </w:rPr>
              <w:t xml:space="preserve"> </w:t>
            </w:r>
            <w:r w:rsidRPr="00C740E7">
              <w:rPr>
                <w:rFonts w:cs="Arial"/>
                <w:i/>
                <w:color w:val="000000"/>
              </w:rPr>
              <w:t xml:space="preserve">(OA) </w:t>
            </w:r>
          </w:p>
          <w:p w14:paraId="4FEBD468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750" w:type="dxa"/>
          </w:tcPr>
          <w:p w14:paraId="2540823C" w14:textId="77777777" w:rsidR="00FE1A2C" w:rsidRPr="00C740E7" w:rsidRDefault="00FE1A2C" w:rsidP="00E230C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1794" w:type="dxa"/>
          </w:tcPr>
          <w:p w14:paraId="36D0F337" w14:textId="77777777" w:rsidR="00FE1A2C" w:rsidRPr="00C740E7" w:rsidRDefault="00FE1A2C" w:rsidP="00E230CC">
            <w:pPr>
              <w:jc w:val="left"/>
              <w:rPr>
                <w:rFonts w:cs="Arial"/>
              </w:rPr>
            </w:pPr>
            <w:r w:rsidRPr="00C740E7">
              <w:rPr>
                <w:rFonts w:cs="Arial"/>
              </w:rPr>
              <w:t xml:space="preserve">Kui </w:t>
            </w:r>
            <w:proofErr w:type="spellStart"/>
            <w:r w:rsidRPr="00C740E7">
              <w:rPr>
                <w:rFonts w:cs="Arial"/>
              </w:rPr>
              <w:t>osaaeg</w:t>
            </w:r>
            <w:proofErr w:type="spellEnd"/>
            <w:r w:rsidRPr="00C740E7">
              <w:rPr>
                <w:rFonts w:cs="Arial"/>
              </w:rPr>
              <w:t>, palun märkige tundide arv kuus</w:t>
            </w:r>
          </w:p>
        </w:tc>
        <w:tc>
          <w:tcPr>
            <w:tcW w:w="3339" w:type="dxa"/>
          </w:tcPr>
          <w:p w14:paraId="090F6066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3F587274" w14:textId="77777777" w:rsidTr="00E230CC">
        <w:tc>
          <w:tcPr>
            <w:tcW w:w="2474" w:type="dxa"/>
          </w:tcPr>
          <w:p w14:paraId="305BB976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>Töötaja  ülesanded</w:t>
            </w:r>
          </w:p>
        </w:tc>
        <w:tc>
          <w:tcPr>
            <w:tcW w:w="6883" w:type="dxa"/>
            <w:gridSpan w:val="3"/>
          </w:tcPr>
          <w:p w14:paraId="49E6B9F6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  <w:p w14:paraId="3378E0E5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7D57703F" w14:textId="77777777" w:rsidTr="00E230CC">
        <w:tc>
          <w:tcPr>
            <w:tcW w:w="2474" w:type="dxa"/>
          </w:tcPr>
          <w:p w14:paraId="3F2BADFF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3.Töötaja roll </w:t>
            </w:r>
            <w:r w:rsidRPr="00C740E7">
              <w:rPr>
                <w:rFonts w:cs="Arial"/>
                <w:i/>
                <w:color w:val="000000"/>
                <w:sz w:val="22"/>
                <w:szCs w:val="22"/>
              </w:rPr>
              <w:t>(ametinimetus)</w:t>
            </w:r>
          </w:p>
        </w:tc>
        <w:tc>
          <w:tcPr>
            <w:tcW w:w="6883" w:type="dxa"/>
            <w:gridSpan w:val="3"/>
          </w:tcPr>
          <w:p w14:paraId="09BEF205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37492203" w14:textId="77777777" w:rsidTr="00E230CC">
        <w:tc>
          <w:tcPr>
            <w:tcW w:w="2474" w:type="dxa"/>
          </w:tcPr>
          <w:p w14:paraId="1E7A1733" w14:textId="77777777" w:rsidR="00FE1A2C" w:rsidRPr="00C740E7" w:rsidRDefault="00FE1A2C" w:rsidP="00E230CC">
            <w:pPr>
              <w:jc w:val="left"/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 xml:space="preserve">Täiskoht </w:t>
            </w:r>
            <w:r w:rsidRPr="00C740E7">
              <w:rPr>
                <w:rFonts w:cs="Arial"/>
                <w:i/>
                <w:color w:val="000000"/>
              </w:rPr>
              <w:t>(TK)</w:t>
            </w:r>
            <w:r w:rsidRPr="00C740E7">
              <w:rPr>
                <w:rFonts w:cs="Arial"/>
                <w:b/>
                <w:color w:val="000000"/>
              </w:rPr>
              <w:t xml:space="preserve"> / </w:t>
            </w:r>
          </w:p>
          <w:p w14:paraId="4CD8D22C" w14:textId="77777777" w:rsidR="00FE1A2C" w:rsidRPr="00C740E7" w:rsidRDefault="00FE1A2C" w:rsidP="00E230CC">
            <w:pPr>
              <w:jc w:val="left"/>
              <w:rPr>
                <w:rFonts w:cs="Arial"/>
                <w:i/>
                <w:color w:val="000000"/>
              </w:rPr>
            </w:pPr>
            <w:proofErr w:type="spellStart"/>
            <w:r w:rsidRPr="00C740E7">
              <w:rPr>
                <w:rFonts w:cs="Arial"/>
                <w:b/>
                <w:color w:val="000000"/>
              </w:rPr>
              <w:t>Osaaeg</w:t>
            </w:r>
            <w:proofErr w:type="spellEnd"/>
            <w:r w:rsidRPr="00C740E7">
              <w:rPr>
                <w:rFonts w:cs="Arial"/>
                <w:b/>
                <w:color w:val="000000"/>
              </w:rPr>
              <w:t xml:space="preserve"> </w:t>
            </w:r>
            <w:r w:rsidRPr="00C740E7">
              <w:rPr>
                <w:rFonts w:cs="Arial"/>
                <w:i/>
                <w:color w:val="000000"/>
              </w:rPr>
              <w:t xml:space="preserve">(OA) </w:t>
            </w:r>
          </w:p>
          <w:p w14:paraId="3503C93D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750" w:type="dxa"/>
          </w:tcPr>
          <w:p w14:paraId="6D4BE82C" w14:textId="77777777" w:rsidR="00FE1A2C" w:rsidRPr="00C740E7" w:rsidRDefault="00FE1A2C" w:rsidP="00E230C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1794" w:type="dxa"/>
          </w:tcPr>
          <w:p w14:paraId="1416D6F9" w14:textId="77777777" w:rsidR="00FE1A2C" w:rsidRPr="00C740E7" w:rsidRDefault="00FE1A2C" w:rsidP="00E230CC">
            <w:pPr>
              <w:jc w:val="left"/>
              <w:rPr>
                <w:rFonts w:cs="Arial"/>
              </w:rPr>
            </w:pPr>
            <w:r w:rsidRPr="00C740E7">
              <w:rPr>
                <w:rFonts w:cs="Arial"/>
              </w:rPr>
              <w:t xml:space="preserve">Kui </w:t>
            </w:r>
            <w:proofErr w:type="spellStart"/>
            <w:r w:rsidRPr="00C740E7">
              <w:rPr>
                <w:rFonts w:cs="Arial"/>
              </w:rPr>
              <w:t>osaaeg</w:t>
            </w:r>
            <w:proofErr w:type="spellEnd"/>
            <w:r w:rsidRPr="00C740E7">
              <w:rPr>
                <w:rFonts w:cs="Arial"/>
              </w:rPr>
              <w:t>, palun märkige tundide arv kuus</w:t>
            </w:r>
          </w:p>
        </w:tc>
        <w:tc>
          <w:tcPr>
            <w:tcW w:w="3339" w:type="dxa"/>
          </w:tcPr>
          <w:p w14:paraId="4B41D304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  <w:tr w:rsidR="00FE1A2C" w:rsidRPr="00C740E7" w14:paraId="0AAA9BF4" w14:textId="77777777" w:rsidTr="00E230CC">
        <w:trPr>
          <w:trHeight w:val="497"/>
        </w:trPr>
        <w:tc>
          <w:tcPr>
            <w:tcW w:w="2474" w:type="dxa"/>
          </w:tcPr>
          <w:p w14:paraId="0BAA939A" w14:textId="77777777" w:rsidR="00FE1A2C" w:rsidRPr="00C740E7" w:rsidRDefault="00FE1A2C" w:rsidP="00E230CC">
            <w:pPr>
              <w:rPr>
                <w:rFonts w:cs="Arial"/>
                <w:b/>
                <w:color w:val="000000"/>
              </w:rPr>
            </w:pPr>
            <w:r w:rsidRPr="00C740E7">
              <w:rPr>
                <w:rFonts w:cs="Arial"/>
                <w:b/>
                <w:color w:val="000000"/>
              </w:rPr>
              <w:t>Töötaja  ülesanded</w:t>
            </w:r>
          </w:p>
        </w:tc>
        <w:tc>
          <w:tcPr>
            <w:tcW w:w="6883" w:type="dxa"/>
            <w:gridSpan w:val="3"/>
          </w:tcPr>
          <w:p w14:paraId="29ED2B80" w14:textId="77777777" w:rsidR="00FE1A2C" w:rsidRPr="00C740E7" w:rsidRDefault="00FE1A2C" w:rsidP="00E230CC">
            <w:pPr>
              <w:rPr>
                <w:rFonts w:cs="Arial"/>
                <w:color w:val="000000"/>
              </w:rPr>
            </w:pPr>
          </w:p>
        </w:tc>
      </w:tr>
    </w:tbl>
    <w:p w14:paraId="4E2D99EF" w14:textId="77777777" w:rsidR="00FE1A2C" w:rsidRDefault="00FE1A2C" w:rsidP="00FE1A2C">
      <w:pPr>
        <w:rPr>
          <w:szCs w:val="22"/>
          <w:u w:val="single"/>
        </w:rPr>
      </w:pPr>
    </w:p>
    <w:p w14:paraId="46774BCD" w14:textId="77777777" w:rsidR="00FE1A2C" w:rsidRDefault="00FE1A2C" w:rsidP="00FE1A2C">
      <w:pPr>
        <w:rPr>
          <w:szCs w:val="22"/>
          <w:u w:val="single"/>
        </w:rPr>
      </w:pPr>
    </w:p>
    <w:p w14:paraId="69A3D97A" w14:textId="77777777" w:rsidR="00FE1A2C" w:rsidRDefault="00FE1A2C" w:rsidP="00FE1A2C">
      <w:pPr>
        <w:rPr>
          <w:szCs w:val="22"/>
          <w:u w:val="single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7"/>
      </w:tblGrid>
      <w:tr w:rsidR="00FE1A2C" w:rsidRPr="006D08E7" w14:paraId="6CC5143A" w14:textId="77777777" w:rsidTr="00E230CC">
        <w:tc>
          <w:tcPr>
            <w:tcW w:w="9357" w:type="dxa"/>
            <w:shd w:val="clear" w:color="auto" w:fill="8DB3E2" w:themeFill="text2" w:themeFillTint="66"/>
          </w:tcPr>
          <w:p w14:paraId="4DDB0DA3" w14:textId="77777777" w:rsidR="00FE1A2C" w:rsidRPr="001E14F4" w:rsidRDefault="00FE1A2C" w:rsidP="00E230CC">
            <w:pPr>
              <w:jc w:val="center"/>
              <w:rPr>
                <w:b/>
                <w:bCs/>
                <w:szCs w:val="22"/>
              </w:rPr>
            </w:pPr>
            <w:r>
              <w:lastRenderedPageBreak/>
              <w:br w:type="page"/>
            </w:r>
          </w:p>
          <w:p w14:paraId="67A70AC4" w14:textId="77777777" w:rsidR="00FE1A2C" w:rsidRPr="001E14F4" w:rsidRDefault="00FE1A2C" w:rsidP="00E230CC">
            <w:pPr>
              <w:jc w:val="center"/>
              <w:rPr>
                <w:b/>
                <w:bCs/>
                <w:szCs w:val="22"/>
              </w:rPr>
            </w:pPr>
            <w:r w:rsidRPr="001E14F4">
              <w:rPr>
                <w:b/>
                <w:bCs/>
                <w:szCs w:val="22"/>
              </w:rPr>
              <w:t>III KOHUSTUSLIKUD LISADOKUMENDID</w:t>
            </w:r>
          </w:p>
          <w:p w14:paraId="0E54F844" w14:textId="77777777" w:rsidR="00FE1A2C" w:rsidRPr="001E14F4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5FA5F8DE" w14:textId="77777777" w:rsidR="00FE1A2C" w:rsidRPr="00C670A9" w:rsidRDefault="00FE1A2C" w:rsidP="00FE1A2C">
      <w:pPr>
        <w:rPr>
          <w:b/>
          <w:bCs/>
          <w:szCs w:val="22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7"/>
      </w:tblGrid>
      <w:tr w:rsidR="00FE1A2C" w:rsidRPr="006D08E7" w14:paraId="4F9B35D9" w14:textId="77777777" w:rsidTr="00E230CC">
        <w:tc>
          <w:tcPr>
            <w:tcW w:w="9357" w:type="dxa"/>
          </w:tcPr>
          <w:p w14:paraId="7D4949F7" w14:textId="77777777" w:rsidR="00FE1A2C" w:rsidRPr="006D08E7" w:rsidRDefault="00FE1A2C" w:rsidP="00E230CC">
            <w:pPr>
              <w:rPr>
                <w:bCs/>
              </w:rPr>
            </w:pPr>
          </w:p>
          <w:p w14:paraId="7FA78974" w14:textId="77777777" w:rsidR="00FE1A2C" w:rsidRPr="00020603" w:rsidRDefault="00FE1A2C" w:rsidP="00FE1A2C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rPr>
                <w:bCs/>
              </w:rPr>
            </w:pPr>
            <w:r w:rsidRPr="00020603">
              <w:rPr>
                <w:bCs/>
              </w:rPr>
              <w:t>Taotleja organisatsiooni asutamisdokumendid ja muud organisatsiooni alusdokumendid</w:t>
            </w:r>
            <w:r>
              <w:rPr>
                <w:bCs/>
              </w:rPr>
              <w:t xml:space="preserve"> või link/viide veebilehele</w:t>
            </w:r>
            <w:r w:rsidRPr="00020603">
              <w:rPr>
                <w:bCs/>
              </w:rPr>
              <w:t xml:space="preserve"> (põhikiri, põhimäärus vms</w:t>
            </w:r>
            <w:r>
              <w:rPr>
                <w:bCs/>
              </w:rPr>
              <w:t xml:space="preserve">; </w:t>
            </w:r>
            <w:r w:rsidRPr="00020603">
              <w:rPr>
                <w:bCs/>
                <w:i/>
              </w:rPr>
              <w:t>rahvusvaheliste organisatsioonide puhul võivad olla ka inglise keeles</w:t>
            </w:r>
            <w:r>
              <w:rPr>
                <w:bCs/>
                <w:i/>
              </w:rPr>
              <w:t xml:space="preserve">; lingi/viite veebilehele võib lisada taotlusvormi </w:t>
            </w:r>
            <w:r w:rsidRPr="006662F3">
              <w:rPr>
                <w:bCs/>
                <w:i/>
              </w:rPr>
              <w:t>punktis 5);</w:t>
            </w:r>
          </w:p>
          <w:p w14:paraId="595129BD" w14:textId="77777777" w:rsidR="00FE1A2C" w:rsidRPr="0006527B" w:rsidRDefault="00FE1A2C" w:rsidP="00FE1A2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bCs/>
              </w:rPr>
            </w:pPr>
            <w:r w:rsidRPr="00713878">
              <w:rPr>
                <w:i/>
              </w:rPr>
              <w:t>ametijuhendid</w:t>
            </w:r>
            <w:r>
              <w:rPr>
                <w:i/>
              </w:rPr>
              <w:t xml:space="preserve"> (kui tööjõukulud soovitakse katta AMIF-ist)</w:t>
            </w:r>
            <w:r w:rsidRPr="00713878">
              <w:rPr>
                <w:i/>
              </w:rPr>
              <w:t>;</w:t>
            </w:r>
            <w:r>
              <w:rPr>
                <w:i/>
              </w:rPr>
              <w:t xml:space="preserve"> </w:t>
            </w:r>
          </w:p>
          <w:p w14:paraId="19BB2894" w14:textId="77777777" w:rsidR="00FE1A2C" w:rsidRPr="00020603" w:rsidRDefault="00FE1A2C" w:rsidP="00FE1A2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t</w:t>
            </w:r>
            <w:r w:rsidRPr="00020603">
              <w:rPr>
                <w:bCs/>
              </w:rPr>
              <w:t xml:space="preserve">õend maksuvõlgnevuse puudumise kohta </w:t>
            </w:r>
            <w:r w:rsidRPr="00020603">
              <w:rPr>
                <w:bCs/>
                <w:i/>
              </w:rPr>
              <w:t>(ei esitata, kui andmeid saab kontrollida avalikust andmebaasist)</w:t>
            </w:r>
            <w:r>
              <w:rPr>
                <w:bCs/>
                <w:i/>
              </w:rPr>
              <w:t>;</w:t>
            </w:r>
          </w:p>
          <w:p w14:paraId="3C108557" w14:textId="77777777" w:rsidR="00FE1A2C" w:rsidRPr="0006527B" w:rsidRDefault="00FE1A2C" w:rsidP="00FE1A2C">
            <w:pPr>
              <w:pStyle w:val="Style35935802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p</w:t>
            </w:r>
            <w:r w:rsidRPr="000C74DA">
              <w:rPr>
                <w:rFonts w:ascii="Times New Roman" w:hAnsi="Times New Roman"/>
                <w:bCs/>
                <w:lang w:val="et-EE"/>
              </w:rPr>
              <w:t xml:space="preserve">artnerluse kinnitus </w:t>
            </w:r>
            <w:r>
              <w:rPr>
                <w:rFonts w:ascii="Times New Roman" w:hAnsi="Times New Roman"/>
                <w:bCs/>
                <w:lang w:val="et-EE"/>
              </w:rPr>
              <w:t>(</w:t>
            </w:r>
            <w:r w:rsidRPr="00BA00FE">
              <w:rPr>
                <w:rFonts w:ascii="Times New Roman" w:hAnsi="Times New Roman"/>
                <w:i/>
                <w:iCs/>
                <w:spacing w:val="-3"/>
                <w:szCs w:val="18"/>
                <w:lang w:val="et-EE"/>
              </w:rPr>
              <w:t xml:space="preserve">allkirjastatud ja kuupäevastatud </w:t>
            </w:r>
            <w:r>
              <w:rPr>
                <w:rFonts w:ascii="Times New Roman" w:hAnsi="Times New Roman"/>
                <w:i/>
                <w:iCs/>
                <w:spacing w:val="-3"/>
                <w:szCs w:val="18"/>
                <w:lang w:val="et-EE"/>
              </w:rPr>
              <w:t>partneri</w:t>
            </w:r>
            <w:r w:rsidRPr="00BA00FE">
              <w:rPr>
                <w:rFonts w:ascii="Times New Roman" w:hAnsi="Times New Roman"/>
                <w:i/>
                <w:iCs/>
                <w:spacing w:val="-3"/>
                <w:szCs w:val="18"/>
                <w:lang w:val="et-EE"/>
              </w:rPr>
              <w:t xml:space="preserve"> poolt</w:t>
            </w:r>
            <w:r>
              <w:rPr>
                <w:rFonts w:ascii="Times New Roman" w:hAnsi="Times New Roman"/>
                <w:i/>
                <w:iCs/>
                <w:spacing w:val="-3"/>
                <w:szCs w:val="18"/>
                <w:lang w:val="et-EE"/>
              </w:rPr>
              <w:t xml:space="preserve">) </w:t>
            </w:r>
            <w:r w:rsidRPr="000C74DA">
              <w:rPr>
                <w:rFonts w:ascii="Times New Roman" w:hAnsi="Times New Roman"/>
                <w:bCs/>
                <w:i/>
                <w:lang w:val="et-EE"/>
              </w:rPr>
              <w:t>(kui kohaldub)</w:t>
            </w:r>
            <w:r>
              <w:rPr>
                <w:rFonts w:ascii="Times New Roman" w:hAnsi="Times New Roman"/>
                <w:bCs/>
                <w:i/>
                <w:lang w:val="et-EE"/>
              </w:rPr>
              <w:t>;</w:t>
            </w:r>
          </w:p>
          <w:p w14:paraId="60D830B2" w14:textId="77777777" w:rsidR="00FE1A2C" w:rsidRPr="00B913B2" w:rsidRDefault="00FE1A2C" w:rsidP="00FE1A2C">
            <w:pPr>
              <w:pStyle w:val="Style35935802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lang w:val="et-EE"/>
              </w:rPr>
            </w:pPr>
            <w:proofErr w:type="spellStart"/>
            <w:r w:rsidRPr="00B913B2">
              <w:rPr>
                <w:rFonts w:ascii="Times New Roman" w:hAnsi="Times New Roman"/>
                <w:bCs/>
                <w:szCs w:val="18"/>
              </w:rPr>
              <w:t>projekti</w:t>
            </w:r>
            <w:proofErr w:type="spellEnd"/>
            <w:r w:rsidRPr="00B913B2">
              <w:rPr>
                <w:rFonts w:ascii="Times New Roman" w:hAnsi="Times New Roman"/>
                <w:bCs/>
                <w:szCs w:val="18"/>
              </w:rPr>
              <w:t xml:space="preserve"> </w:t>
            </w:r>
            <w:proofErr w:type="spellStart"/>
            <w:r w:rsidRPr="00B913B2">
              <w:rPr>
                <w:rFonts w:ascii="Times New Roman" w:hAnsi="Times New Roman"/>
                <w:bCs/>
                <w:szCs w:val="18"/>
              </w:rPr>
              <w:t>tegevuskava</w:t>
            </w:r>
            <w:proofErr w:type="spellEnd"/>
            <w:r w:rsidRPr="00B913B2">
              <w:rPr>
                <w:rFonts w:ascii="Times New Roman" w:hAnsi="Times New Roman"/>
                <w:bCs/>
                <w:szCs w:val="18"/>
              </w:rPr>
              <w:t xml:space="preserve"> </w:t>
            </w:r>
            <w:proofErr w:type="spellStart"/>
            <w:r w:rsidRPr="00B913B2">
              <w:rPr>
                <w:rFonts w:ascii="Times New Roman" w:hAnsi="Times New Roman"/>
                <w:bCs/>
                <w:szCs w:val="18"/>
              </w:rPr>
              <w:t>ja</w:t>
            </w:r>
            <w:proofErr w:type="spellEnd"/>
            <w:r w:rsidRPr="00B913B2">
              <w:rPr>
                <w:rFonts w:ascii="Times New Roman" w:hAnsi="Times New Roman"/>
                <w:bCs/>
                <w:szCs w:val="18"/>
              </w:rPr>
              <w:t xml:space="preserve"> </w:t>
            </w:r>
            <w:proofErr w:type="spellStart"/>
            <w:r w:rsidRPr="00B913B2">
              <w:rPr>
                <w:rFonts w:ascii="Times New Roman" w:hAnsi="Times New Roman"/>
                <w:bCs/>
                <w:szCs w:val="18"/>
              </w:rPr>
              <w:t>tulemused</w:t>
            </w:r>
            <w:proofErr w:type="spellEnd"/>
            <w:r w:rsidRPr="00B913B2">
              <w:rPr>
                <w:rFonts w:ascii="Times New Roman" w:hAnsi="Times New Roman"/>
                <w:bCs/>
                <w:lang w:val="et-EE"/>
              </w:rPr>
              <w:t>;</w:t>
            </w:r>
          </w:p>
          <w:p w14:paraId="60D1118D" w14:textId="77777777" w:rsidR="00FE1A2C" w:rsidRPr="004B52AE" w:rsidRDefault="00FE1A2C" w:rsidP="00FE1A2C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rPr>
                <w:bCs/>
              </w:rPr>
            </w:pPr>
            <w:r>
              <w:rPr>
                <w:bCs/>
              </w:rPr>
              <w:t>p</w:t>
            </w:r>
            <w:r w:rsidRPr="00020603">
              <w:rPr>
                <w:bCs/>
              </w:rPr>
              <w:t>rojekti detailne eelarve MS Excel</w:t>
            </w:r>
            <w:r>
              <w:rPr>
                <w:bCs/>
              </w:rPr>
              <w:t>-vormingus.</w:t>
            </w:r>
          </w:p>
        </w:tc>
      </w:tr>
    </w:tbl>
    <w:p w14:paraId="106DA7B1" w14:textId="77777777" w:rsidR="00FE1A2C" w:rsidRPr="00C670A9" w:rsidRDefault="00FE1A2C" w:rsidP="00FE1A2C">
      <w:pPr>
        <w:rPr>
          <w:b/>
          <w:bCs/>
        </w:rPr>
      </w:pPr>
    </w:p>
    <w:p w14:paraId="59C6ED51" w14:textId="77777777" w:rsidR="00FE1A2C" w:rsidRPr="00C670A9" w:rsidRDefault="00FE1A2C" w:rsidP="00FE1A2C">
      <w:pPr>
        <w:rPr>
          <w:b/>
          <w:bCs/>
          <w:szCs w:val="22"/>
        </w:rPr>
      </w:pPr>
      <w:r w:rsidRPr="00C670A9">
        <w:rPr>
          <w:b/>
          <w:bCs/>
          <w:szCs w:val="22"/>
        </w:rPr>
        <w:br w:type="page"/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5"/>
      </w:tblGrid>
      <w:tr w:rsidR="00FE1A2C" w:rsidRPr="006D08E7" w14:paraId="09C10E3B" w14:textId="77777777" w:rsidTr="00E230CC">
        <w:tc>
          <w:tcPr>
            <w:tcW w:w="9215" w:type="dxa"/>
            <w:shd w:val="clear" w:color="auto" w:fill="8DB3E2" w:themeFill="text2" w:themeFillTint="66"/>
          </w:tcPr>
          <w:p w14:paraId="3F8B2939" w14:textId="77777777" w:rsidR="00FE1A2C" w:rsidRPr="006D08E7" w:rsidRDefault="00FE1A2C" w:rsidP="00E230CC">
            <w:pPr>
              <w:jc w:val="center"/>
              <w:rPr>
                <w:b/>
                <w:bCs/>
                <w:szCs w:val="22"/>
              </w:rPr>
            </w:pPr>
          </w:p>
          <w:p w14:paraId="58B93FA8" w14:textId="77777777" w:rsidR="00FE1A2C" w:rsidRPr="006D08E7" w:rsidRDefault="00FE1A2C" w:rsidP="00E230CC">
            <w:pPr>
              <w:jc w:val="center"/>
              <w:rPr>
                <w:b/>
                <w:bCs/>
                <w:szCs w:val="22"/>
              </w:rPr>
            </w:pPr>
            <w:r w:rsidRPr="006D08E7">
              <w:rPr>
                <w:b/>
                <w:bCs/>
                <w:szCs w:val="22"/>
              </w:rPr>
              <w:t>IV TAOTLUSE KINNITAMINE</w:t>
            </w:r>
          </w:p>
          <w:p w14:paraId="55CBE29A" w14:textId="77777777" w:rsidR="00FE1A2C" w:rsidRPr="006D08E7" w:rsidRDefault="00FE1A2C" w:rsidP="00E230CC">
            <w:pPr>
              <w:rPr>
                <w:b/>
                <w:bCs/>
                <w:szCs w:val="22"/>
              </w:rPr>
            </w:pPr>
          </w:p>
        </w:tc>
      </w:tr>
    </w:tbl>
    <w:p w14:paraId="4E4BB092" w14:textId="77777777" w:rsidR="00FE1A2C" w:rsidRPr="00C670A9" w:rsidRDefault="00FE1A2C" w:rsidP="00FE1A2C">
      <w:pPr>
        <w:rPr>
          <w:b/>
          <w:bCs/>
          <w:szCs w:val="22"/>
        </w:rPr>
      </w:pPr>
      <w:bookmarkStart w:id="0" w:name="_GoBack"/>
      <w:bookmarkEnd w:id="0"/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5"/>
      </w:tblGrid>
      <w:tr w:rsidR="00FE1A2C" w:rsidRPr="006D08E7" w14:paraId="10CB2DCF" w14:textId="77777777" w:rsidTr="00E230CC">
        <w:trPr>
          <w:trHeight w:val="3863"/>
        </w:trPr>
        <w:tc>
          <w:tcPr>
            <w:tcW w:w="9215" w:type="dxa"/>
          </w:tcPr>
          <w:p w14:paraId="48C1A149" w14:textId="77777777" w:rsidR="00FE1A2C" w:rsidRPr="006D08E7" w:rsidRDefault="00FE1A2C" w:rsidP="00E230CC">
            <w:pPr>
              <w:rPr>
                <w:b/>
                <w:bCs/>
              </w:rPr>
            </w:pPr>
          </w:p>
          <w:p w14:paraId="47555BF7" w14:textId="77777777" w:rsidR="00FE1A2C" w:rsidRPr="006D08E7" w:rsidRDefault="00FE1A2C" w:rsidP="00E230C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Taotluse allkirjastamisega kinnitan, et: </w:t>
            </w:r>
          </w:p>
          <w:p w14:paraId="30B5E288" w14:textId="77777777" w:rsidR="00FE1A2C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CC019D">
              <w:rPr>
                <w:bCs/>
              </w:rPr>
              <w:t>aotluses ning selle lisades esitatud andmed on õiged</w:t>
            </w:r>
            <w:r>
              <w:rPr>
                <w:bCs/>
              </w:rPr>
              <w:t>;</w:t>
            </w:r>
          </w:p>
          <w:p w14:paraId="4CC0400A" w14:textId="77777777" w:rsidR="00FE1A2C" w:rsidRPr="00CC019D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bCs/>
              </w:rPr>
              <w:t>t</w:t>
            </w:r>
            <w:r w:rsidRPr="00CC019D">
              <w:rPr>
                <w:bCs/>
              </w:rPr>
              <w:t>aotlus on koostatud AMIF-i abikõlblikkuse reegleid järgides</w:t>
            </w:r>
            <w:r>
              <w:rPr>
                <w:bCs/>
              </w:rPr>
              <w:t>;</w:t>
            </w:r>
          </w:p>
          <w:p w14:paraId="0665A829" w14:textId="77777777" w:rsidR="00FE1A2C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t>tagan toetuse eesmärgipärase kasutamise, kooskõlas sõlmitava toetuslepingu, Eesti Vabariigi ja Euroopa Liidu õigusaktide ning juhenditega ja toetuse kasutamise nähtavuse;</w:t>
            </w:r>
          </w:p>
          <w:p w14:paraId="04F0EF49" w14:textId="77777777" w:rsidR="00FE1A2C" w:rsidRPr="0006527B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t>tagan projekti mittetulundusliku iseloomu</w:t>
            </w:r>
            <w:r>
              <w:rPr>
                <w:rStyle w:val="FootnoteReference"/>
              </w:rPr>
              <w:footnoteReference w:id="2"/>
            </w:r>
            <w:r>
              <w:t>:</w:t>
            </w:r>
          </w:p>
          <w:p w14:paraId="2A187473" w14:textId="77777777" w:rsidR="00FE1A2C" w:rsidRPr="0006527B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Cs/>
              </w:rPr>
              <w:t>t</w:t>
            </w:r>
            <w:r w:rsidRPr="00CC019D">
              <w:rPr>
                <w:bCs/>
              </w:rPr>
              <w:t>aotluses toodud tegevusi ja kulusid ei rahastata teistest allikatest (sh teistest EL-i fondidest või programmidest)</w:t>
            </w:r>
            <w:r>
              <w:rPr>
                <w:bCs/>
              </w:rPr>
              <w:t>;</w:t>
            </w:r>
          </w:p>
          <w:p w14:paraId="07382AB6" w14:textId="77777777" w:rsidR="00FE1A2C" w:rsidRPr="0006527B" w:rsidRDefault="00FE1A2C" w:rsidP="00FE1A2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t>olen teadlik, et taotluse heakskiitmisel avalikustatakse toetuse saaja ja projekti nimi ning riikliku kaasfinantseeringu ja  Euroopa Liidu toetuse suurus.</w:t>
            </w:r>
          </w:p>
        </w:tc>
      </w:tr>
    </w:tbl>
    <w:p w14:paraId="5DA91FAF" w14:textId="77777777" w:rsidR="00FE1A2C" w:rsidRPr="00C670A9" w:rsidRDefault="00FE1A2C" w:rsidP="00FE1A2C">
      <w:pPr>
        <w:rPr>
          <w:b/>
          <w:bCs/>
        </w:rPr>
      </w:pPr>
    </w:p>
    <w:p w14:paraId="3C317356" w14:textId="77777777" w:rsidR="00FE1A2C" w:rsidRPr="00C670A9" w:rsidRDefault="00FE1A2C" w:rsidP="00FE1A2C">
      <w:pPr>
        <w:rPr>
          <w:b/>
          <w:bCs/>
        </w:rPr>
      </w:pPr>
    </w:p>
    <w:p w14:paraId="50228042" w14:textId="77777777" w:rsidR="00FE1A2C" w:rsidRPr="00C670A9" w:rsidRDefault="00FE1A2C" w:rsidP="00FE1A2C">
      <w:pPr>
        <w:ind w:left="-284"/>
        <w:rPr>
          <w:b/>
          <w:bCs/>
        </w:rPr>
      </w:pPr>
      <w:r w:rsidRPr="00C670A9">
        <w:rPr>
          <w:b/>
          <w:bCs/>
        </w:rPr>
        <w:t xml:space="preserve">Taotleja organisatsiooni </w:t>
      </w:r>
      <w:r>
        <w:rPr>
          <w:b/>
          <w:bCs/>
        </w:rPr>
        <w:t>allkirjaõigusliku</w:t>
      </w:r>
      <w:r w:rsidRPr="00C670A9">
        <w:rPr>
          <w:b/>
          <w:bCs/>
        </w:rPr>
        <w:t xml:space="preserve"> esindaja allkiri:</w:t>
      </w:r>
    </w:p>
    <w:p w14:paraId="569F51E5" w14:textId="77777777" w:rsidR="00FE1A2C" w:rsidRPr="00C670A9" w:rsidRDefault="00FE1A2C" w:rsidP="00FE1A2C">
      <w:pPr>
        <w:ind w:left="-284"/>
        <w:rPr>
          <w:bCs/>
          <w:i/>
        </w:rPr>
      </w:pPr>
      <w:r w:rsidRPr="00C670A9">
        <w:rPr>
          <w:bCs/>
          <w:i/>
        </w:rPr>
        <w:t xml:space="preserve">Taotleja võtab endale taotlust allkirjastades kohustuse rahastamise otsuse korral projekt vastavalt seatud tingimustele ellu viia. </w:t>
      </w:r>
    </w:p>
    <w:p w14:paraId="3915A9F0" w14:textId="77777777" w:rsidR="00FE1A2C" w:rsidRPr="00C670A9" w:rsidRDefault="00FE1A2C" w:rsidP="00FE1A2C">
      <w:pPr>
        <w:rPr>
          <w:bCs/>
          <w:i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6478"/>
      </w:tblGrid>
      <w:tr w:rsidR="00FE1A2C" w:rsidRPr="006D08E7" w14:paraId="15365438" w14:textId="77777777" w:rsidTr="00E230CC">
        <w:tc>
          <w:tcPr>
            <w:tcW w:w="2737" w:type="dxa"/>
            <w:shd w:val="clear" w:color="auto" w:fill="E6E6E6"/>
          </w:tcPr>
          <w:p w14:paraId="0F253DAC" w14:textId="77777777" w:rsidR="00FE1A2C" w:rsidRPr="006D08E7" w:rsidRDefault="00FE1A2C" w:rsidP="00E230CC">
            <w:pPr>
              <w:jc w:val="left"/>
              <w:rPr>
                <w:b/>
                <w:bCs/>
              </w:rPr>
            </w:pPr>
            <w:r w:rsidRPr="006D08E7">
              <w:rPr>
                <w:b/>
                <w:bCs/>
              </w:rPr>
              <w:t>Ees- ja perekonnanimi</w:t>
            </w:r>
          </w:p>
        </w:tc>
        <w:tc>
          <w:tcPr>
            <w:tcW w:w="6478" w:type="dxa"/>
          </w:tcPr>
          <w:p w14:paraId="22BBAF07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0EFCC5F2" w14:textId="77777777" w:rsidTr="00E230CC">
        <w:tc>
          <w:tcPr>
            <w:tcW w:w="2737" w:type="dxa"/>
            <w:shd w:val="clear" w:color="auto" w:fill="E6E6E6"/>
          </w:tcPr>
          <w:p w14:paraId="6049B66B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Ametikoht</w:t>
            </w:r>
          </w:p>
        </w:tc>
        <w:tc>
          <w:tcPr>
            <w:tcW w:w="6478" w:type="dxa"/>
          </w:tcPr>
          <w:p w14:paraId="06E80B0E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307A3635" w14:textId="77777777" w:rsidTr="00E230CC">
        <w:tc>
          <w:tcPr>
            <w:tcW w:w="2737" w:type="dxa"/>
            <w:shd w:val="clear" w:color="auto" w:fill="E6E6E6"/>
          </w:tcPr>
          <w:p w14:paraId="12428EB0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Allkiri</w:t>
            </w:r>
          </w:p>
        </w:tc>
        <w:tc>
          <w:tcPr>
            <w:tcW w:w="6478" w:type="dxa"/>
          </w:tcPr>
          <w:p w14:paraId="1E68AB24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  <w:tr w:rsidR="00FE1A2C" w:rsidRPr="006D08E7" w14:paraId="7AA39DB8" w14:textId="77777777" w:rsidTr="00E230CC">
        <w:tc>
          <w:tcPr>
            <w:tcW w:w="2737" w:type="dxa"/>
            <w:shd w:val="clear" w:color="auto" w:fill="E6E6E6"/>
          </w:tcPr>
          <w:p w14:paraId="5B7E5696" w14:textId="77777777" w:rsidR="00FE1A2C" w:rsidRPr="006D08E7" w:rsidRDefault="00FE1A2C" w:rsidP="00E230CC">
            <w:pPr>
              <w:rPr>
                <w:b/>
                <w:bCs/>
              </w:rPr>
            </w:pPr>
            <w:r w:rsidRPr="006D08E7">
              <w:rPr>
                <w:b/>
                <w:bCs/>
              </w:rPr>
              <w:t>Kuupäev</w:t>
            </w:r>
          </w:p>
        </w:tc>
        <w:tc>
          <w:tcPr>
            <w:tcW w:w="6478" w:type="dxa"/>
          </w:tcPr>
          <w:p w14:paraId="18CC8F56" w14:textId="77777777" w:rsidR="00FE1A2C" w:rsidRPr="006D08E7" w:rsidRDefault="00FE1A2C" w:rsidP="00E230CC">
            <w:pPr>
              <w:rPr>
                <w:b/>
                <w:bCs/>
              </w:rPr>
            </w:pPr>
          </w:p>
        </w:tc>
      </w:tr>
    </w:tbl>
    <w:p w14:paraId="71E6A6FC" w14:textId="77777777" w:rsidR="00FE1A2C" w:rsidRDefault="00FE1A2C" w:rsidP="00FE1A2C"/>
    <w:p w14:paraId="38A0F73A" w14:textId="77777777" w:rsidR="00FE1A2C" w:rsidRDefault="00FE1A2C" w:rsidP="00FE1A2C">
      <w:pPr>
        <w:spacing w:after="200" w:line="276" w:lineRule="auto"/>
        <w:jc w:val="left"/>
      </w:pPr>
      <w:r>
        <w:br w:type="page"/>
      </w:r>
    </w:p>
    <w:p w14:paraId="12393248" w14:textId="77777777" w:rsidR="00FE1A2C" w:rsidRDefault="00FE1A2C" w:rsidP="00FE1A2C"/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095"/>
      </w:tblGrid>
      <w:tr w:rsidR="00FE1A2C" w14:paraId="4D3AB63E" w14:textId="77777777" w:rsidTr="00E230CC">
        <w:tc>
          <w:tcPr>
            <w:tcW w:w="9662" w:type="dxa"/>
            <w:shd w:val="clear" w:color="auto" w:fill="8DB3E2" w:themeFill="text2" w:themeFillTint="66"/>
            <w:vAlign w:val="center"/>
          </w:tcPr>
          <w:p w14:paraId="374AAF33" w14:textId="77777777" w:rsidR="00FE1A2C" w:rsidRDefault="00FE1A2C" w:rsidP="00E230CC">
            <w:pPr>
              <w:jc w:val="left"/>
              <w:rPr>
                <w:rFonts w:cs="Arial"/>
                <w:b/>
              </w:rPr>
            </w:pPr>
          </w:p>
          <w:p w14:paraId="47301676" w14:textId="77777777" w:rsidR="00FE1A2C" w:rsidRDefault="00FE1A2C" w:rsidP="00E230CC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Kontroll-leht</w:t>
            </w:r>
          </w:p>
          <w:p w14:paraId="1ADA8C07" w14:textId="77777777" w:rsidR="00FE1A2C" w:rsidRDefault="00FE1A2C" w:rsidP="00E230CC">
            <w:pPr>
              <w:ind w:left="-868"/>
              <w:jc w:val="left"/>
              <w:rPr>
                <w:rFonts w:cs="Arial"/>
                <w:b/>
              </w:rPr>
            </w:pPr>
          </w:p>
        </w:tc>
      </w:tr>
    </w:tbl>
    <w:p w14:paraId="606E5039" w14:textId="77777777" w:rsidR="00FE1A2C" w:rsidRPr="002A025D" w:rsidRDefault="00FE1A2C" w:rsidP="00FE1A2C">
      <w:pPr>
        <w:ind w:left="726" w:hanging="726"/>
        <w:rPr>
          <w:rFonts w:cs="Arial"/>
          <w:b/>
        </w:rPr>
      </w:pPr>
    </w:p>
    <w:p w14:paraId="03088389" w14:textId="77777777" w:rsidR="00FE1A2C" w:rsidRPr="002A025D" w:rsidRDefault="00FE1A2C" w:rsidP="00FE1A2C">
      <w:pPr>
        <w:ind w:left="726" w:hanging="726"/>
        <w:rPr>
          <w:rFonts w:cs="Arial"/>
          <w:b/>
        </w:rPr>
      </w:pPr>
    </w:p>
    <w:p w14:paraId="78AAD6AA" w14:textId="77777777" w:rsidR="00FE1A2C" w:rsidRDefault="00F53BCE" w:rsidP="00FE1A2C">
      <w:pPr>
        <w:ind w:left="726" w:hanging="726"/>
        <w:rPr>
          <w:rFonts w:cs="Arial"/>
          <w:b/>
        </w:rPr>
      </w:pPr>
      <w:sdt>
        <w:sdtPr>
          <w:rPr>
            <w:rFonts w:cs="Arial"/>
            <w:b/>
          </w:rPr>
          <w:id w:val="-396513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FE1A2C" w:rsidRPr="002A025D">
        <w:rPr>
          <w:rFonts w:cs="Arial"/>
          <w:b/>
        </w:rPr>
        <w:tab/>
      </w:r>
      <w:r w:rsidR="00FE1A2C">
        <w:rPr>
          <w:rFonts w:cs="Arial"/>
          <w:b/>
        </w:rPr>
        <w:t>Taotlusvormi kõik väljad on täidetud</w:t>
      </w:r>
    </w:p>
    <w:p w14:paraId="4CFA24EE" w14:textId="77777777" w:rsidR="00FE1A2C" w:rsidRDefault="00FE1A2C" w:rsidP="00FE1A2C">
      <w:pPr>
        <w:ind w:left="726" w:hanging="726"/>
        <w:rPr>
          <w:rFonts w:cs="Arial"/>
          <w:b/>
        </w:rPr>
      </w:pPr>
    </w:p>
    <w:p w14:paraId="3367A1E4" w14:textId="77777777" w:rsidR="00FE1A2C" w:rsidRDefault="00F53BCE" w:rsidP="00FE1A2C">
      <w:pPr>
        <w:ind w:left="726" w:hanging="726"/>
        <w:rPr>
          <w:rFonts w:cs="Arial"/>
          <w:b/>
        </w:rPr>
      </w:pPr>
      <w:sdt>
        <w:sdtPr>
          <w:rPr>
            <w:rFonts w:cs="Arial"/>
            <w:b/>
          </w:rPr>
          <w:id w:val="117714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FE1A2C">
        <w:rPr>
          <w:rFonts w:cs="Arial"/>
          <w:b/>
        </w:rPr>
        <w:tab/>
        <w:t>Taotlusvorm on trükitud</w:t>
      </w:r>
    </w:p>
    <w:p w14:paraId="29BA8318" w14:textId="77777777" w:rsidR="00FE1A2C" w:rsidRDefault="00FE1A2C" w:rsidP="00FE1A2C">
      <w:pPr>
        <w:ind w:left="726" w:hanging="726"/>
        <w:rPr>
          <w:rFonts w:cs="Arial"/>
          <w:b/>
        </w:rPr>
      </w:pPr>
    </w:p>
    <w:p w14:paraId="7343EC55" w14:textId="77777777" w:rsidR="00FE1A2C" w:rsidRDefault="00F53BCE" w:rsidP="00FE1A2C">
      <w:pPr>
        <w:ind w:left="726" w:hanging="726"/>
        <w:rPr>
          <w:rFonts w:cs="Arial"/>
          <w:b/>
        </w:rPr>
      </w:pPr>
      <w:sdt>
        <w:sdtPr>
          <w:rPr>
            <w:rFonts w:cs="Arial"/>
            <w:b/>
          </w:rPr>
          <w:id w:val="1063830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FE1A2C" w:rsidRPr="002A025D">
        <w:rPr>
          <w:rFonts w:cs="Arial"/>
          <w:b/>
        </w:rPr>
        <w:tab/>
      </w:r>
      <w:r w:rsidR="00FE1A2C">
        <w:rPr>
          <w:rFonts w:cs="Arial"/>
          <w:b/>
        </w:rPr>
        <w:t>Taotlusvormi on allkirjastanud allkirjaõiguslik isik</w:t>
      </w:r>
    </w:p>
    <w:p w14:paraId="0FCE7710" w14:textId="77777777" w:rsidR="00FE1A2C" w:rsidRDefault="00FE1A2C" w:rsidP="00FE1A2C">
      <w:pPr>
        <w:ind w:left="726" w:hanging="726"/>
        <w:rPr>
          <w:rFonts w:cs="Arial"/>
          <w:b/>
        </w:rPr>
      </w:pPr>
    </w:p>
    <w:p w14:paraId="7EBA4FCA" w14:textId="77777777" w:rsidR="00FE1A2C" w:rsidRPr="004B3032" w:rsidRDefault="00FE1A2C" w:rsidP="00FE1A2C">
      <w:pPr>
        <w:rPr>
          <w:rFonts w:cs="Arial"/>
          <w:b/>
        </w:rPr>
      </w:pPr>
    </w:p>
    <w:p w14:paraId="4C93F450" w14:textId="77777777" w:rsidR="00FE1A2C" w:rsidRPr="002A025D" w:rsidRDefault="00FE1A2C" w:rsidP="00FE1A2C">
      <w:pPr>
        <w:rPr>
          <w:rFonts w:cs="Arial"/>
          <w:bCs/>
        </w:rPr>
      </w:pPr>
    </w:p>
    <w:p w14:paraId="63108BAF" w14:textId="77777777" w:rsidR="00FE1A2C" w:rsidRPr="000653F4" w:rsidRDefault="00FE1A2C" w:rsidP="00FE1A2C">
      <w:pPr>
        <w:rPr>
          <w:rFonts w:cs="Arial"/>
          <w:b/>
          <w:bCs/>
        </w:rPr>
      </w:pPr>
      <w:r>
        <w:rPr>
          <w:rFonts w:cs="Arial"/>
          <w:b/>
          <w:bCs/>
        </w:rPr>
        <w:t>Taotlusvormile on lisatud:</w:t>
      </w:r>
      <w:r w:rsidRPr="002A025D">
        <w:rPr>
          <w:rFonts w:cs="Arial"/>
          <w:b/>
          <w:bCs/>
        </w:rPr>
        <w:t xml:space="preserve"> </w:t>
      </w:r>
    </w:p>
    <w:p w14:paraId="0CCBA4A0" w14:textId="77777777" w:rsidR="00FE1A2C" w:rsidRPr="002A025D" w:rsidRDefault="00FE1A2C" w:rsidP="00FE1A2C">
      <w:pPr>
        <w:spacing w:line="276" w:lineRule="auto"/>
        <w:rPr>
          <w:rFonts w:cs="Arial"/>
          <w:b/>
        </w:rPr>
      </w:pPr>
      <w:r>
        <w:rPr>
          <w:noProof/>
          <w:lang w:eastAsia="et-E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E45CA" wp14:editId="05782AAE">
                <wp:simplePos x="0" y="0"/>
                <wp:positionH relativeFrom="column">
                  <wp:posOffset>-105816</wp:posOffset>
                </wp:positionH>
                <wp:positionV relativeFrom="paragraph">
                  <wp:posOffset>147574</wp:posOffset>
                </wp:positionV>
                <wp:extent cx="6027724" cy="3079699"/>
                <wp:effectExtent l="0" t="0" r="11430" b="2603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724" cy="307969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E3717" id="Rectangle 19" o:spid="_x0000_s1026" style="position:absolute;margin-left:-8.35pt;margin-top:11.6pt;width:474.6pt;height:2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" filled="f"/>
            </w:pict>
          </mc:Fallback>
        </mc:AlternateContent>
      </w:r>
    </w:p>
    <w:p w14:paraId="7B773EC0" w14:textId="77777777" w:rsidR="00FE1A2C" w:rsidRPr="000C74DA" w:rsidRDefault="00F53BCE" w:rsidP="00FE1A2C">
      <w:pPr>
        <w:spacing w:after="240" w:line="276" w:lineRule="auto"/>
        <w:ind w:left="284" w:hanging="284"/>
        <w:rPr>
          <w:bCs/>
        </w:rPr>
      </w:pPr>
      <w:sdt>
        <w:sdtPr>
          <w:rPr>
            <w:bCs/>
          </w:rPr>
          <w:id w:val="-2082359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E1A2C">
        <w:rPr>
          <w:bCs/>
        </w:rPr>
        <w:t xml:space="preserve"> </w:t>
      </w:r>
      <w:r w:rsidR="00FE1A2C" w:rsidRPr="000C74DA">
        <w:rPr>
          <w:bCs/>
        </w:rPr>
        <w:t xml:space="preserve">Taotleja organisatsiooni asutamisdokumendid ja muud organisatsiooni alusdokumendid (põhikiri, põhimäärus vms) </w:t>
      </w:r>
      <w:r w:rsidR="00FE1A2C" w:rsidRPr="000C74DA">
        <w:rPr>
          <w:bCs/>
          <w:i/>
        </w:rPr>
        <w:t>(rahvusvaheliste organisatsioonide puhul võivad olla ka inglise keeles)</w:t>
      </w:r>
    </w:p>
    <w:p w14:paraId="28AF4789" w14:textId="77777777" w:rsidR="00FE1A2C" w:rsidRPr="000C74DA" w:rsidRDefault="00F53BCE" w:rsidP="00FE1A2C">
      <w:pPr>
        <w:spacing w:before="240" w:after="240" w:line="276" w:lineRule="auto"/>
        <w:ind w:left="3"/>
      </w:pPr>
      <w:sdt>
        <w:sdtPr>
          <w:id w:val="2125650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hint="eastAsia"/>
            </w:rPr>
            <w:t>☐</w:t>
          </w:r>
        </w:sdtContent>
      </w:sdt>
      <w:r w:rsidR="00FE1A2C">
        <w:t xml:space="preserve"> </w:t>
      </w:r>
      <w:r w:rsidR="00FE1A2C">
        <w:rPr>
          <w:i/>
        </w:rPr>
        <w:t xml:space="preserve">Ametijuhendid </w:t>
      </w:r>
    </w:p>
    <w:p w14:paraId="675808F1" w14:textId="77777777" w:rsidR="00FE1A2C" w:rsidRPr="000C74DA" w:rsidRDefault="00F53BCE" w:rsidP="00FE1A2C">
      <w:pPr>
        <w:spacing w:after="240" w:line="276" w:lineRule="auto"/>
        <w:rPr>
          <w:bCs/>
        </w:rPr>
      </w:pPr>
      <w:sdt>
        <w:sdtPr>
          <w:rPr>
            <w:bCs/>
          </w:rPr>
          <w:id w:val="-20718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 w:rsidRPr="000C74DA">
            <w:rPr>
              <w:rFonts w:ascii="MS Mincho" w:eastAsia="MS Mincho" w:hAnsi="MS Mincho" w:cs="MS Mincho" w:hint="eastAsia"/>
              <w:bCs/>
            </w:rPr>
            <w:t>☐</w:t>
          </w:r>
        </w:sdtContent>
      </w:sdt>
      <w:r w:rsidR="00FE1A2C">
        <w:rPr>
          <w:bCs/>
        </w:rPr>
        <w:t xml:space="preserve"> </w:t>
      </w:r>
      <w:r w:rsidR="00FE1A2C" w:rsidRPr="000C74DA">
        <w:rPr>
          <w:bCs/>
        </w:rPr>
        <w:t xml:space="preserve">Tõend maksuvõlgnevuse puudumise kohta </w:t>
      </w:r>
      <w:r w:rsidR="00FE1A2C" w:rsidRPr="000C74DA">
        <w:rPr>
          <w:bCs/>
          <w:i/>
        </w:rPr>
        <w:t>(</w:t>
      </w:r>
      <w:r w:rsidR="00FE1A2C">
        <w:rPr>
          <w:bCs/>
          <w:i/>
        </w:rPr>
        <w:t xml:space="preserve">ei esitata, </w:t>
      </w:r>
      <w:r w:rsidR="00FE1A2C" w:rsidRPr="000C74DA">
        <w:rPr>
          <w:bCs/>
          <w:i/>
        </w:rPr>
        <w:t xml:space="preserve">kui </w:t>
      </w:r>
      <w:r w:rsidR="00FE1A2C">
        <w:rPr>
          <w:bCs/>
          <w:i/>
        </w:rPr>
        <w:t>andmeid saab tasuta kontrollida avalikust andmebaasist</w:t>
      </w:r>
      <w:r w:rsidR="00FE1A2C" w:rsidRPr="000C74DA">
        <w:rPr>
          <w:bCs/>
          <w:i/>
        </w:rPr>
        <w:t>)</w:t>
      </w:r>
    </w:p>
    <w:p w14:paraId="375BEBE7" w14:textId="77777777" w:rsidR="00FE1A2C" w:rsidRDefault="00F53BCE" w:rsidP="00FE1A2C">
      <w:pPr>
        <w:pStyle w:val="Style35935802"/>
        <w:spacing w:after="240" w:line="276" w:lineRule="auto"/>
        <w:rPr>
          <w:rFonts w:ascii="Times New Roman" w:hAnsi="Times New Roman"/>
          <w:bCs/>
          <w:i/>
          <w:lang w:val="et-EE"/>
        </w:rPr>
      </w:pPr>
      <w:sdt>
        <w:sdtPr>
          <w:rPr>
            <w:rFonts w:ascii="Times New Roman" w:hAnsi="Times New Roman"/>
            <w:bCs/>
            <w:lang w:val="et-EE"/>
          </w:rPr>
          <w:id w:val="1991212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hint="eastAsia"/>
              <w:bCs/>
              <w:lang w:val="et-EE"/>
            </w:rPr>
            <w:t>☐</w:t>
          </w:r>
        </w:sdtContent>
      </w:sdt>
      <w:r w:rsidR="00FE1A2C">
        <w:rPr>
          <w:rFonts w:ascii="Times New Roman" w:hAnsi="Times New Roman"/>
          <w:bCs/>
          <w:lang w:val="et-EE"/>
        </w:rPr>
        <w:t xml:space="preserve"> </w:t>
      </w:r>
      <w:r w:rsidR="00FE1A2C" w:rsidRPr="000C74DA">
        <w:rPr>
          <w:rFonts w:ascii="Times New Roman" w:hAnsi="Times New Roman"/>
          <w:bCs/>
          <w:lang w:val="et-EE"/>
        </w:rPr>
        <w:t xml:space="preserve">Partnerluse kinnitus </w:t>
      </w:r>
      <w:r w:rsidR="00FE1A2C">
        <w:rPr>
          <w:rFonts w:ascii="Times New Roman" w:hAnsi="Times New Roman"/>
          <w:bCs/>
          <w:lang w:val="et-EE"/>
        </w:rPr>
        <w:t>(</w:t>
      </w:r>
      <w:r w:rsidR="00FE1A2C" w:rsidRPr="00BA00FE">
        <w:rPr>
          <w:rFonts w:ascii="Times New Roman" w:hAnsi="Times New Roman"/>
          <w:i/>
          <w:iCs/>
          <w:spacing w:val="-3"/>
          <w:szCs w:val="18"/>
          <w:lang w:val="et-EE"/>
        </w:rPr>
        <w:t xml:space="preserve">allkirjastatud ja kuupäevastatud </w:t>
      </w:r>
      <w:r w:rsidR="00FE1A2C">
        <w:rPr>
          <w:rFonts w:ascii="Times New Roman" w:hAnsi="Times New Roman"/>
          <w:i/>
          <w:iCs/>
          <w:spacing w:val="-3"/>
          <w:szCs w:val="18"/>
          <w:lang w:val="et-EE"/>
        </w:rPr>
        <w:t>partneri</w:t>
      </w:r>
      <w:r w:rsidR="00FE1A2C" w:rsidRPr="00BA00FE">
        <w:rPr>
          <w:rFonts w:ascii="Times New Roman" w:hAnsi="Times New Roman"/>
          <w:i/>
          <w:iCs/>
          <w:spacing w:val="-3"/>
          <w:szCs w:val="18"/>
          <w:lang w:val="et-EE"/>
        </w:rPr>
        <w:t xml:space="preserve"> poolt</w:t>
      </w:r>
      <w:r w:rsidR="00FE1A2C">
        <w:rPr>
          <w:rFonts w:ascii="Times New Roman" w:hAnsi="Times New Roman"/>
          <w:i/>
          <w:iCs/>
          <w:spacing w:val="-3"/>
          <w:szCs w:val="18"/>
          <w:lang w:val="et-EE"/>
        </w:rPr>
        <w:t xml:space="preserve">) </w:t>
      </w:r>
      <w:r w:rsidR="00FE1A2C" w:rsidRPr="000C74DA">
        <w:rPr>
          <w:rFonts w:ascii="Times New Roman" w:hAnsi="Times New Roman"/>
          <w:bCs/>
          <w:i/>
          <w:lang w:val="et-EE"/>
        </w:rPr>
        <w:t>(kui kohaldub)</w:t>
      </w:r>
    </w:p>
    <w:p w14:paraId="5C75DB67" w14:textId="77777777" w:rsidR="00FE1A2C" w:rsidRPr="000C74DA" w:rsidRDefault="00F53BCE" w:rsidP="00FE1A2C">
      <w:pPr>
        <w:pStyle w:val="Style35935802"/>
        <w:spacing w:after="240" w:line="276" w:lineRule="auto"/>
        <w:rPr>
          <w:rFonts w:ascii="Times New Roman" w:hAnsi="Times New Roman"/>
          <w:lang w:val="et-EE"/>
        </w:rPr>
      </w:pPr>
      <w:sdt>
        <w:sdtPr>
          <w:rPr>
            <w:rFonts w:ascii="Times New Roman" w:hAnsi="Times New Roman"/>
            <w:bCs/>
            <w:lang w:val="et-EE"/>
          </w:rPr>
          <w:id w:val="4635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>
            <w:rPr>
              <w:rFonts w:ascii="MS Gothic" w:eastAsia="MS Gothic" w:hAnsi="MS Gothic" w:hint="eastAsia"/>
              <w:bCs/>
              <w:lang w:val="et-EE"/>
            </w:rPr>
            <w:t>☐</w:t>
          </w:r>
        </w:sdtContent>
      </w:sdt>
      <w:r w:rsidR="00FE1A2C" w:rsidRPr="00FE352B">
        <w:rPr>
          <w:rFonts w:ascii="Times New Roman" w:hAnsi="Times New Roman"/>
          <w:bCs/>
          <w:i/>
          <w:lang w:val="et-EE"/>
        </w:rPr>
        <w:t xml:space="preserve"> </w:t>
      </w:r>
      <w:proofErr w:type="spellStart"/>
      <w:r w:rsidR="00FE1A2C">
        <w:rPr>
          <w:rFonts w:ascii="Times New Roman" w:hAnsi="Times New Roman"/>
          <w:bCs/>
          <w:szCs w:val="18"/>
        </w:rPr>
        <w:t>P</w:t>
      </w:r>
      <w:r w:rsidR="00FE1A2C" w:rsidRPr="00B913B2">
        <w:rPr>
          <w:rFonts w:ascii="Times New Roman" w:hAnsi="Times New Roman"/>
          <w:bCs/>
          <w:szCs w:val="18"/>
        </w:rPr>
        <w:t>rojekti</w:t>
      </w:r>
      <w:proofErr w:type="spellEnd"/>
      <w:r w:rsidR="00FE1A2C" w:rsidRPr="00B913B2">
        <w:rPr>
          <w:rFonts w:ascii="Times New Roman" w:hAnsi="Times New Roman"/>
          <w:bCs/>
          <w:szCs w:val="18"/>
        </w:rPr>
        <w:t xml:space="preserve"> </w:t>
      </w:r>
      <w:proofErr w:type="spellStart"/>
      <w:r w:rsidR="00FE1A2C" w:rsidRPr="00B913B2">
        <w:rPr>
          <w:rFonts w:ascii="Times New Roman" w:hAnsi="Times New Roman"/>
          <w:bCs/>
          <w:szCs w:val="18"/>
        </w:rPr>
        <w:t>tegevuskava</w:t>
      </w:r>
      <w:proofErr w:type="spellEnd"/>
      <w:r w:rsidR="00FE1A2C" w:rsidRPr="00B913B2">
        <w:rPr>
          <w:rFonts w:ascii="Times New Roman" w:hAnsi="Times New Roman"/>
          <w:bCs/>
          <w:szCs w:val="18"/>
        </w:rPr>
        <w:t xml:space="preserve"> </w:t>
      </w:r>
      <w:proofErr w:type="spellStart"/>
      <w:proofErr w:type="gramStart"/>
      <w:r w:rsidR="00FE1A2C" w:rsidRPr="00B913B2">
        <w:rPr>
          <w:rFonts w:ascii="Times New Roman" w:hAnsi="Times New Roman"/>
          <w:bCs/>
          <w:szCs w:val="18"/>
        </w:rPr>
        <w:t>ja</w:t>
      </w:r>
      <w:proofErr w:type="spellEnd"/>
      <w:proofErr w:type="gramEnd"/>
      <w:r w:rsidR="00FE1A2C" w:rsidRPr="00B913B2">
        <w:rPr>
          <w:rFonts w:ascii="Times New Roman" w:hAnsi="Times New Roman"/>
          <w:bCs/>
          <w:szCs w:val="18"/>
        </w:rPr>
        <w:t xml:space="preserve"> </w:t>
      </w:r>
      <w:proofErr w:type="spellStart"/>
      <w:r w:rsidR="00FE1A2C" w:rsidRPr="00B913B2">
        <w:rPr>
          <w:rFonts w:ascii="Times New Roman" w:hAnsi="Times New Roman"/>
          <w:bCs/>
          <w:szCs w:val="18"/>
        </w:rPr>
        <w:t>tulemused</w:t>
      </w:r>
      <w:proofErr w:type="spellEnd"/>
    </w:p>
    <w:p w14:paraId="306EDA22" w14:textId="77777777" w:rsidR="00FE1A2C" w:rsidRPr="004B52AE" w:rsidRDefault="00F53BCE" w:rsidP="00FE1A2C">
      <w:pPr>
        <w:spacing w:after="240" w:line="276" w:lineRule="auto"/>
        <w:rPr>
          <w:bCs/>
        </w:rPr>
      </w:pPr>
      <w:sdt>
        <w:sdtPr>
          <w:rPr>
            <w:bCs/>
          </w:rPr>
          <w:id w:val="1900008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A2C" w:rsidRPr="000C74DA">
            <w:rPr>
              <w:rFonts w:ascii="MS Mincho" w:eastAsia="MS Mincho" w:hAnsi="MS Mincho" w:cs="MS Mincho" w:hint="eastAsia"/>
              <w:bCs/>
            </w:rPr>
            <w:t>☐</w:t>
          </w:r>
        </w:sdtContent>
      </w:sdt>
      <w:r w:rsidR="00FE1A2C">
        <w:rPr>
          <w:bCs/>
        </w:rPr>
        <w:t xml:space="preserve"> </w:t>
      </w:r>
      <w:r w:rsidR="00FE1A2C" w:rsidRPr="000C74DA">
        <w:rPr>
          <w:bCs/>
        </w:rPr>
        <w:t>Projekti detailne eelarve</w:t>
      </w:r>
      <w:r w:rsidR="00FE1A2C">
        <w:rPr>
          <w:bCs/>
        </w:rPr>
        <w:t xml:space="preserve"> MS Excel formaadis</w:t>
      </w:r>
    </w:p>
    <w:p w14:paraId="27B30A6B" w14:textId="77777777" w:rsidR="00FE1A2C" w:rsidRDefault="00FE1A2C" w:rsidP="00FE1A2C">
      <w:pPr>
        <w:rPr>
          <w:rFonts w:ascii="Arial" w:eastAsia="Calibri" w:hAnsi="Arial" w:cs="Arial"/>
          <w:kern w:val="0"/>
          <w:lang w:eastAsia="en-IE" w:bidi="ar-SA"/>
        </w:rPr>
      </w:pPr>
    </w:p>
    <w:p w14:paraId="1AA369F7" w14:textId="77777777" w:rsidR="00FE1A2C" w:rsidRDefault="00FE1A2C" w:rsidP="00FE1A2C">
      <w:pPr>
        <w:rPr>
          <w:rFonts w:ascii="Arial" w:eastAsia="Calibri" w:hAnsi="Arial" w:cs="Arial"/>
          <w:kern w:val="0"/>
          <w:lang w:eastAsia="en-IE" w:bidi="ar-SA"/>
        </w:rPr>
      </w:pPr>
    </w:p>
    <w:p w14:paraId="0A24D9F6" w14:textId="77777777" w:rsidR="00FE1A2C" w:rsidRDefault="00FE1A2C" w:rsidP="00FE1A2C">
      <w:pPr>
        <w:rPr>
          <w:rFonts w:cs="Arial"/>
          <w:b/>
        </w:rPr>
      </w:pPr>
    </w:p>
    <w:p w14:paraId="42CA72CE" w14:textId="77777777" w:rsidR="00FE1A2C" w:rsidRDefault="00FE1A2C" w:rsidP="00FE1A2C">
      <w:pPr>
        <w:rPr>
          <w:rFonts w:cs="Arial"/>
          <w:b/>
        </w:rPr>
      </w:pPr>
    </w:p>
    <w:p w14:paraId="6BA32AC4" w14:textId="77777777" w:rsidR="00FE1A2C" w:rsidRDefault="00FE1A2C" w:rsidP="00FE1A2C">
      <w:pPr>
        <w:rPr>
          <w:rFonts w:cs="Arial"/>
          <w:b/>
        </w:rPr>
      </w:pPr>
    </w:p>
    <w:p w14:paraId="6DAC8A8D" w14:textId="77777777" w:rsidR="00FE1A2C" w:rsidRDefault="00FE1A2C" w:rsidP="00FE1A2C">
      <w:pPr>
        <w:rPr>
          <w:rFonts w:cs="Arial"/>
          <w:b/>
        </w:rPr>
      </w:pPr>
    </w:p>
    <w:p w14:paraId="0F4C2C0D" w14:textId="77777777" w:rsidR="00FE1A2C" w:rsidRPr="006D08E7" w:rsidRDefault="00FE1A2C" w:rsidP="00FE1A2C"/>
    <w:p w14:paraId="7842A6B1" w14:textId="77777777" w:rsidR="00FE1A2C" w:rsidRDefault="00FE1A2C" w:rsidP="00FE1A2C">
      <w:pPr>
        <w:widowControl/>
        <w:suppressAutoHyphens w:val="0"/>
        <w:spacing w:line="240" w:lineRule="auto"/>
        <w:jc w:val="left"/>
      </w:pPr>
    </w:p>
    <w:p w14:paraId="3001C871" w14:textId="77777777" w:rsidR="00FE1A2C" w:rsidRDefault="00FE1A2C" w:rsidP="00FE1A2C">
      <w:pPr>
        <w:widowControl/>
        <w:suppressAutoHyphens w:val="0"/>
        <w:spacing w:line="240" w:lineRule="auto"/>
        <w:jc w:val="left"/>
      </w:pPr>
    </w:p>
    <w:p w14:paraId="4F735F81" w14:textId="77777777" w:rsidR="00FE1A2C" w:rsidRDefault="00FE1A2C" w:rsidP="00FE1A2C">
      <w:pPr>
        <w:widowControl/>
        <w:suppressAutoHyphens w:val="0"/>
        <w:spacing w:line="240" w:lineRule="auto"/>
        <w:jc w:val="left"/>
      </w:pPr>
    </w:p>
    <w:p w14:paraId="71F0D167" w14:textId="6B2674EA" w:rsidR="008145F3" w:rsidRDefault="008145F3" w:rsidP="0084562D">
      <w:pPr>
        <w:widowControl/>
        <w:suppressAutoHyphens w:val="0"/>
        <w:spacing w:line="240" w:lineRule="auto"/>
        <w:jc w:val="left"/>
      </w:pPr>
    </w:p>
    <w:p w14:paraId="71F0D168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1F0D169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1F0D16A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71F0D16B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0D16E" w14:textId="77777777" w:rsidR="003F6697" w:rsidRDefault="003F6697" w:rsidP="00DF44DF">
      <w:r>
        <w:separator/>
      </w:r>
    </w:p>
  </w:endnote>
  <w:endnote w:type="continuationSeparator" w:id="0">
    <w:p w14:paraId="71F0D16F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E85C8" w14:textId="77777777" w:rsidR="00FE1A2C" w:rsidRDefault="00FE1A2C" w:rsidP="00B84D8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03FF3ACD" w14:textId="77777777" w:rsidR="00FE1A2C" w:rsidRDefault="00FE1A2C" w:rsidP="00B84D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832586"/>
      <w:docPartObj>
        <w:docPartGallery w:val="Page Numbers (Bottom of Page)"/>
        <w:docPartUnique/>
      </w:docPartObj>
    </w:sdtPr>
    <w:sdtEndPr/>
    <w:sdtContent>
      <w:p w14:paraId="59BD08DB" w14:textId="4D331445" w:rsidR="00750DB2" w:rsidRDefault="00750DB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BCE">
          <w:rPr>
            <w:noProof/>
          </w:rPr>
          <w:t>11</w:t>
        </w:r>
        <w:r>
          <w:fldChar w:fldCharType="end"/>
        </w:r>
      </w:p>
    </w:sdtContent>
  </w:sdt>
  <w:p w14:paraId="75469423" w14:textId="77777777" w:rsidR="00FE1A2C" w:rsidRDefault="00FE1A2C" w:rsidP="00B84D81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960470"/>
      <w:docPartObj>
        <w:docPartGallery w:val="Page Numbers (Bottom of Page)"/>
        <w:docPartUnique/>
      </w:docPartObj>
    </w:sdtPr>
    <w:sdtEndPr/>
    <w:sdtContent>
      <w:p w14:paraId="0B2FED3A" w14:textId="7FA2905B" w:rsidR="00750DB2" w:rsidRDefault="00750DB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BCE">
          <w:rPr>
            <w:noProof/>
          </w:rPr>
          <w:t>7</w:t>
        </w:r>
        <w:r>
          <w:fldChar w:fldCharType="end"/>
        </w:r>
      </w:p>
    </w:sdtContent>
  </w:sdt>
  <w:p w14:paraId="422E5DA2" w14:textId="77777777" w:rsidR="00FE1A2C" w:rsidRDefault="00FE1A2C" w:rsidP="00B84D8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0D16C" w14:textId="77777777" w:rsidR="003F6697" w:rsidRDefault="003F6697" w:rsidP="00DF44DF">
      <w:r>
        <w:separator/>
      </w:r>
    </w:p>
  </w:footnote>
  <w:footnote w:type="continuationSeparator" w:id="0">
    <w:p w14:paraId="71F0D16D" w14:textId="77777777" w:rsidR="003F6697" w:rsidRDefault="003F6697" w:rsidP="00DF44DF">
      <w:r>
        <w:continuationSeparator/>
      </w:r>
    </w:p>
  </w:footnote>
  <w:footnote w:id="1">
    <w:p w14:paraId="6E0A15F2" w14:textId="77777777" w:rsidR="00FE1A2C" w:rsidRDefault="00FE1A2C" w:rsidP="00FE1A2C">
      <w:pPr>
        <w:pStyle w:val="FootnoteText"/>
      </w:pPr>
      <w:r>
        <w:rPr>
          <w:rStyle w:val="FootnoteReference"/>
        </w:rPr>
        <w:footnoteRef/>
      </w:r>
      <w:r>
        <w:t xml:space="preserve"> Projekti partner on</w:t>
      </w:r>
      <w:r w:rsidRPr="005760B4">
        <w:rPr>
          <w:szCs w:val="24"/>
        </w:rPr>
        <w:t xml:space="preserve"> juriidiline isik, riigiasutus, kohaliku omavalitsuse asutus või rahvusvaheline organisatsioon, kes osaleb projektis toetatava tegevuse rakendamisel ja </w:t>
      </w:r>
      <w:r w:rsidRPr="00AE7E78">
        <w:rPr>
          <w:b/>
          <w:szCs w:val="24"/>
        </w:rPr>
        <w:t>kellel tekivad selle käigus kulud</w:t>
      </w:r>
      <w:r w:rsidRPr="004D2EC1">
        <w:rPr>
          <w:szCs w:val="24"/>
        </w:rPr>
        <w:t>.</w:t>
      </w:r>
    </w:p>
  </w:footnote>
  <w:footnote w:id="2">
    <w:p w14:paraId="13F8E2B9" w14:textId="77777777" w:rsidR="00FE1A2C" w:rsidRDefault="00FE1A2C" w:rsidP="00FE1A2C">
      <w:pPr>
        <w:pStyle w:val="FootnoteText"/>
      </w:pPr>
      <w:r>
        <w:rPr>
          <w:rStyle w:val="FootnoteReference"/>
        </w:rPr>
        <w:footnoteRef/>
      </w:r>
      <w:r>
        <w:t xml:space="preserve"> Projekti käigus teenitava tulu peab välja tooma eelarves tulude all ning esitatavates aruannetes.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0D170" w14:textId="77777777" w:rsidR="00110BCA" w:rsidRDefault="00110BCA" w:rsidP="00110BCA">
    <w:pPr>
      <w:pStyle w:val="Jalus1"/>
      <w:jc w:val="center"/>
    </w:pPr>
  </w:p>
  <w:p w14:paraId="71F0D171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2B1"/>
    <w:multiLevelType w:val="hybridMultilevel"/>
    <w:tmpl w:val="C208358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80D67"/>
    <w:multiLevelType w:val="hybridMultilevel"/>
    <w:tmpl w:val="C42417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B042D"/>
    <w:multiLevelType w:val="multilevel"/>
    <w:tmpl w:val="DAA21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D58DD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D00B1"/>
    <w:rsid w:val="005E3AED"/>
    <w:rsid w:val="005E45BB"/>
    <w:rsid w:val="00602834"/>
    <w:rsid w:val="00680609"/>
    <w:rsid w:val="006E16BD"/>
    <w:rsid w:val="006F3BB9"/>
    <w:rsid w:val="006F72D7"/>
    <w:rsid w:val="007056E1"/>
    <w:rsid w:val="0070684C"/>
    <w:rsid w:val="00713327"/>
    <w:rsid w:val="00750DB2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663EE"/>
    <w:rsid w:val="00AD2EA7"/>
    <w:rsid w:val="00AE7DDE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EF4EC0"/>
    <w:rsid w:val="00F122D1"/>
    <w:rsid w:val="00F25A4E"/>
    <w:rsid w:val="00F53BCE"/>
    <w:rsid w:val="00F9645B"/>
    <w:rsid w:val="00FE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71F0D157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9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E1A2C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FE1A2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1A2C"/>
    <w:pPr>
      <w:widowControl/>
      <w:suppressAutoHyphens w:val="0"/>
      <w:spacing w:line="240" w:lineRule="auto"/>
    </w:pPr>
    <w:rPr>
      <w:rFonts w:eastAsia="Times New Roman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1A2C"/>
    <w:rPr>
      <w:lang w:eastAsia="en-US"/>
    </w:rPr>
  </w:style>
  <w:style w:type="paragraph" w:customStyle="1" w:styleId="Style35935802">
    <w:name w:val="Style35935802"/>
    <w:basedOn w:val="Normal"/>
    <w:uiPriority w:val="99"/>
    <w:rsid w:val="00FE1A2C"/>
    <w:pPr>
      <w:widowControl/>
      <w:suppressAutoHyphens w:val="0"/>
      <w:autoSpaceDE w:val="0"/>
      <w:autoSpaceDN w:val="0"/>
      <w:adjustRightInd w:val="0"/>
      <w:spacing w:line="240" w:lineRule="auto"/>
      <w:jc w:val="left"/>
    </w:pPr>
    <w:rPr>
      <w:rFonts w:ascii="Arial" w:eastAsia="Calibri" w:hAnsi="Arial"/>
      <w:kern w:val="0"/>
      <w:lang w:val="en-IE" w:eastAsia="en-IE" w:bidi="ar-SA"/>
    </w:rPr>
  </w:style>
  <w:style w:type="paragraph" w:styleId="ListParagraph">
    <w:name w:val="List Paragraph"/>
    <w:basedOn w:val="Normal"/>
    <w:uiPriority w:val="34"/>
    <w:qFormat/>
    <w:rsid w:val="00FE1A2C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mif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62CFC-7C28-4864-86B0-DA55C3A7A38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d0759c17-f71d-426f-a000-2a7c696f56e3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613720-FC49-4107-A0B4-C22264BBB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7</TotalTime>
  <Pages>11</Pages>
  <Words>1444</Words>
  <Characters>8380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Kristi Lillemägi</cp:lastModifiedBy>
  <cp:revision>8</cp:revision>
  <cp:lastPrinted>2014-04-02T13:57:00Z</cp:lastPrinted>
  <dcterms:created xsi:type="dcterms:W3CDTF">2018-06-08T08:08:00Z</dcterms:created>
  <dcterms:modified xsi:type="dcterms:W3CDTF">2019-02-14T08:00:00Z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